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jpg" ContentType="image/jpg"/>
  <Default Extension="png" ContentType="image/png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73" w:lineRule="exact"/>
        <w:ind w:left="100" w:right="-20"/>
        <w:jc w:val="left"/>
        <w:rPr>
          <w:rFonts w:ascii="Arial" w:hAnsi="Arial" w:cs="Arial" w:eastAsia="Arial"/>
          <w:sz w:val="60"/>
          <w:szCs w:val="60"/>
        </w:rPr>
      </w:pPr>
      <w:rPr/>
      <w:r>
        <w:rPr>
          <w:rFonts w:ascii="Arial" w:hAnsi="Arial" w:cs="Arial" w:eastAsia="Arial"/>
          <w:sz w:val="60"/>
          <w:szCs w:val="60"/>
          <w:color w:val="00AEEF"/>
          <w:spacing w:val="0"/>
          <w:w w:val="100"/>
          <w:b/>
          <w:bCs/>
          <w:position w:val="-1"/>
        </w:rPr>
        <w:t>INRIX</w:t>
      </w:r>
      <w:r>
        <w:rPr>
          <w:rFonts w:ascii="Arial" w:hAnsi="Arial" w:cs="Arial" w:eastAsia="Arial"/>
          <w:sz w:val="60"/>
          <w:szCs w:val="60"/>
          <w:color w:val="00AEEF"/>
          <w:spacing w:val="-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0"/>
          <w:szCs w:val="60"/>
          <w:color w:val="808285"/>
          <w:spacing w:val="0"/>
          <w:w w:val="100"/>
          <w:b/>
          <w:bCs/>
          <w:position w:val="-1"/>
        </w:rPr>
        <w:t>logo</w:t>
      </w:r>
      <w:r>
        <w:rPr>
          <w:rFonts w:ascii="Arial" w:hAnsi="Arial" w:cs="Arial" w:eastAsia="Arial"/>
          <w:sz w:val="60"/>
          <w:szCs w:val="60"/>
          <w:color w:val="808285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0"/>
          <w:szCs w:val="60"/>
          <w:color w:val="808285"/>
          <w:spacing w:val="0"/>
          <w:w w:val="100"/>
          <w:b/>
          <w:bCs/>
          <w:position w:val="-1"/>
        </w:rPr>
        <w:t>guidelines</w:t>
      </w:r>
      <w:r>
        <w:rPr>
          <w:rFonts w:ascii="Arial" w:hAnsi="Arial" w:cs="Arial" w:eastAsia="Arial"/>
          <w:sz w:val="60"/>
          <w:szCs w:val="60"/>
          <w:color w:val="000000"/>
          <w:spacing w:val="0"/>
          <w:w w:val="100"/>
          <w:position w:val="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21" w:lineRule="auto"/>
        <w:ind w:left="100" w:right="5324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26"/>
          <w:szCs w:val="26"/>
          <w:color w:val="808285"/>
          <w:spacing w:val="-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reference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guide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for</w:t>
      </w:r>
      <w:r>
        <w:rPr>
          <w:rFonts w:ascii="Arial" w:hAnsi="Arial" w:cs="Arial" w:eastAsia="Arial"/>
          <w:sz w:val="26"/>
          <w:szCs w:val="26"/>
          <w:color w:val="808285"/>
          <w:spacing w:val="-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recommended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to</w:t>
      </w:r>
      <w:r>
        <w:rPr>
          <w:rFonts w:ascii="Arial" w:hAnsi="Arial" w:cs="Arial" w:eastAsia="Arial"/>
          <w:sz w:val="26"/>
          <w:szCs w:val="26"/>
          <w:color w:val="808285"/>
          <w:spacing w:val="-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maintain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clear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brand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identity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and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808285"/>
          <w:spacing w:val="-4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fective</w:t>
      </w:r>
      <w:r>
        <w:rPr>
          <w:rFonts w:ascii="Arial" w:hAnsi="Arial" w:cs="Arial" w:eastAsia="Arial"/>
          <w:sz w:val="26"/>
          <w:szCs w:val="26"/>
          <w:color w:val="808285"/>
          <w:spacing w:val="-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808285"/>
          <w:spacing w:val="0"/>
          <w:w w:val="100"/>
        </w:rPr>
        <w:t>communications.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808285"/>
          <w:spacing w:val="0"/>
          <w:w w:val="100"/>
        </w:rPr>
        <w:t>November</w:t>
      </w:r>
      <w:r>
        <w:rPr>
          <w:rFonts w:ascii="Arial" w:hAnsi="Arial" w:cs="Arial" w:eastAsia="Arial"/>
          <w:sz w:val="22"/>
          <w:szCs w:val="22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808285"/>
          <w:spacing w:val="0"/>
          <w:w w:val="100"/>
        </w:rPr>
        <w:t>2012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20" w:right="2260"/>
        </w:sectPr>
      </w:pPr>
      <w:rPr/>
    </w:p>
    <w:p>
      <w:pPr>
        <w:spacing w:before="61" w:after="0" w:line="240" w:lineRule="auto"/>
        <w:ind w:left="12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Clear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space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63" w:lineRule="auto"/>
        <w:ind w:left="120" w:right="802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preferred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amount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clear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space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(x)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equal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height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letter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“I”.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Never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place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graphics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any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kind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closer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than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distance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from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7" w:after="0" w:line="240" w:lineRule="auto"/>
        <w:ind w:left="6676" w:right="7829"/>
        <w:jc w:val="center"/>
        <w:rPr>
          <w:rFonts w:ascii="Myriad Pro" w:hAnsi="Myriad Pro" w:cs="Myriad Pro" w:eastAsia="Myriad Pro"/>
          <w:sz w:val="11"/>
          <w:szCs w:val="11"/>
        </w:rPr>
      </w:pPr>
      <w:rPr/>
      <w:r>
        <w:rPr/>
        <w:pict>
          <v:group style="position:absolute;margin-left:33.2015pt;margin-top:-3.964903pt;width:198.28pt;height:106.411pt;mso-position-horizontal-relative:page;mso-position-vertical-relative:paragraph;z-index:-886" coordorigin="664,-79" coordsize="3966,2128">
            <v:group style="position:absolute;left:1321;top:558;width:2703;height:856" coordorigin="1321,558" coordsize="2703,856">
              <v:shape style="position:absolute;left:1321;top:558;width:2703;height:856" coordorigin="1321,558" coordsize="2703,856" path="m3763,1076l3600,1076,3608,1088,3617,1102,3626,1116,3637,1134,3647,1150,3659,1168,3670,1188,3682,1208,3693,1226,3705,1246,3727,1284,3748,1320,3766,1350,1338,1370,1329,1370,1321,1374,1321,1394,1329,1398,3802,1414,4005,1414,4024,1410,4024,1376,4013,1370,3987,1368,3973,1368,3964,1366,3943,1356,3931,1344,3919,1326,3910,1312,3901,1298,3890,1282,3879,1264,3868,1246,3856,1228,3844,1208,3763,1076e" filled="t" fillcolor="#013A81" stroked="f">
                <v:path arrowok="t"/>
                <v:fill/>
              </v:shape>
              <v:shape style="position:absolute;left:1321;top:558;width:2703;height:856" coordorigin="1321,558" coordsize="2703,856" path="m1981,890l1792,890,1796,894,1814,914,1843,942,1886,984,2068,1150,2109,1186,2147,1222,2182,1252,2197,1266,2210,1278,2238,1302,2256,1310,2270,1310,2291,1218,2291,1206,2291,1188,2293,1096,2205,1096,2200,1092,2191,1084,2179,1074,2146,1042,2082,984,1985,894,1981,890e" filled="t" fillcolor="#013A81" stroked="f">
                <v:path arrowok="t"/>
                <v:fill/>
              </v:shape>
              <v:shape style="position:absolute;left:1321;top:558;width:2703;height:856" coordorigin="1321,558" coordsize="2703,856" path="m2623,674l2151,674,2131,676,2113,688,2109,702,2114,714,2121,720,2130,720,2150,722,2373,722,2391,726,2405,740,2412,758,2414,780,2414,1114,2413,1180,2396,1250,2367,1254,2355,1254,2338,1268,2336,1282,2349,1296,2357,1300,2547,1300,2595,1302,2644,1268,2637,1258,2614,1252,2571,1252,2564,1244,2552,1168,2551,1148,2551,1082,2552,1064,2572,1058,2591,1056,2609,1056,2616,1054,2774,1054,2743,1020,2736,1010,2736,1008,2744,1004,2746,1002,2761,988,2763,986,2596,986,2557,982,2553,922,2551,854,2551,762,2571,750,2590,746,2814,746,2808,738,2756,700,2701,682,2623,674e" filled="t" fillcolor="#013A81" stroked="f">
                <v:path arrowok="t"/>
                <v:fill/>
              </v:shape>
              <v:shape style="position:absolute;left:1321;top:558;width:2703;height:856" coordorigin="1321,558" coordsize="2703,856" path="m1447,558l1377,558,1347,560,1337,560,1323,572,1322,590,1334,602,1348,606,1375,606,1383,608,1405,668,1405,806,1405,982,1405,1096,1405,1156,1398,1230,1353,1254,1331,1262,1322,1276,1325,1290,1343,1298,1363,1300,1855,1300,1873,1296,1881,1274,1875,1260,1862,1254,1590,1254,1574,1250,1550,1188,1549,1086,1548,1020,1548,922,1547,772,1548,694,1557,634,3956,602,3963,600,3963,578,3956,576,3946,576,1447,558e" filled="t" fillcolor="#013A81" stroked="f">
                <v:path arrowok="t"/>
                <v:fill/>
              </v:shape>
              <v:shape style="position:absolute;left:1321;top:558;width:2703;height:856" coordorigin="1321,558" coordsize="2703,856" path="m2774,1054l2616,1054,2625,1058,2634,1070,2700,1156,2713,1170,2725,1186,2738,1200,2752,1216,2766,1232,2811,1272,2924,1300,3505,1300,3522,1296,3529,1292,3534,1286,3534,1266,3526,1258,3505,1254,3218,1254,3208,1252,2998,1252,2981,1248,2957,1236,2941,1224,2929,1216,2884,1174,2839,1126,2826,1112,2814,1100,2802,1086,2788,1070,2774,1054e" filled="t" fillcolor="#013A81" stroked="f">
                <v:path arrowok="t"/>
                <v:fill/>
              </v:shape>
              <v:shape style="position:absolute;left:1321;top:558;width:2703;height:856" coordorigin="1321,558" coordsize="2703,856" path="m1730,662l1710,670,1701,688,1699,712,1698,806,1696,934,1694,1054,1693,1136,1691,1198,1664,1252,1642,1254,1849,1254,1832,1252,1824,1252,1819,1250,1795,1164,1787,916,1786,890,1981,890,1856,772,1848,766,1791,710,1777,696,1762,682,1747,670,1730,662e" filled="t" fillcolor="#013A81" stroked="f">
                <v:path arrowok="t"/>
                <v:fill/>
              </v:shape>
              <v:shape style="position:absolute;left:1321;top:558;width:2703;height:856" coordorigin="1321,558" coordsize="2703,856" path="m1857,1252l1849,1254,1862,1254,1857,1252e" filled="t" fillcolor="#013A81" stroked="f">
                <v:path arrowok="t"/>
                <v:fill/>
              </v:shape>
              <v:shape style="position:absolute;left:1321;top:558;width:2703;height:856" coordorigin="1321,558" coordsize="2703,856" path="m3546,674l3325,674,3307,676,3292,688,3291,706,3304,718,3321,720,3340,722,3362,730,3379,740,3388,750,3397,762,3411,784,3418,794,3472,878,3493,912,3515,946,3536,980,3526,998,3515,1016,3505,1034,3494,1052,3483,1068,3473,1086,3428,1150,3381,1214,3330,1252,3309,1252,3286,1254,3505,1254,3489,1252,3487,1248,3500,1226,3511,1210,3522,1194,3533,1176,3545,1160,3568,1126,3590,1092,3600,1076,3763,1076,3758,1068,3746,1048,3735,1030,3725,1014,3715,998,3706,984,3698,970,3708,956,3720,940,3731,924,3755,890,3756,888,3640,888,3630,872,3617,854,3604,834,3591,812,3578,792,3566,772,3555,756,3547,742,3542,732,3538,726,3543,722,3555,722,3567,720,3584,710,3586,696,3579,686,3566,678,3546,674e" filled="t" fillcolor="#013A81" stroked="f">
                <v:path arrowok="t"/>
                <v:fill/>
              </v:shape>
              <v:shape style="position:absolute;left:1321;top:558;width:2703;height:856" coordorigin="1321,558" coordsize="2703,856" path="m3197,674l2993,674,2975,676,2960,688,2959,706,2974,718,2993,722,3011,724,3027,736,3033,756,3035,780,3035,784,3035,830,3035,838,3035,1148,3028,1234,2998,1252,3208,1252,3178,1196,3177,1110,3177,762,3182,736,3196,724,3223,722,3237,718,3245,716,3250,708,3251,700,3244,682,3224,676,3197,674e" filled="t" fillcolor="#013A81" stroked="f">
                <v:path arrowok="t"/>
                <v:fill/>
              </v:shape>
              <v:shape style="position:absolute;left:1321;top:558;width:2703;height:856" coordorigin="1321,558" coordsize="2703,856" path="m2344,722l2170,722,2188,738,2195,756,2201,894,2203,964,2204,1038,2205,1096,2293,1096,2294,1074,2294,1052,2295,1004,2295,988,2296,948,2298,870,2298,850,2298,838,2299,784,2299,762,2303,744,2309,732,2323,724,2344,722e" filled="t" fillcolor="#013A81" stroked="f">
                <v:path arrowok="t"/>
                <v:fill/>
              </v:shape>
              <v:shape style="position:absolute;left:1321;top:558;width:2703;height:856" coordorigin="1321,558" coordsize="2703,856" path="m2814,746l2609,746,2627,750,2648,760,2691,804,2706,870,2704,892,2686,950,2649,984,2642,984,2637,986,2763,986,2776,974,2824,912,2844,836,2841,810,2835,788,2828,768,2819,752,2814,746e" filled="t" fillcolor="#013A81" stroked="f">
                <v:path arrowok="t"/>
                <v:fill/>
              </v:shape>
              <v:shape style="position:absolute;left:1321;top:558;width:2703;height:856" coordorigin="1321,558" coordsize="2703,856" path="m3902,722l3745,722,3748,726,3745,730,3736,746,3724,766,3713,784,3702,800,3675,838,3661,858,3649,876,3640,888,3756,888,3790,840,3802,822,3814,806,3852,754,3882,726,3902,722e" filled="t" fillcolor="#013A81" stroked="f">
                <v:path arrowok="t"/>
                <v:fill/>
              </v:shape>
              <v:shape style="position:absolute;left:1321;top:558;width:2703;height:856" coordorigin="1321,558" coordsize="2703,856" path="m3913,674l3734,674,3713,676,3700,686,3697,706,3708,718,3717,722,3910,722,3919,720,3936,718,3945,708,3943,696,3933,680,3913,674e" filled="t" fillcolor="#013A81" stroked="f">
                <v:path arrowok="t"/>
                <v:fill/>
              </v:shape>
            </v:group>
            <v:group style="position:absolute;left:3978;top:1289;width:61;height:59" coordorigin="3978,1289" coordsize="61,59">
              <v:shape style="position:absolute;left:3978;top:1289;width:61;height:59" coordorigin="3978,1289" coordsize="61,59" path="m4023,1345l3997,1345,4017,1349,4023,1345e" filled="t" fillcolor="#013A81" stroked="f">
                <v:path arrowok="t"/>
                <v:fill/>
              </v:shape>
              <v:shape style="position:absolute;left:3978;top:1289;width:61;height:59" coordorigin="3978,1289" coordsize="61,59" path="m3995,1344l3995,1345,3997,1345,3995,1344e" filled="t" fillcolor="#013A81" stroked="f">
                <v:path arrowok="t"/>
                <v:fill/>
              </v:shape>
              <v:shape style="position:absolute;left:3978;top:1289;width:61;height:59" coordorigin="3978,1289" coordsize="61,59" path="m4023,1344l4023,1345,4023,1344e" filled="t" fillcolor="#013A81" stroked="f">
                <v:path arrowok="t"/>
                <v:fill/>
              </v:shape>
              <v:shape style="position:absolute;left:3978;top:1289;width:61;height:59" coordorigin="3978,1289" coordsize="61,59" path="m3995,1295l3986,1299,3978,1319,3980,1329,3993,1344,3995,1344,3984,1334,3984,1305,3995,1295e" filled="t" fillcolor="#013A81" stroked="f">
                <v:path arrowok="t"/>
                <v:fill/>
              </v:shape>
              <v:shape style="position:absolute;left:3978;top:1289;width:61;height:59" coordorigin="3978,1289" coordsize="61,59" path="m4023,1294l4034,1305,4034,1334,4023,1344,4033,1337,4039,1313,4028,1296,4023,1294e" filled="t" fillcolor="#013A81" stroked="f">
                <v:path arrowok="t"/>
                <v:fill/>
              </v:shape>
              <v:shape style="position:absolute;left:3978;top:1289;width:61;height:59" coordorigin="3978,1289" coordsize="61,59" path="m4019,1302l3997,1302,3997,1337,4003,1337,4003,1322,4014,1322,4014,1321,4019,1321,4023,1318,4023,1317,4003,1317,4003,1306,4023,1306,4023,1305,4019,1302e" filled="t" fillcolor="#013A81" stroked="f">
                <v:path arrowok="t"/>
                <v:fill/>
              </v:shape>
              <v:shape style="position:absolute;left:3978;top:1289;width:61;height:59" coordorigin="3978,1289" coordsize="61,59" path="m4014,1322l4009,1322,4018,1337,4024,1337,4014,1322e" filled="t" fillcolor="#013A81" stroked="f">
                <v:path arrowok="t"/>
                <v:fill/>
              </v:shape>
              <v:shape style="position:absolute;left:3978;top:1289;width:61;height:59" coordorigin="3978,1289" coordsize="61,59" path="m4023,1306l4014,1306,4018,1307,4018,1317,4013,1317,4023,1317,4023,1306e" filled="t" fillcolor="#013A81" stroked="f">
                <v:path arrowok="t"/>
                <v:fill/>
              </v:shape>
              <v:shape style="position:absolute;left:3978;top:1289;width:61;height:59" coordorigin="3978,1289" coordsize="61,59" path="m3996,1294l3995,1294,3995,1295,3996,1294e" filled="t" fillcolor="#013A81" stroked="f">
                <v:path arrowok="t"/>
                <v:fill/>
              </v:shape>
              <v:shape style="position:absolute;left:3978;top:1289;width:61;height:59" coordorigin="3978,1289" coordsize="61,59" path="m4023,1294l4022,1294,4023,1294,4023,1294e" filled="t" fillcolor="#013A81" stroked="f">
                <v:path arrowok="t"/>
                <v:fill/>
              </v:shape>
              <v:shape style="position:absolute;left:3978;top:1289;width:61;height:59" coordorigin="3978,1289" coordsize="61,59" path="m4005,1289l3996,1294,4022,1294,4005,1289e" filled="t" fillcolor="#013A81" stroked="f">
                <v:path arrowok="t"/>
                <v:fill/>
              </v:shape>
            </v:group>
            <v:group style="position:absolute;left:2884;top:674;width:27;height:2" coordorigin="2884,674" coordsize="27,2">
              <v:shape style="position:absolute;left:2884;top:674;width:27;height:2" coordorigin="2884,674" coordsize="27,0" path="m2884,674l2911,674e" filled="f" stroked="t" strokeweight=".251pt" strokecolor="#EC008C">
                <v:path arrowok="t"/>
              </v:shape>
            </v:group>
            <v:group style="position:absolute;left:2962;top:674;width:1377;height:2" coordorigin="2962,674" coordsize="1377,2">
              <v:shape style="position:absolute;left:2962;top:674;width:1377;height:2" coordorigin="2962,674" coordsize="1377,0" path="m2962,674l4340,674e" filled="f" stroked="t" strokeweight=".251pt" strokecolor="#EC008C">
                <v:path arrowok="t"/>
                <v:stroke dashstyle="dash"/>
              </v:shape>
            </v:group>
            <v:group style="position:absolute;left:4239;top:675;width:2;height:263" coordorigin="4239,675" coordsize="2,263">
              <v:shape style="position:absolute;left:4239;top:675;width:2;height:263" coordorigin="4239,675" coordsize="0,263" path="m4239,675l4239,938e" filled="f" stroked="t" strokeweight=".24pt" strokecolor="#EC008C">
                <v:path arrowok="t"/>
              </v:shape>
            </v:group>
            <v:group style="position:absolute;left:2884;top:1300;width:27;height:2" coordorigin="2884,1300" coordsize="27,2">
              <v:shape style="position:absolute;left:2884;top:1300;width:27;height:2" coordorigin="2884,1300" coordsize="27,0" path="m2884,1300l2911,1300e" filled="f" stroked="t" strokeweight=".251pt" strokecolor="#EC008C">
                <v:path arrowok="t"/>
              </v:shape>
            </v:group>
            <v:group style="position:absolute;left:4239;top:1028;width:2;height:274" coordorigin="4239,1028" coordsize="2,274">
              <v:shape style="position:absolute;left:4239;top:1028;width:2;height:274" coordorigin="4239,1028" coordsize="0,274" path="m4239,1028l4239,1301e" filled="f" stroked="t" strokeweight=".237pt" strokecolor="#EC008C">
                <v:path arrowok="t"/>
              </v:shape>
            </v:group>
            <v:group style="position:absolute;left:2962;top:1300;width:1377;height:2" coordorigin="2962,1300" coordsize="1377,2">
              <v:shape style="position:absolute;left:2962;top:1300;width:1377;height:2" coordorigin="2962,1300" coordsize="1377,0" path="m2962,1300l4340,1300e" filled="f" stroked="t" strokeweight=".251pt" strokecolor="#EC008C">
                <v:path arrowok="t"/>
                <v:stroke dashstyle="dash"/>
              </v:shape>
            </v:group>
            <v:group style="position:absolute;left:1480;top:-71;width:181;height:628" coordorigin="1480,-71" coordsize="181,628">
              <v:shape style="position:absolute;left:1480;top:-71;width:181;height:628" coordorigin="1480,-71" coordsize="181,628" path="m1661,557l1480,557,1480,-71,1661,-71,1661,557e" filled="t" fillcolor="#EC008C" stroked="f">
                <v:path arrowok="t"/>
                <v:fill/>
              </v:shape>
            </v:group>
            <v:group style="position:absolute;left:696;top:1207;width:628;height:181" coordorigin="696,1207" coordsize="628,181">
              <v:shape style="position:absolute;left:696;top:1207;width:628;height:181" coordorigin="696,1207" coordsize="628,181" path="m1324,1388l696,1388,696,1207,1324,1207,1324,1388e" filled="t" fillcolor="#EC008C" stroked="f">
                <v:path arrowok="t"/>
                <v:fill/>
              </v:shape>
            </v:group>
            <v:group style="position:absolute;left:3964;top:437;width:628;height:181" coordorigin="3964,437" coordsize="628,181">
              <v:shape style="position:absolute;left:3964;top:437;width:628;height:181" coordorigin="3964,437" coordsize="628,181" path="m4592,618l3964,618,3964,437,4592,437,4592,618e" filled="t" fillcolor="#EC008C" stroked="f">
                <v:path arrowok="t"/>
                <v:fill/>
              </v:shape>
            </v:group>
            <v:group style="position:absolute;left:3658;top:1414;width:181;height:628" coordorigin="3658,1414" coordsize="181,628">
              <v:shape style="position:absolute;left:3658;top:1414;width:181;height:628" coordorigin="3658,1414" coordsize="181,628" path="m3839,2042l3658,2042,3658,1414,3839,1414,3839,2042e" filled="t" fillcolor="#EC008C" stroked="f">
                <v:path arrowok="t"/>
                <v:fill/>
              </v:shape>
            </v:group>
            <v:group style="position:absolute;left:4591;top:217;width:7;height:62" coordorigin="4591,217" coordsize="7,62">
              <v:shape style="position:absolute;left:4591;top:217;width:7;height:62" coordorigin="4591,217" coordsize="7,62" path="m4591,248l4598,248e" filled="f" stroked="t" strokeweight="3.176pt" strokecolor="#EC008C">
                <v:path arrowok="t"/>
              </v:shape>
            </v:group>
            <v:group style="position:absolute;left:4591;top:340;width:7;height:62" coordorigin="4591,340" coordsize="7,62">
              <v:shape style="position:absolute;left:4591;top:340;width:7;height:62" coordorigin="4591,340" coordsize="7,62" path="m4591,371l4598,371e" filled="f" stroked="t" strokeweight="3.176pt" strokecolor="#EC008C">
                <v:path arrowok="t"/>
              </v:shape>
            </v:group>
            <v:group style="position:absolute;left:4591;top:463;width:7;height:62" coordorigin="4591,463" coordsize="7,62">
              <v:shape style="position:absolute;left:4591;top:463;width:7;height:62" coordorigin="4591,463" coordsize="7,62" path="m4591,494l4598,494e" filled="f" stroked="t" strokeweight="3.177pt" strokecolor="#EC008C">
                <v:path arrowok="t"/>
              </v:shape>
            </v:group>
            <v:group style="position:absolute;left:4591;top:586;width:7;height:62" coordorigin="4591,586" coordsize="7,62">
              <v:shape style="position:absolute;left:4591;top:586;width:7;height:62" coordorigin="4591,586" coordsize="7,62" path="m4591,617l4598,617e" filled="f" stroked="t" strokeweight="3.176pt" strokecolor="#EC008C">
                <v:path arrowok="t"/>
              </v:shape>
            </v:group>
            <v:group style="position:absolute;left:3903;top:2038;width:62;height:7" coordorigin="3903,2038" coordsize="62,7">
              <v:shape style="position:absolute;left:3903;top:2038;width:62;height:7" coordorigin="3903,2038" coordsize="62,7" path="m3903,2041l3965,2041e" filled="f" stroked="t" strokeweight=".435pt" strokecolor="#EC008C">
                <v:path arrowok="t"/>
              </v:shape>
            </v:group>
            <v:group style="position:absolute;left:3780;top:2038;width:62;height:7" coordorigin="3780,2038" coordsize="62,7">
              <v:shape style="position:absolute;left:3780;top:2038;width:62;height:7" coordorigin="3780,2038" coordsize="62,7" path="m3780,2041l3841,2041e" filled="f" stroked="t" strokeweight=".435pt" strokecolor="#EC008C">
                <v:path arrowok="t"/>
              </v:shape>
            </v:group>
            <v:group style="position:absolute;left:3657;top:2038;width:62;height:7" coordorigin="3657,2038" coordsize="62,7">
              <v:shape style="position:absolute;left:3657;top:2038;width:62;height:7" coordorigin="3657,2038" coordsize="62,7" path="m3657,2041l3718,2041e" filled="f" stroked="t" strokeweight=".435pt" strokecolor="#EC008C">
                <v:path arrowok="t"/>
              </v:shape>
            </v:group>
            <v:group style="position:absolute;left:696;top:1437;width:7;height:62" coordorigin="696,1437" coordsize="7,62">
              <v:shape style="position:absolute;left:696;top:1437;width:7;height:62" coordorigin="696,1437" coordsize="7,62" path="m696,1468l702,1468e" filled="f" stroked="t" strokeweight="3.177pt" strokecolor="#EC008C">
                <v:path arrowok="t"/>
              </v:shape>
            </v:group>
            <v:group style="position:absolute;left:696;top:1314;width:7;height:62" coordorigin="696,1314" coordsize="7,62">
              <v:shape style="position:absolute;left:696;top:1314;width:7;height:62" coordorigin="696,1314" coordsize="7,62" path="m696,1345l702,1345e" filled="f" stroked="t" strokeweight="3.176pt" strokecolor="#EC008C">
                <v:path arrowok="t"/>
              </v:shape>
            </v:group>
            <v:group style="position:absolute;left:696;top:1191;width:7;height:62" coordorigin="696,1191" coordsize="7,62">
              <v:shape style="position:absolute;left:696;top:1191;width:7;height:62" coordorigin="696,1191" coordsize="7,62" path="m696,1222l702,1222e" filled="f" stroked="t" strokeweight="3.176pt" strokecolor="#EC008C">
                <v:path arrowok="t"/>
              </v:shape>
            </v:group>
            <v:group style="position:absolute;left:1460;top:-75;width:62;height:7" coordorigin="1460,-75" coordsize="62,7">
              <v:shape style="position:absolute;left:1460;top:-75;width:62;height:7" coordorigin="1460,-75" coordsize="62,7" path="m1460,-72l1522,-72e" filled="f" stroked="t" strokeweight=".435pt" strokecolor="#EC008C">
                <v:path arrowok="t"/>
              </v:shape>
            </v:group>
            <v:group style="position:absolute;left:1583;top:-75;width:62;height:7" coordorigin="1583,-75" coordsize="62,7">
              <v:shape style="position:absolute;left:1583;top:-75;width:62;height:7" coordorigin="1583,-75" coordsize="62,7" path="m1583,-72l1645,-72e" filled="f" stroked="t" strokeweight=".435pt" strokecolor="#EC008C">
                <v:path arrowok="t"/>
              </v:shape>
            </v:group>
            <v:group style="position:absolute;left:1706;top:-75;width:62;height:7" coordorigin="1706,-75" coordsize="62,7">
              <v:shape style="position:absolute;left:1706;top:-75;width:62;height:7" coordorigin="1706,-75" coordsize="62,7" path="m1706,-72l1768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6.598495pt;margin-top:-3.964903pt;width:4.8825pt;height:13.3235pt;mso-position-horizontal-relative:page;mso-position-vertical-relative:paragraph;z-index:-885" coordorigin="4532,-79" coordsize="98,266">
            <v:group style="position:absolute;left:4591;top:-29;width:7;height:62" coordorigin="4591,-29" coordsize="7,62">
              <v:shape style="position:absolute;left:4591;top:-29;width:7;height:62" coordorigin="4591,-29" coordsize="7,62" path="m4591,2l4598,2e" filled="f" stroked="t" strokeweight="3.176pt" strokecolor="#EC008C">
                <v:path arrowok="t"/>
              </v:shape>
            </v:group>
            <v:group style="position:absolute;left:4591;top:94;width:7;height:62" coordorigin="4591,94" coordsize="7,62">
              <v:shape style="position:absolute;left:4591;top:94;width:7;height:62" coordorigin="4591,94" coordsize="7,62" path="m4591,125l4598,125e" filled="f" stroked="t" strokeweight="3.176pt" strokecolor="#EC008C">
                <v:path arrowok="t"/>
              </v:shape>
            </v:group>
            <v:group style="position:absolute;left:4536;top:-75;width:62;height:7" coordorigin="4536,-75" coordsize="62,7">
              <v:shape style="position:absolute;left:4536;top:-75;width:62;height:7" coordorigin="4536,-75" coordsize="62,7" path="m4536,-72l4598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.2015pt;margin-top:8.746597pt;width:3.512pt;height:12.4065pt;mso-position-horizontal-relative:page;mso-position-vertical-relative:paragraph;z-index:-859" coordorigin="664,175" coordsize="70,248">
            <v:group style="position:absolute;left:696;top:330;width:7;height:62" coordorigin="696,330" coordsize="7,62">
              <v:shape style="position:absolute;left:696;top:330;width:7;height:62" coordorigin="696,330" coordsize="7,62" path="m696,361l702,361e" filled="f" stroked="t" strokeweight="3.177pt" strokecolor="#EC008C">
                <v:path arrowok="t"/>
              </v:shape>
            </v:group>
            <v:group style="position:absolute;left:696;top:207;width:7;height:62" coordorigin="696,207" coordsize="7,62">
              <v:shape style="position:absolute;left:696;top:207;width:7;height:62" coordorigin="696,207" coordsize="7,62" path="m696,237l702,237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.202pt;margin-top:-3.558403pt;width:3.511pt;height:12.406pt;mso-position-horizontal-relative:page;mso-position-vertical-relative:paragraph;z-index:-858" coordorigin="664,-71" coordsize="70,248">
            <v:group style="position:absolute;left:696;top:84;width:7;height:62" coordorigin="696,84" coordsize="7,62">
              <v:shape style="position:absolute;left:696;top:84;width:7;height:62" coordorigin="696,84" coordsize="7,62" path="m696,114l702,114e" filled="f" stroked="t" strokeweight="3.176pt" strokecolor="#EC008C">
                <v:path arrowok="t"/>
              </v:shape>
            </v:group>
            <v:group style="position:absolute;left:696;top:-39;width:7;height:62" coordorigin="696,-39" coordsize="7,62">
              <v:shape style="position:absolute;left:696;top:-39;width:7;height:62" coordorigin="696,-39" coordsize="7,62" path="m696,-9l702,-9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872501pt;margin-top:-3.964903pt;width:9.664pt;height:.77pt;mso-position-horizontal-relative:page;mso-position-vertical-relative:paragraph;z-index:-857" coordorigin="717,-79" coordsize="193,15">
            <v:group style="position:absolute;left:722;top:-75;width:62;height:7" coordorigin="722,-75" coordsize="62,7">
              <v:shape style="position:absolute;left:722;top:-75;width:62;height:7" coordorigin="722,-75" coordsize="62,7" path="m722,-72l783,-72e" filled="f" stroked="t" strokeweight=".435pt" strokecolor="#EC008C">
                <v:path arrowok="t"/>
              </v:shape>
            </v:group>
            <v:group style="position:absolute;left:845;top:-75;width:62;height:7" coordorigin="845,-75" coordsize="62,7">
              <v:shape style="position:absolute;left:845;top:-75;width:62;height:7" coordorigin="845,-75" coordsize="62,7" path="m845,-72l906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8.177502pt;margin-top:-3.964903pt;width:9.663pt;height:.77pt;mso-position-horizontal-relative:page;mso-position-vertical-relative:paragraph;z-index:-856" coordorigin="964,-79" coordsize="193,15">
            <v:group style="position:absolute;left:968;top:-75;width:62;height:7" coordorigin="968,-75" coordsize="62,7">
              <v:shape style="position:absolute;left:968;top:-75;width:62;height:7" coordorigin="968,-75" coordsize="62,7" path="m968,-72l1029,-72e" filled="f" stroked="t" strokeweight=".435pt" strokecolor="#EC008C">
                <v:path arrowok="t"/>
              </v:shape>
            </v:group>
            <v:group style="position:absolute;left:1091;top:-75;width:62;height:7" coordorigin="1091,-75" coordsize="62,7">
              <v:shape style="position:absolute;left:1091;top:-75;width:62;height:7" coordorigin="1091,-75" coordsize="62,7" path="m1091,-72l1152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0.482498pt;margin-top:-3.964903pt;width:9.663pt;height:.77pt;mso-position-horizontal-relative:page;mso-position-vertical-relative:paragraph;z-index:-855" coordorigin="1210,-79" coordsize="193,15">
            <v:group style="position:absolute;left:1214;top:-75;width:62;height:7" coordorigin="1214,-75" coordsize="62,7">
              <v:shape style="position:absolute;left:1214;top:-75;width:62;height:7" coordorigin="1214,-75" coordsize="62,7" path="m1214,-72l1276,-72e" filled="f" stroked="t" strokeweight=".435pt" strokecolor="#EC008C">
                <v:path arrowok="t"/>
              </v:shape>
            </v:group>
            <v:group style="position:absolute;left:1337;top:-75;width:62;height:7" coordorigin="1337,-75" coordsize="62,7">
              <v:shape style="position:absolute;left:1337;top:-75;width:62;height:7" coordorigin="1337,-75" coordsize="62,7" path="m1337,-72l1399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91.244499pt;margin-top:-3.964903pt;width:9.664pt;height:.77pt;mso-position-horizontal-relative:page;mso-position-vertical-relative:paragraph;z-index:-854" coordorigin="1825,-79" coordsize="193,15">
            <v:group style="position:absolute;left:1829;top:-75;width:62;height:7" coordorigin="1829,-75" coordsize="62,7">
              <v:shape style="position:absolute;left:1829;top:-75;width:62;height:7" coordorigin="1829,-75" coordsize="62,7" path="m1829,-72l1891,-72e" filled="f" stroked="t" strokeweight=".435pt" strokecolor="#EC008C">
                <v:path arrowok="t"/>
              </v:shape>
            </v:group>
            <v:group style="position:absolute;left:1952;top:-75;width:62;height:7" coordorigin="1952,-75" coordsize="62,7">
              <v:shape style="position:absolute;left:1952;top:-75;width:62;height:7" coordorigin="1952,-75" coordsize="62,7" path="m1952,-72l2014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3.5495pt;margin-top:-3.964903pt;width:9.664pt;height:.77pt;mso-position-horizontal-relative:page;mso-position-vertical-relative:paragraph;z-index:-853" coordorigin="2071,-79" coordsize="193,15">
            <v:group style="position:absolute;left:2075;top:-75;width:62;height:7" coordorigin="2075,-75" coordsize="62,7">
              <v:shape style="position:absolute;left:2075;top:-75;width:62;height:7" coordorigin="2075,-75" coordsize="62,7" path="m2075,-72l2137,-72e" filled="f" stroked="t" strokeweight=".435pt" strokecolor="#EC008C">
                <v:path arrowok="t"/>
              </v:shape>
            </v:group>
            <v:group style="position:absolute;left:2198;top:-75;width:62;height:7" coordorigin="2198,-75" coordsize="62,7">
              <v:shape style="position:absolute;left:2198;top:-75;width:62;height:7" coordorigin="2198,-75" coordsize="62,7" path="m2198,-72l2260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15.8545pt;margin-top:-3.964903pt;width:9.664pt;height:.77pt;mso-position-horizontal-relative:page;mso-position-vertical-relative:paragraph;z-index:-852" coordorigin="2317,-79" coordsize="193,15">
            <v:group style="position:absolute;left:2321;top:-75;width:62;height:7" coordorigin="2321,-75" coordsize="62,7">
              <v:shape style="position:absolute;left:2321;top:-75;width:62;height:7" coordorigin="2321,-75" coordsize="62,7" path="m2321,-72l2383,-72e" filled="f" stroked="t" strokeweight=".435pt" strokecolor="#EC008C">
                <v:path arrowok="t"/>
              </v:shape>
            </v:group>
            <v:group style="position:absolute;left:2444;top:-75;width:62;height:7" coordorigin="2444,-75" coordsize="62,7">
              <v:shape style="position:absolute;left:2444;top:-75;width:62;height:7" coordorigin="2444,-75" coordsize="62,7" path="m2444,-72l2506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28.158493pt;margin-top:-3.964903pt;width:9.665pt;height:.77pt;mso-position-horizontal-relative:page;mso-position-vertical-relative:paragraph;z-index:-851" coordorigin="2563,-79" coordsize="193,15">
            <v:group style="position:absolute;left:2568;top:-75;width:62;height:7" coordorigin="2568,-75" coordsize="62,7">
              <v:shape style="position:absolute;left:2568;top:-75;width:62;height:7" coordorigin="2568,-75" coordsize="62,7" path="m2568,-72l2629,-72e" filled="f" stroked="t" strokeweight=".435pt" strokecolor="#EC008C">
                <v:path arrowok="t"/>
              </v:shape>
            </v:group>
            <v:group style="position:absolute;left:2691;top:-75;width:62;height:7" coordorigin="2691,-75" coordsize="62,7">
              <v:shape style="position:absolute;left:2691;top:-75;width:62;height:7" coordorigin="2691,-75" coordsize="62,7" path="m2691,-72l2752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40.464493pt;margin-top:-3.964903pt;width:9.663pt;height:.77pt;mso-position-horizontal-relative:page;mso-position-vertical-relative:paragraph;z-index:-850" coordorigin="2809,-79" coordsize="193,15">
            <v:group style="position:absolute;left:2814;top:-75;width:62;height:7" coordorigin="2814,-75" coordsize="62,7">
              <v:shape style="position:absolute;left:2814;top:-75;width:62;height:7" coordorigin="2814,-75" coordsize="62,7" path="m2814,-72l2875,-72e" filled="f" stroked="t" strokeweight=".435pt" strokecolor="#EC008C">
                <v:path arrowok="t"/>
              </v:shape>
            </v:group>
            <v:group style="position:absolute;left:2937;top:-75;width:62;height:7" coordorigin="2937,-75" coordsize="62,7">
              <v:shape style="position:absolute;left:2937;top:-75;width:62;height:7" coordorigin="2937,-75" coordsize="62,7" path="m2937,-72l2998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2.769501pt;margin-top:-3.964903pt;width:9.663pt;height:.77pt;mso-position-horizontal-relative:page;mso-position-vertical-relative:paragraph;z-index:-849" coordorigin="3055,-79" coordsize="193,15">
            <v:group style="position:absolute;left:3060;top:-75;width:62;height:7" coordorigin="3060,-75" coordsize="62,7">
              <v:shape style="position:absolute;left:3060;top:-75;width:62;height:7" coordorigin="3060,-75" coordsize="62,7" path="m3060,-72l3121,-72e" filled="f" stroked="t" strokeweight=".435pt" strokecolor="#EC008C">
                <v:path arrowok="t"/>
              </v:shape>
            </v:group>
            <v:group style="position:absolute;left:3183;top:-75;width:62;height:7" coordorigin="3183,-75" coordsize="62,7">
              <v:shape style="position:absolute;left:3183;top:-75;width:62;height:7" coordorigin="3183,-75" coordsize="62,7" path="m3183,-72l3244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65.073502pt;margin-top:-3.964903pt;width:9.665pt;height:.77pt;mso-position-horizontal-relative:page;mso-position-vertical-relative:paragraph;z-index:-848" coordorigin="3301,-79" coordsize="193,15">
            <v:group style="position:absolute;left:3306;top:-75;width:62;height:7" coordorigin="3306,-75" coordsize="62,7">
              <v:shape style="position:absolute;left:3306;top:-75;width:62;height:7" coordorigin="3306,-75" coordsize="62,7" path="m3306,-72l3367,-72e" filled="f" stroked="t" strokeweight=".435pt" strokecolor="#EC008C">
                <v:path arrowok="t"/>
              </v:shape>
            </v:group>
            <v:group style="position:absolute;left:3429;top:-75;width:62;height:7" coordorigin="3429,-75" coordsize="62,7">
              <v:shape style="position:absolute;left:3429;top:-75;width:62;height:7" coordorigin="3429,-75" coordsize="62,7" path="m3429,-72l3490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7.379501pt;margin-top:-3.964903pt;width:9.664pt;height:.77pt;mso-position-horizontal-relative:page;mso-position-vertical-relative:paragraph;z-index:-847" coordorigin="3548,-79" coordsize="193,15">
            <v:group style="position:absolute;left:3552;top:-75;width:62;height:7" coordorigin="3552,-75" coordsize="62,7">
              <v:shape style="position:absolute;left:3552;top:-75;width:62;height:7" coordorigin="3552,-75" coordsize="62,7" path="m3552,-72l3613,-72e" filled="f" stroked="t" strokeweight=".435pt" strokecolor="#EC008C">
                <v:path arrowok="t"/>
              </v:shape>
            </v:group>
            <v:group style="position:absolute;left:3675;top:-75;width:62;height:7" coordorigin="3675,-75" coordsize="62,7">
              <v:shape style="position:absolute;left:3675;top:-75;width:62;height:7" coordorigin="3675,-75" coordsize="62,7" path="m3675,-72l3737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89.683502pt;margin-top:-3.964903pt;width:9.664pt;height:.77pt;mso-position-horizontal-relative:page;mso-position-vertical-relative:paragraph;z-index:-846" coordorigin="3794,-79" coordsize="193,15">
            <v:group style="position:absolute;left:3798;top:-75;width:62;height:7" coordorigin="3798,-75" coordsize="62,7">
              <v:shape style="position:absolute;left:3798;top:-75;width:62;height:7" coordorigin="3798,-75" coordsize="62,7" path="m3798,-72l3860,-72e" filled="f" stroked="t" strokeweight=".435pt" strokecolor="#EC008C">
                <v:path arrowok="t"/>
              </v:shape>
            </v:group>
            <v:group style="position:absolute;left:3921;top:-75;width:62;height:7" coordorigin="3921,-75" coordsize="62,7">
              <v:shape style="position:absolute;left:3921;top:-75;width:62;height:7" coordorigin="3921,-75" coordsize="62,7" path="m3921,-72l3983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01.989502pt;margin-top:-3.964903pt;width:9.663pt;height:.77pt;mso-position-horizontal-relative:page;mso-position-vertical-relative:paragraph;z-index:-845" coordorigin="4040,-79" coordsize="193,15">
            <v:group style="position:absolute;left:4044;top:-75;width:62;height:7" coordorigin="4044,-75" coordsize="62,7">
              <v:shape style="position:absolute;left:4044;top:-75;width:62;height:7" coordorigin="4044,-75" coordsize="62,7" path="m4044,-72l4106,-72e" filled="f" stroked="t" strokeweight=".435pt" strokecolor="#EC008C">
                <v:path arrowok="t"/>
              </v:shape>
            </v:group>
            <v:group style="position:absolute;left:4167;top:-75;width:62;height:7" coordorigin="4167,-75" coordsize="62,7">
              <v:shape style="position:absolute;left:4167;top:-75;width:62;height:7" coordorigin="4167,-75" coordsize="62,7" path="m4167,-72l4229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14.293503pt;margin-top:-3.964903pt;width:9.665pt;height:.77pt;mso-position-horizontal-relative:page;mso-position-vertical-relative:paragraph;z-index:-844" coordorigin="4286,-79" coordsize="193,15">
            <v:group style="position:absolute;left:4290;top:-75;width:62;height:7" coordorigin="4290,-75" coordsize="62,7">
              <v:shape style="position:absolute;left:4290;top:-75;width:62;height:7" coordorigin="4290,-75" coordsize="62,7" path="m4290,-72l4352,-72e" filled="f" stroked="t" strokeweight=".435pt" strokecolor="#EC008C">
                <v:path arrowok="t"/>
              </v:shape>
            </v:group>
            <v:group style="position:absolute;left:4413;top:-75;width:62;height:7" coordorigin="4413,-75" coordsize="62,7">
              <v:shape style="position:absolute;left:4413;top:-75;width:62;height:7" coordorigin="4413,-75" coordsize="62,7" path="m4413,-72l4475,-72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52.429993pt;margin-top:-9.205403pt;width:11.374pt;height:14.56pt;mso-position-horizontal-relative:page;mso-position-vertical-relative:paragraph;z-index:-842" coordorigin="9049,-184" coordsize="227,291">
            <v:group style="position:absolute;left:9237;top:-116;width:6;height:64" coordorigin="9237,-116" coordsize="6,64">
              <v:shape style="position:absolute;left:9237;top:-116;width:6;height:64" coordorigin="9237,-116" coordsize="6,64" path="m9237,-84l9243,-84e" filled="f" stroked="t" strokeweight="3.276pt" strokecolor="#EC008C">
                <v:path arrowok="t"/>
              </v:shape>
            </v:group>
            <v:group style="position:absolute;left:9237;top:11;width:6;height:64" coordorigin="9237,11" coordsize="6,64">
              <v:shape style="position:absolute;left:9237;top:11;width:6;height:64" coordorigin="9237,11" coordsize="6,64" path="m9237,43l9243,43e" filled="f" stroked="t" strokeweight="3.276pt" strokecolor="#EC008C">
                <v:path arrowok="t"/>
              </v:shape>
            </v:group>
            <v:group style="position:absolute;left:9053;top:-180;width:64;height:6" coordorigin="9053,-180" coordsize="64,6">
              <v:shape style="position:absolute;left:9053;top:-180;width:64;height:6" coordorigin="9053,-180" coordsize="64,6" path="m9053,-177l9116,-177e" filled="f" stroked="t" strokeweight=".418pt" strokecolor="#EC008C">
                <v:path arrowok="t"/>
              </v:shape>
            </v:group>
            <v:group style="position:absolute;left:9180;top:-180;width:64;height:6" coordorigin="9180,-180" coordsize="64,6">
              <v:shape style="position:absolute;left:9180;top:-180;width:64;height:6" coordorigin="9180,-180" coordsize="64,6" path="m9180,-177l9243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3.504597pt;width:3.594pt;height:12.803pt;mso-position-horizontal-relative:page;mso-position-vertical-relative:paragraph;z-index:-817" coordorigin="5301,70" coordsize="72,256">
            <v:group style="position:absolute;left:5334;top:230;width:6;height:64" coordorigin="5334,230" coordsize="6,64">
              <v:shape style="position:absolute;left:5334;top:230;width:6;height:64" coordorigin="5334,230" coordsize="6,64" path="m5334,262l5341,262e" filled="f" stroked="t" strokeweight="3.276pt" strokecolor="#EC008C">
                <v:path arrowok="t"/>
              </v:shape>
            </v:group>
            <v:group style="position:absolute;left:5334;top:103;width:6;height:64" coordorigin="5334,103" coordsize="6,64">
              <v:shape style="position:absolute;left:5334;top:103;width:6;height:64" coordorigin="5334,103" coordsize="6,64" path="m5334,135l5341,135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-9.198403pt;width:3.594pt;height:12.803pt;mso-position-horizontal-relative:page;mso-position-vertical-relative:paragraph;z-index:-816" coordorigin="5301,-184" coordsize="72,256">
            <v:group style="position:absolute;left:5334;top:-24;width:6;height:64" coordorigin="5334,-24" coordsize="6,64">
              <v:shape style="position:absolute;left:5334;top:-24;width:6;height:64" coordorigin="5334,-24" coordsize="6,64" path="m5334,8l5341,8e" filled="f" stroked="t" strokeweight="3.276pt" strokecolor="#EC008C">
                <v:path arrowok="t"/>
              </v:shape>
            </v:group>
            <v:group style="position:absolute;left:5334;top:-151;width:6;height:64" coordorigin="5334,-151" coordsize="6,64">
              <v:shape style="position:absolute;left:5334;top:-151;width:6;height:64" coordorigin="5334,-151" coordsize="6,64" path="m5334,-119l5341,-119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8.239014pt;margin-top:-9.205403pt;width:9.945pt;height:.736pt;mso-position-horizontal-relative:page;mso-position-vertical-relative:paragraph;z-index:-815" coordorigin="5365,-184" coordsize="199,15">
            <v:group style="position:absolute;left:5369;top:-180;width:64;height:6" coordorigin="5369,-180" coordsize="64,6">
              <v:shape style="position:absolute;left:5369;top:-180;width:64;height:6" coordorigin="5369,-180" coordsize="64,6" path="m5369,-177l5432,-177e" filled="f" stroked="t" strokeweight=".418pt" strokecolor="#EC008C">
                <v:path arrowok="t"/>
              </v:shape>
            </v:group>
            <v:group style="position:absolute;left:5496;top:-180;width:64;height:6" coordorigin="5496,-180" coordsize="64,6">
              <v:shape style="position:absolute;left:5496;top:-180;width:64;height:6" coordorigin="5496,-180" coordsize="64,6" path="m5496,-177l5560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80.941986pt;margin-top:-9.205403pt;width:9.945pt;height:.736pt;mso-position-horizontal-relative:page;mso-position-vertical-relative:paragraph;z-index:-814" coordorigin="5619,-184" coordsize="199,15">
            <v:group style="position:absolute;left:5623;top:-180;width:64;height:6" coordorigin="5623,-180" coordsize="64,6">
              <v:shape style="position:absolute;left:5623;top:-180;width:64;height:6" coordorigin="5623,-180" coordsize="64,6" path="m5623,-177l5687,-177e" filled="f" stroked="t" strokeweight=".418pt" strokecolor="#EC008C">
                <v:path arrowok="t"/>
              </v:shape>
            </v:group>
            <v:group style="position:absolute;left:5750;top:-180;width:64;height:6" coordorigin="5750,-180" coordsize="64,6">
              <v:shape style="position:absolute;left:5750;top:-180;width:64;height:6" coordorigin="5750,-180" coordsize="64,6" path="m5750,-177l5814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3.644989pt;margin-top:-9.205403pt;width:9.945pt;height:.736pt;mso-position-horizontal-relative:page;mso-position-vertical-relative:paragraph;z-index:-813" coordorigin="5873,-184" coordsize="199,15">
            <v:group style="position:absolute;left:5877;top:-180;width:64;height:6" coordorigin="5877,-180" coordsize="64,6">
              <v:shape style="position:absolute;left:5877;top:-180;width:64;height:6" coordorigin="5877,-180" coordsize="64,6" path="m5877,-177l5941,-177e" filled="f" stroked="t" strokeweight=".418pt" strokecolor="#EC008C">
                <v:path arrowok="t"/>
              </v:shape>
            </v:group>
            <v:group style="position:absolute;left:6004;top:-180;width:64;height:6" coordorigin="6004,-180" coordsize="64,6">
              <v:shape style="position:absolute;left:6004;top:-180;width:64;height:6" coordorigin="6004,-180" coordsize="64,6" path="m6004,-177l6068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06.346985pt;margin-top:-9.205403pt;width:9.946pt;height:.736pt;mso-position-horizontal-relative:page;mso-position-vertical-relative:paragraph;z-index:-812" coordorigin="6127,-184" coordsize="199,15">
            <v:group style="position:absolute;left:6131;top:-180;width:64;height:6" coordorigin="6131,-180" coordsize="64,6">
              <v:shape style="position:absolute;left:6131;top:-180;width:64;height:6" coordorigin="6131,-180" coordsize="64,6" path="m6131,-177l6195,-177e" filled="f" stroked="t" strokeweight=".418pt" strokecolor="#EC008C">
                <v:path arrowok="t"/>
              </v:shape>
            </v:group>
            <v:group style="position:absolute;left:6258;top:-180;width:64;height:6" coordorigin="6258,-180" coordsize="64,6">
              <v:shape style="position:absolute;left:6258;top:-180;width:64;height:6" coordorigin="6258,-180" coordsize="64,6" path="m6258,-177l6322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19.049988pt;margin-top:-9.205403pt;width:9.946pt;height:.736pt;mso-position-horizontal-relative:page;mso-position-vertical-relative:paragraph;z-index:-811" coordorigin="6381,-184" coordsize="199,15">
            <v:group style="position:absolute;left:6385;top:-180;width:64;height:6" coordorigin="6385,-180" coordsize="64,6">
              <v:shape style="position:absolute;left:6385;top:-180;width:64;height:6" coordorigin="6385,-180" coordsize="64,6" path="m6385,-177l6449,-177e" filled="f" stroked="t" strokeweight=".418pt" strokecolor="#EC008C">
                <v:path arrowok="t"/>
              </v:shape>
            </v:group>
            <v:group style="position:absolute;left:6512;top:-180;width:64;height:6" coordorigin="6512,-180" coordsize="64,6">
              <v:shape style="position:absolute;left:6512;top:-180;width:64;height:6" coordorigin="6512,-180" coordsize="64,6" path="m6512,-177l6576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1.752991pt;margin-top:-9.205403pt;width:9.945pt;height:.736pt;mso-position-horizontal-relative:page;mso-position-vertical-relative:paragraph;z-index:-810" coordorigin="6635,-184" coordsize="199,15">
            <v:group style="position:absolute;left:6639;top:-180;width:64;height:6" coordorigin="6639,-180" coordsize="64,6">
              <v:shape style="position:absolute;left:6639;top:-180;width:64;height:6" coordorigin="6639,-180" coordsize="64,6" path="m6639,-177l6703,-177e" filled="f" stroked="t" strokeweight=".418pt" strokecolor="#EC008C">
                <v:path arrowok="t"/>
              </v:shape>
            </v:group>
            <v:group style="position:absolute;left:6766;top:-180;width:64;height:6" coordorigin="6766,-180" coordsize="64,6">
              <v:shape style="position:absolute;left:6766;top:-180;width:64;height:6" coordorigin="6766,-180" coordsize="64,6" path="m6766,-177l6830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44.455994pt;margin-top:-9.205403pt;width:9.945pt;height:.736pt;mso-position-horizontal-relative:page;mso-position-vertical-relative:paragraph;z-index:-809" coordorigin="6889,-184" coordsize="199,15">
            <v:group style="position:absolute;left:6893;top:-180;width:64;height:6" coordorigin="6893,-180" coordsize="64,6">
              <v:shape style="position:absolute;left:6893;top:-180;width:64;height:6" coordorigin="6893,-180" coordsize="64,6" path="m6893,-177l6957,-177e" filled="f" stroked="t" strokeweight=".418pt" strokecolor="#EC008C">
                <v:path arrowok="t"/>
              </v:shape>
            </v:group>
            <v:group style="position:absolute;left:7020;top:-180;width:64;height:6" coordorigin="7020,-180" coordsize="64,6">
              <v:shape style="position:absolute;left:7020;top:-180;width:64;height:6" coordorigin="7020,-180" coordsize="64,6" path="m7020,-177l7084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76.213013pt;margin-top:-9.205403pt;width:9.945pt;height:.736pt;mso-position-horizontal-relative:page;mso-position-vertical-relative:paragraph;z-index:-808" coordorigin="7524,-184" coordsize="199,15">
            <v:group style="position:absolute;left:7528;top:-180;width:64;height:6" coordorigin="7528,-180" coordsize="64,6">
              <v:shape style="position:absolute;left:7528;top:-180;width:64;height:6" coordorigin="7528,-180" coordsize="64,6" path="m7528,-177l7592,-177e" filled="f" stroked="t" strokeweight=".418pt" strokecolor="#EC008C">
                <v:path arrowok="t"/>
              </v:shape>
            </v:group>
            <v:group style="position:absolute;left:7655;top:-180;width:64;height:6" coordorigin="7655,-180" coordsize="64,6">
              <v:shape style="position:absolute;left:7655;top:-180;width:64;height:6" coordorigin="7655,-180" coordsize="64,6" path="m7655,-177l7719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88.915985pt;margin-top:-9.205403pt;width:9.944pt;height:.736pt;mso-position-horizontal-relative:page;mso-position-vertical-relative:paragraph;z-index:-807" coordorigin="7778,-184" coordsize="199,15">
            <v:group style="position:absolute;left:7782;top:-180;width:64;height:6" coordorigin="7782,-180" coordsize="64,6">
              <v:shape style="position:absolute;left:7782;top:-180;width:64;height:6" coordorigin="7782,-180" coordsize="64,6" path="m7782,-177l7846,-177e" filled="f" stroked="t" strokeweight=".418pt" strokecolor="#EC008C">
                <v:path arrowok="t"/>
              </v:shape>
            </v:group>
            <v:group style="position:absolute;left:7909;top:-180;width:64;height:6" coordorigin="7909,-180" coordsize="64,6">
              <v:shape style="position:absolute;left:7909;top:-180;width:64;height:6" coordorigin="7909,-180" coordsize="64,6" path="m7909,-177l7973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01.618011pt;margin-top:-9.205403pt;width:9.946pt;height:.736pt;mso-position-horizontal-relative:page;mso-position-vertical-relative:paragraph;z-index:-806" coordorigin="8032,-184" coordsize="199,15">
            <v:group style="position:absolute;left:8037;top:-180;width:64;height:6" coordorigin="8037,-180" coordsize="64,6">
              <v:shape style="position:absolute;left:8037;top:-180;width:64;height:6" coordorigin="8037,-180" coordsize="64,6" path="m8037,-177l8100,-177e" filled="f" stroked="t" strokeweight=".418pt" strokecolor="#EC008C">
                <v:path arrowok="t"/>
              </v:shape>
            </v:group>
            <v:group style="position:absolute;left:8164;top:-180;width:64;height:6" coordorigin="8164,-180" coordsize="64,6">
              <v:shape style="position:absolute;left:8164;top:-180;width:64;height:6" coordorigin="8164,-180" coordsize="64,6" path="m8164,-177l8227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4.321014pt;margin-top:-9.205403pt;width:9.946pt;height:.736pt;mso-position-horizontal-relative:page;mso-position-vertical-relative:paragraph;z-index:-805" coordorigin="8286,-184" coordsize="199,15">
            <v:group style="position:absolute;left:8291;top:-180;width:64;height:6" coordorigin="8291,-180" coordsize="64,6">
              <v:shape style="position:absolute;left:8291;top:-180;width:64;height:6" coordorigin="8291,-180" coordsize="64,6" path="m8291,-177l8354,-177e" filled="f" stroked="t" strokeweight=".418pt" strokecolor="#EC008C">
                <v:path arrowok="t"/>
              </v:shape>
            </v:group>
            <v:group style="position:absolute;left:8418;top:-180;width:64;height:6" coordorigin="8418,-180" coordsize="64,6">
              <v:shape style="position:absolute;left:8418;top:-180;width:64;height:6" coordorigin="8418,-180" coordsize="64,6" path="m8418,-177l8481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27.023987pt;margin-top:-9.205403pt;width:9.945pt;height:.736pt;mso-position-horizontal-relative:page;mso-position-vertical-relative:paragraph;z-index:-804" coordorigin="8540,-184" coordsize="199,15">
            <v:group style="position:absolute;left:8545;top:-180;width:64;height:6" coordorigin="8545,-180" coordsize="64,6">
              <v:shape style="position:absolute;left:8545;top:-180;width:64;height:6" coordorigin="8545,-180" coordsize="64,6" path="m8545,-177l8608,-177e" filled="f" stroked="t" strokeweight=".418pt" strokecolor="#EC008C">
                <v:path arrowok="t"/>
              </v:shape>
            </v:group>
            <v:group style="position:absolute;left:8672;top:-180;width:64;height:6" coordorigin="8672,-180" coordsize="64,6">
              <v:shape style="position:absolute;left:8672;top:-180;width:64;height:6" coordorigin="8672,-180" coordsize="64,6" path="m8672,-177l8735,-177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39.72699pt;margin-top:-9.205403pt;width:9.945pt;height:.736pt;mso-position-horizontal-relative:page;mso-position-vertical-relative:paragraph;z-index:-803" coordorigin="8795,-184" coordsize="199,15">
            <v:group style="position:absolute;left:8799;top:-180;width:64;height:6" coordorigin="8799,-180" coordsize="64,6">
              <v:shape style="position:absolute;left:8799;top:-180;width:64;height:6" coordorigin="8799,-180" coordsize="64,6" path="m8799,-177l8862,-177e" filled="f" stroked="t" strokeweight=".418pt" strokecolor="#EC008C">
                <v:path arrowok="t"/>
              </v:shape>
            </v:group>
            <v:group style="position:absolute;left:8926;top:-180;width:64;height:6" coordorigin="8926,-180" coordsize="64,6">
              <v:shape style="position:absolute;left:8926;top:-180;width:64;height:6" coordorigin="8926,-180" coordsize="64,6" path="m8926,-177l8989,-177e" filled="f" stroked="t" strokeweight=".418pt" strokecolor="#EC008C">
                <v:path arrowok="t"/>
              </v:shape>
            </v:group>
            <w10:wrap type="none"/>
          </v:group>
        </w:pict>
      </w:r>
      <w:r>
        <w:rPr>
          <w:rFonts w:ascii="Myriad Pro" w:hAnsi="Myriad Pro" w:cs="Myriad Pro" w:eastAsia="Myriad Pro"/>
          <w:sz w:val="11"/>
          <w:szCs w:val="11"/>
          <w:color w:val="FFFFFF"/>
          <w:spacing w:val="0"/>
          <w:w w:val="103"/>
        </w:rPr>
        <w:t>x</w:t>
      </w:r>
      <w:r>
        <w:rPr>
          <w:rFonts w:ascii="Myriad Pro" w:hAnsi="Myriad Pro" w:cs="Myriad Pro" w:eastAsia="Myriad Pro"/>
          <w:sz w:val="11"/>
          <w:szCs w:val="11"/>
          <w:color w:val="000000"/>
          <w:spacing w:val="0"/>
          <w:w w:val="100"/>
        </w:rPr>
      </w:r>
    </w:p>
    <w:p>
      <w:pPr>
        <w:spacing w:before="0" w:after="0" w:line="125" w:lineRule="exact"/>
        <w:ind w:left="940" w:right="-20"/>
        <w:jc w:val="left"/>
        <w:rPr>
          <w:rFonts w:ascii="Myriad Pro" w:hAnsi="Myriad Pro" w:cs="Myriad Pro" w:eastAsia="Myriad Pro"/>
          <w:sz w:val="12"/>
          <w:szCs w:val="12"/>
        </w:rPr>
      </w:pPr>
      <w:rPr/>
      <w:r>
        <w:rPr/>
        <w:pict>
          <v:group style="position:absolute;margin-left:33.202pt;margin-top:12.091597pt;width:3.511pt;height:12.404pt;mso-position-horizontal-relative:page;mso-position-vertical-relative:paragraph;z-index:-860" coordorigin="664,242" coordsize="70,248">
            <v:group style="position:absolute;left:696;top:397;width:7;height:62" coordorigin="696,397" coordsize="7,62">
              <v:shape style="position:absolute;left:696;top:397;width:7;height:62" coordorigin="696,397" coordsize="7,62" path="m696,427l702,427e" filled="f" stroked="t" strokeweight="3.176pt" strokecolor="#EC008C">
                <v:path arrowok="t"/>
              </v:shape>
            </v:group>
            <v:group style="position:absolute;left:696;top:274;width:7;height:62" coordorigin="696,274" coordsize="7,62">
              <v:shape style="position:absolute;left:696;top:274;width:7;height:62" coordorigin="696,274" coordsize="7,62" path="m696,304l702,304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-18.166403pt;width:198.735pt;height:113.009pt;mso-position-horizontal-relative:page;mso-position-vertical-relative:paragraph;z-index:-843" coordorigin="5301,-363" coordsize="3975,2260">
            <v:group style="position:absolute;left:5927;top:234;width:2721;height:1064" coordorigin="5927,234" coordsize="2721,1064">
              <v:shape style="position:absolute;left:5927;top:234;width:2721;height:1064" coordorigin="5927,234" coordsize="2721,1064" path="m8636,234l5939,234,5927,246,5927,1286,5939,1298,8636,1298,8648,1286,8648,246,8636,234e" filled="t" fillcolor="#013A81" stroked="f">
                <v:path arrowok="t"/>
                <v:fill/>
              </v:shape>
            </v:group>
            <v:group style="position:absolute;left:8532;top:1054;width:58;height:57" coordorigin="8532,1054" coordsize="58,57">
              <v:shape style="position:absolute;left:8532;top:1054;width:58;height:57" coordorigin="8532,1054" coordsize="58,57" path="m8574,1107l8550,1107,8564,1111,8574,1107e" filled="t" fillcolor="#FFFFFF" stroked="f">
                <v:path arrowok="t"/>
                <v:fill/>
              </v:shape>
              <v:shape style="position:absolute;left:8532;top:1054;width:58;height:57" coordorigin="8532,1054" coordsize="58,57" path="m8548,1106l8548,1107,8550,1107,8548,1106e" filled="t" fillcolor="#FFFFFF" stroked="f">
                <v:path arrowok="t"/>
                <v:fill/>
              </v:shape>
              <v:shape style="position:absolute;left:8532;top:1054;width:58;height:57" coordorigin="8532,1054" coordsize="58,57" path="m8576,1106l8574,1107,8575,1107,8576,1106e" filled="t" fillcolor="#FFFFFF" stroked="f">
                <v:path arrowok="t"/>
                <v:fill/>
              </v:shape>
              <v:shape style="position:absolute;left:8532;top:1054;width:58;height:57" coordorigin="8532,1054" coordsize="58,57" path="m8538,1097l8543,1104,8548,1106,8538,1097e" filled="t" fillcolor="#FFFFFF" stroked="f">
                <v:path arrowok="t"/>
                <v:fill/>
              </v:shape>
              <v:shape style="position:absolute;left:8532;top:1054;width:58;height:57" coordorigin="8532,1054" coordsize="58,57" path="m8575,1059l8585,1069,8585,1096,8576,1106,8583,1102,8591,1081,8581,1061,8575,1059e" filled="t" fillcolor="#FFFFFF" stroked="f">
                <v:path arrowok="t"/>
                <v:fill/>
              </v:shape>
              <v:shape style="position:absolute;left:8532;top:1054;width:58;height:57" coordorigin="8532,1054" coordsize="58,57" path="m8571,1066l8551,1066,8551,1099,8556,1099,8556,1085,8566,1085,8566,1085,8571,1084,8575,1081,8575,1081,8556,1081,8556,1070,8575,1070,8575,1069,8571,1066e" filled="t" fillcolor="#FFFFFF" stroked="f">
                <v:path arrowok="t"/>
                <v:fill/>
              </v:shape>
              <v:shape style="position:absolute;left:8532;top:1054;width:58;height:57" coordorigin="8532,1054" coordsize="58,57" path="m8566,1085l8561,1085,8570,1099,8576,1099,8566,1085e" filled="t" fillcolor="#FFFFFF" stroked="f">
                <v:path arrowok="t"/>
                <v:fill/>
              </v:shape>
              <v:shape style="position:absolute;left:8532;top:1054;width:58;height:57" coordorigin="8532,1054" coordsize="58,57" path="m8538,1096l8538,1096,8538,1097,8538,1096e" filled="t" fillcolor="#FFFFFF" stroked="f">
                <v:path arrowok="t"/>
                <v:fill/>
              </v:shape>
              <v:shape style="position:absolute;left:8532;top:1054;width:58;height:57" coordorigin="8532,1054" coordsize="58,57" path="m8548,1059l8541,1062,8532,1083,8533,1086,8538,1096,8538,1069,8548,1059e" filled="t" fillcolor="#FFFFFF" stroked="f">
                <v:path arrowok="t"/>
                <v:fill/>
              </v:shape>
              <v:shape style="position:absolute;left:8532;top:1054;width:58;height:57" coordorigin="8532,1054" coordsize="58,57" path="m8575,1070l8566,1070,8570,1071,8570,1080,8566,1081,8575,1081,8575,1070e" filled="t" fillcolor="#FFFFFF" stroked="f">
                <v:path arrowok="t"/>
                <v:fill/>
              </v:shape>
              <v:shape style="position:absolute;left:8532;top:1054;width:58;height:57" coordorigin="8532,1054" coordsize="58,57" path="m8549,1059l8548,1059,8548,1059,8549,1059e" filled="t" fillcolor="#FFFFFF" stroked="f">
                <v:path arrowok="t"/>
                <v:fill/>
              </v:shape>
              <v:shape style="position:absolute;left:8532;top:1054;width:58;height:57" coordorigin="8532,1054" coordsize="58,57" path="m8575,1059l8574,1059,8575,1059,8575,1059e" filled="t" fillcolor="#FFFFFF" stroked="f">
                <v:path arrowok="t"/>
                <v:fill/>
              </v:shape>
              <v:shape style="position:absolute;left:8532;top:1054;width:58;height:57" coordorigin="8532,1054" coordsize="58,57" path="m8561,1054l8549,1059,8574,1059,8561,1054e" filled="t" fillcolor="#FFFFFF" stroked="f">
                <v:path arrowok="t"/>
                <v:fill/>
              </v:shape>
            </v:group>
            <v:group style="position:absolute;left:5927;top:362;width:2721;height:812" coordorigin="5927,362" coordsize="2721,812">
              <v:shape style="position:absolute;left:5927;top:362;width:2721;height:812" coordorigin="5927,362" coordsize="2721,812" path="m8334,862l8169,862,8178,872,8188,886,8198,900,8209,916,8221,932,8233,950,8245,970,8257,988,8269,1008,8281,1028,8292,1046,8303,1066,8313,1082,8332,1114,5927,1132,5927,1158,8143,1174,8558,1174,8576,1170,8576,1138,8565,1132,8552,1130,8528,1130,8519,1128,8498,1118,8486,1106,8476,1090,8466,1074,8455,1058,8444,1040,8432,1022,8420,1002,8408,982,8371,922,8334,862e" filled="t" fillcolor="#FFFFFF" stroked="f">
                <v:path arrowok="t"/>
                <v:fill/>
              </v:shape>
              <v:shape style="position:absolute;left:5927;top:362;width:2721;height:812" coordorigin="5927,362" coordsize="2721,812" path="m6640,678l6460,678,6464,682,6525,742,6665,872,6779,976,6814,1006,6830,1022,6844,1034,6857,1046,6867,1054,6877,1064,6889,1074,6905,1076,6913,1074,6917,1072,6929,1060,6932,1040,6932,1014,6933,988,6934,952,6936,874,6852,874,6847,870,6839,862,6640,678e" filled="t" fillcolor="#FFFFFF" stroked="f">
                <v:path arrowok="t"/>
                <v:fill/>
              </v:shape>
              <v:shape style="position:absolute;left:5927;top:362;width:2721;height:812" coordorigin="5927,362" coordsize="2721,812" path="m6134,362l6039,362,6032,364,6029,366,6015,378,6016,394,6029,406,6039,408,6065,408,6073,410,6094,472,6094,566,6094,786,6094,894,6093,958,6092,968,6091,974,6089,994,6087,1008,6078,1016,6062,1020,6041,1022,6021,1032,6014,1046,6021,1060,6038,1064,6058,1066,6512,1066,6531,1064,6543,1058,6545,1036,6535,1024,6316,1024,6287,1022,6266,1022,6251,1018,6231,958,6230,868,6229,794,6229,674,6229,580,6229,488,6255,424,8648,406,8648,380,6134,362e" filled="t" fillcolor="#FFFFFF" stroked="f">
                <v:path arrowok="t"/>
                <v:fill/>
              </v:shape>
              <v:shape style="position:absolute;left:5927;top:362;width:2721;height:812" coordorigin="5927,362" coordsize="2721,812" path="m7239,1022l6994,1022,6978,1036,6976,1050,6988,1062,6996,1066,7247,1066,7261,1062,7267,1056,7268,1036,7261,1026,7239,1022e" filled="t" fillcolor="#FFFFFF" stroked="f">
                <v:path arrowok="t"/>
                <v:fill/>
              </v:shape>
              <v:shape style="position:absolute;left:5927;top:362;width:2721;height:812" coordorigin="5927,362" coordsize="2721,812" path="m7392,834l7242,834,7250,836,7258,848,7275,870,7299,902,7312,916,7324,932,7337,948,7350,964,7363,978,7379,996,7439,1046,7496,1062,7516,1066,8086,1066,8106,1058,8111,1052,8111,1034,8104,1026,8084,1022,7808,1022,7799,1020,7600,1020,7583,1014,7561,1002,7546,992,7527,978,7512,962,7498,950,7485,936,7459,908,7446,894,7432,880,7419,864,7404,848,7392,834e" filled="t" fillcolor="#FFFFFF" stroked="f">
                <v:path arrowok="t"/>
                <v:fill/>
              </v:shape>
              <v:shape style="position:absolute;left:5927;top:362;width:2721;height:812" coordorigin="5927,362" coordsize="2721,812" path="m6409,462l6385,470,6375,488,6372,510,6372,590,6370,730,6368,836,6366,916,6364,982,6316,1024,6535,1024,6522,1022,6499,1022,6491,1020,6463,936,6456,702,6455,690,6455,680,6460,678,6640,678,6580,622,6532,576,6514,560,6456,504,6442,490,6424,474,6409,462e" filled="t" fillcolor="#FFFFFF" stroked="f">
                <v:path arrowok="t"/>
                <v:fill/>
              </v:shape>
              <v:shape style="position:absolute;left:5927;top:362;width:2721;height:812" coordorigin="5927,362" coordsize="2721,812" path="m7209,1020l7025,1020,7005,1022,7230,1022,7209,1020e" filled="t" fillcolor="#FFFFFF" stroked="f">
                <v:path arrowok="t"/>
                <v:fill/>
              </v:shape>
              <v:shape style="position:absolute;left:5927;top:362;width:2721;height:812" coordorigin="5927,362" coordsize="2721,812" path="m7933,472l7912,472,7894,476,7881,488,7882,506,7895,516,7913,518,7933,520,7953,528,7969,538,7976,548,7986,562,8035,638,8067,690,8087,720,8106,752,8115,766,8105,784,8094,802,8083,818,8072,836,8061,852,8050,868,8038,886,8015,918,7992,950,7981,964,7967,984,7955,998,7935,1014,7917,1020,7896,1022,8069,1022,8067,1016,8080,996,8091,980,8102,962,8113,946,8125,928,8147,894,8169,862,8334,862,8324,846,8313,828,8302,810,8292,794,8283,780,8274,766,8266,754,8277,738,8289,724,8300,706,8321,678,8210,678,8200,662,8188,644,8175,622,8162,600,8150,580,8138,560,8129,544,8122,532,8116,522,8120,518,8132,518,8142,516,8159,506,8161,494,8154,484,8141,476,8130,474,7954,474,7933,472e" filled="t" fillcolor="#FFFFFF" stroked="f">
                <v:path arrowok="t"/>
                <v:fill/>
              </v:shape>
              <v:shape style="position:absolute;left:5927;top:362;width:2721;height:812" coordorigin="5927,362" coordsize="2721,812" path="m7406,518l7010,518,7028,522,7042,536,7048,554,7050,574,7050,674,7050,906,7047,984,7033,1020,7199,1020,7181,956,7180,916,7180,868,7180,852,7181,834,7392,834,7390,832,7378,818,7365,804,7354,794,7356,790,7362,786,7365,784,7380,770,7241,770,7182,764,7181,742,7181,720,7180,706,7180,680,7180,544,7200,540,7427,540,7425,536,7414,524,7406,518e" filled="t" fillcolor="#FFFFFF" stroked="f">
                <v:path arrowok="t"/>
                <v:fill/>
              </v:shape>
              <v:shape style="position:absolute;left:5927;top:362;width:2721;height:812" coordorigin="5927,362" coordsize="2721,812" path="m7618,472l7597,472,7580,476,7567,488,7568,506,7583,516,7603,518,7620,520,7632,534,7638,556,7638,576,7639,606,7638,632,7638,922,7631,1006,7621,1020,7799,1020,7774,962,7773,894,7773,752,7773,560,7778,534,7792,520,7815,518,7824,518,7838,512,7843,506,7843,498,7836,480,7815,474,7639,474,7618,472e" filled="t" fillcolor="#FFFFFF" stroked="f">
                <v:path arrowok="t"/>
                <v:fill/>
              </v:shape>
              <v:shape style="position:absolute;left:5927;top:362;width:2721;height:812" coordorigin="5927,362" coordsize="2721,812" path="m6820,472l6798,472,6779,474,6763,486,6762,504,6765,512,6772,516,6780,516,6820,520,6845,590,6847,656,6850,766,6852,834,6852,874,6936,874,6936,846,6936,834,6937,790,6937,774,6938,730,6940,656,6940,632,6940,622,6941,574,6942,552,6946,534,6962,522,6980,518,7406,518,7399,512,7344,486,7264,474,6840,474,6820,472e" filled="t" fillcolor="#FFFFFF" stroked="f">
                <v:path arrowok="t"/>
                <v:fill/>
              </v:shape>
              <v:shape style="position:absolute;left:5927;top:362;width:2721;height:812" coordorigin="5927,362" coordsize="2721,812" path="m7427,540l7220,540,7240,542,7258,546,7306,584,7328,644,7327,668,7311,730,7266,768,7261,768,7241,770,7380,770,7394,756,7441,694,7457,636,7454,608,7449,586,7443,566,7434,550,7427,540e" filled="t" fillcolor="#FFFFFF" stroked="f">
                <v:path arrowok="t"/>
                <v:fill/>
              </v:shape>
              <v:shape style="position:absolute;left:5927;top:362;width:2721;height:812" coordorigin="5927,362" coordsize="2721,812" path="m8468,518l8311,518,8314,522,8302,542,8291,560,8279,578,8268,596,8242,632,8229,652,8217,668,8210,678,8321,678,8324,674,8348,640,8359,622,8371,606,8383,590,8394,574,8407,556,8418,542,8431,528,8449,520,8468,518e" filled="t" fillcolor="#FFFFFF" stroked="f">
                <v:path arrowok="t"/>
                <v:fill/>
              </v:shape>
              <v:shape style="position:absolute;left:5927;top:362;width:2721;height:812" coordorigin="5927,362" coordsize="2721,812" path="m8325,472l8299,472,8280,476,8267,486,8261,498,8267,512,8285,518,8477,518,8492,514,8500,504,8499,494,8489,478,8468,474,8325,472e" filled="t" fillcolor="#FFFFFF" stroked="f">
                <v:path arrowok="t"/>
                <v:fill/>
              </v:shape>
              <v:shape style="position:absolute;left:5927;top:362;width:2721;height:812" coordorigin="5927,362" coordsize="2721,812" path="m7790,472l7639,474,7815,474,7790,472e" filled="t" fillcolor="#FFFFFF" stroked="f">
                <v:path arrowok="t"/>
                <v:fill/>
              </v:shape>
              <v:shape style="position:absolute;left:5927;top:362;width:2721;height:812" coordorigin="5927,362" coordsize="2721,812" path="m8120,472l7954,474,8130,474,8120,472e" filled="t" fillcolor="#FFFFFF" stroked="f">
                <v:path arrowok="t"/>
                <v:fill/>
              </v:shape>
            </v:group>
            <v:group style="position:absolute;left:7251;top:-358;width:171;height:592" coordorigin="7251,-358" coordsize="171,592">
              <v:shape style="position:absolute;left:7251;top:-358;width:171;height:592" coordorigin="7251,-358" coordsize="171,592" path="m7422,234l7251,234,7251,-358,7422,-358,7422,234e" filled="t" fillcolor="#EC008C" stroked="f">
                <v:path arrowok="t"/>
                <v:fill/>
              </v:shape>
            </v:group>
            <v:group style="position:absolute;left:5336;top:706;width:592;height:171" coordorigin="5336,706" coordsize="592,171">
              <v:shape style="position:absolute;left:5336;top:706;width:592;height:171" coordorigin="5336,706" coordsize="592,171" path="m5928,877l5336,877,5336,706,5928,706,5928,877e" filled="t" fillcolor="#EC008C" stroked="f">
                <v:path arrowok="t"/>
                <v:fill/>
              </v:shape>
            </v:group>
            <v:group style="position:absolute;left:8648;top:190;width:592;height:171" coordorigin="8648,190" coordsize="592,171">
              <v:shape style="position:absolute;left:8648;top:190;width:592;height:171" coordorigin="8648,190" coordsize="592,171" path="m9240,361l8648,361,8648,190,9240,190,9240,361e" filled="t" fillcolor="#EC008C" stroked="f">
                <v:path arrowok="t"/>
                <v:fill/>
              </v:shape>
            </v:group>
            <v:group style="position:absolute;left:7251;top:1298;width:171;height:592" coordorigin="7251,1298" coordsize="171,592">
              <v:shape style="position:absolute;left:7251;top:1298;width:171;height:592" coordorigin="7251,1298" coordsize="171,592" path="m7422,1890l7251,1890,7251,1298,7422,1298,7422,1890e" filled="t" fillcolor="#EC008C" stroked="f">
                <v:path arrowok="t"/>
                <v:fill/>
              </v:shape>
            </v:group>
            <v:group style="position:absolute;left:9237;top:-41;width:6;height:64" coordorigin="9237,-41" coordsize="6,64">
              <v:shape style="position:absolute;left:9237;top:-41;width:6;height:64" coordorigin="9237,-41" coordsize="6,64" path="m9237,-10l9243,-10e" filled="f" stroked="t" strokeweight="3.276pt" strokecolor="#EC008C">
                <v:path arrowok="t"/>
              </v:shape>
            </v:group>
            <v:group style="position:absolute;left:9237;top:86;width:6;height:64" coordorigin="9237,86" coordsize="6,64">
              <v:shape style="position:absolute;left:9237;top:86;width:6;height:64" coordorigin="9237,86" coordsize="6,64" path="m9237,117l9243,117e" filled="f" stroked="t" strokeweight="3.276pt" strokecolor="#EC008C">
                <v:path arrowok="t"/>
              </v:shape>
            </v:group>
            <v:group style="position:absolute;left:9237;top:213;width:6;height:64" coordorigin="9237,213" coordsize="6,64">
              <v:shape style="position:absolute;left:9237;top:213;width:6;height:64" coordorigin="9237,213" coordsize="6,64" path="m9237,244l9243,244e" filled="f" stroked="t" strokeweight="3.276pt" strokecolor="#EC008C">
                <v:path arrowok="t"/>
              </v:shape>
            </v:group>
            <v:group style="position:absolute;left:9237;top:340;width:6;height:64" coordorigin="9237,340" coordsize="6,64">
              <v:shape style="position:absolute;left:9237;top:340;width:6;height:64" coordorigin="9237,340" coordsize="6,64" path="m9237,371l9243,371e" filled="f" stroked="t" strokeweight="3.276pt" strokecolor="#EC008C">
                <v:path arrowok="t"/>
              </v:shape>
            </v:group>
            <v:group style="position:absolute;left:7557;top:1886;width:64;height:6" coordorigin="7557,1886" coordsize="64,6">
              <v:shape style="position:absolute;left:7557;top:1886;width:64;height:6" coordorigin="7557,1886" coordsize="64,6" path="m7557,1889l7621,1889e" filled="f" stroked="t" strokeweight=".418pt" strokecolor="#EC008C">
                <v:path arrowok="t"/>
              </v:shape>
            </v:group>
            <v:group style="position:absolute;left:7430;top:1886;width:64;height:6" coordorigin="7430,1886" coordsize="64,6">
              <v:shape style="position:absolute;left:7430;top:1886;width:64;height:6" coordorigin="7430,1886" coordsize="64,6" path="m7430,1889l7494,1889e" filled="f" stroked="t" strokeweight=".418pt" strokecolor="#EC008C">
                <v:path arrowok="t"/>
              </v:shape>
            </v:group>
            <v:group style="position:absolute;left:7303;top:1886;width:64;height:6" coordorigin="7303,1886" coordsize="64,6">
              <v:shape style="position:absolute;left:7303;top:1886;width:64;height:6" coordorigin="7303,1886" coordsize="64,6" path="m7303,1889l7367,1889e" filled="f" stroked="t" strokeweight=".418pt" strokecolor="#EC008C">
                <v:path arrowok="t"/>
              </v:shape>
            </v:group>
            <v:group style="position:absolute;left:7176;top:1886;width:64;height:6" coordorigin="7176,1886" coordsize="64,6">
              <v:shape style="position:absolute;left:7176;top:1886;width:64;height:6" coordorigin="7176,1886" coordsize="64,6" path="m7176,1889l7239,1889e" filled="f" stroked="t" strokeweight=".418pt" strokecolor="#EC008C">
                <v:path arrowok="t"/>
              </v:shape>
            </v:group>
            <v:group style="position:absolute;left:5334;top:940;width:6;height:64" coordorigin="5334,940" coordsize="6,64">
              <v:shape style="position:absolute;left:5334;top:940;width:6;height:64" coordorigin="5334,940" coordsize="6,64" path="m5334,972l5341,972e" filled="f" stroked="t" strokeweight="3.276pt" strokecolor="#EC008C">
                <v:path arrowok="t"/>
              </v:shape>
            </v:group>
            <v:group style="position:absolute;left:5334;top:813;width:6;height:64" coordorigin="5334,813" coordsize="6,64">
              <v:shape style="position:absolute;left:5334;top:813;width:6;height:64" coordorigin="5334,813" coordsize="6,64" path="m5334,845l5341,845e" filled="f" stroked="t" strokeweight="3.276pt" strokecolor="#EC008C">
                <v:path arrowok="t"/>
              </v:shape>
            </v:group>
            <v:group style="position:absolute;left:5334;top:686;width:6;height:64" coordorigin="5334,686" coordsize="6,64">
              <v:shape style="position:absolute;left:5334;top:686;width:6;height:64" coordorigin="5334,686" coordsize="6,64" path="m5334,718l5341,718e" filled="f" stroked="t" strokeweight="3.276pt" strokecolor="#EC008C">
                <v:path arrowok="t"/>
              </v:shape>
            </v:group>
            <v:group style="position:absolute;left:7147;top:-359;width:64;height:6" coordorigin="7147,-359" coordsize="64,6">
              <v:shape style="position:absolute;left:7147;top:-359;width:64;height:6" coordorigin="7147,-359" coordsize="64,6" path="m7147,-356l7211,-356e" filled="f" stroked="t" strokeweight=".418pt" strokecolor="#EC008C">
                <v:path arrowok="t"/>
              </v:shape>
            </v:group>
            <v:group style="position:absolute;left:7274;top:-359;width:64;height:6" coordorigin="7274,-359" coordsize="64,6">
              <v:shape style="position:absolute;left:7274;top:-359;width:64;height:6" coordorigin="7274,-359" coordsize="64,6" path="m7274,-356l7338,-356e" filled="f" stroked="t" strokeweight=".418pt" strokecolor="#EC008C">
                <v:path arrowok="t"/>
              </v:shape>
            </v:group>
            <v:group style="position:absolute;left:7401;top:-359;width:64;height:6" coordorigin="7401,-359" coordsize="64,6">
              <v:shape style="position:absolute;left:7401;top:-359;width:64;height:6" coordorigin="7401,-359" coordsize="64,6" path="m7401,-356l7465,-356e" filled="f" stroked="t" strokeweight=".418pt" strokecolor="#EC008C">
                <v:path arrowok="t"/>
              </v:shape>
            </v:group>
            <v:group style="position:absolute;left:7504;top:473;width:1380;height:2" coordorigin="7504,473" coordsize="1380,2">
              <v:shape style="position:absolute;left:7504;top:473;width:1380;height:2" coordorigin="7504,473" coordsize="1380,0" path="m7504,473l8884,473e" filled="f" stroked="t" strokeweight=".238001pt" strokecolor="#EC008C">
                <v:path arrowok="t"/>
              </v:shape>
            </v:group>
            <v:group style="position:absolute;left:8789;top:473;width:2;height:249" coordorigin="8789,473" coordsize="2,249">
              <v:shape style="position:absolute;left:8789;top:473;width:2;height:249" coordorigin="8789,473" coordsize="0,249" path="m8789,473l8789,722e" filled="f" stroked="t" strokeweight=".227pt" strokecolor="#EC008C">
                <v:path arrowok="t"/>
              </v:shape>
            </v:group>
            <v:group style="position:absolute;left:8789;top:808;width:2;height:260" coordorigin="8789,808" coordsize="2,260">
              <v:shape style="position:absolute;left:8789;top:808;width:2;height:260" coordorigin="8789,808" coordsize="0,260" path="m8789,808l8789,1067e" filled="f" stroked="t" strokeweight=".225pt" strokecolor="#EC008C">
                <v:path arrowok="t"/>
              </v:shape>
            </v:group>
            <v:group style="position:absolute;left:7504;top:1066;width:1380;height:2" coordorigin="7504,1066" coordsize="1380,2">
              <v:shape style="position:absolute;left:7504;top:1066;width:1380;height:2" coordorigin="7504,1066" coordsize="1380,0" path="m7504,1066l8884,1066e" filled="f" stroked="t" strokeweight=".238002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7.246597pt;width:3.594pt;height:12.803pt;mso-position-horizontal-relative:page;mso-position-vertical-relative:paragraph;z-index:-818" coordorigin="5301,145" coordsize="72,256">
            <v:group style="position:absolute;left:5334;top:305;width:6;height:64" coordorigin="5334,305" coordsize="6,64">
              <v:shape style="position:absolute;left:5334;top:305;width:6;height:64" coordorigin="5334,305" coordsize="6,64" path="m5334,336l5341,336e" filled="f" stroked="t" strokeweight="3.276pt" strokecolor="#EC008C">
                <v:path arrowok="t"/>
              </v:shape>
            </v:group>
            <v:group style="position:absolute;left:5334;top:178;width:6;height:64" coordorigin="5334,178" coordsize="6,64">
              <v:shape style="position:absolute;left:5334;top:178;width:6;height:64" coordorigin="5334,178" coordsize="6,64" path="m5334,209l5341,209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9.828506pt;margin-top:15.170406pt;width:8.1908pt;height:4.791890pt;mso-position-horizontal-relative:page;mso-position-vertical-relative:paragraph;z-index:-791" type="#_x0000_t202" filled="f" stroked="f">
            <v:textbox inset="0,0,0,0" style="layout-flow:vertical;mso-layout-flow-alt:bottom-to-top">
              <w:txbxContent>
                <w:p>
                  <w:pPr>
                    <w:spacing w:before="4" w:after="0" w:line="240" w:lineRule="auto"/>
                    <w:ind w:left="20" w:right="-20"/>
                    <w:jc w:val="left"/>
                    <w:rPr>
                      <w:rFonts w:ascii="Myriad Pro" w:hAnsi="Myriad Pro" w:cs="Myriad Pro" w:eastAsia="Myriad Pro"/>
                      <w:sz w:val="12"/>
                      <w:szCs w:val="12"/>
                    </w:rPr>
                  </w:pPr>
                  <w:rPr/>
                  <w:r>
                    <w:rPr>
                      <w:rFonts w:ascii="Myriad Pro" w:hAnsi="Myriad Pro" w:cs="Myriad Pro" w:eastAsia="Myriad Pro"/>
                      <w:sz w:val="12"/>
                      <w:szCs w:val="12"/>
                      <w:color w:val="FFFFFF"/>
                      <w:spacing w:val="0"/>
                      <w:w w:val="100"/>
                    </w:rPr>
                    <w:t>x</w:t>
                  </w:r>
                  <w:r>
                    <w:rPr>
                      <w:rFonts w:ascii="Myriad Pro" w:hAnsi="Myriad Pro" w:cs="Myriad Pro" w:eastAsia="Myriad Pro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3.294159pt;margin-top:11.601751pt;width:7.8295pt;height:4.646045pt;mso-position-horizontal-relative:page;mso-position-vertical-relative:paragraph;z-index:-789" type="#_x0000_t202" filled="f" stroked="f">
            <v:textbox inset="0,0,0,0" style="layout-flow:vertical;mso-layout-flow-alt:bottom-to-top">
              <w:txbxContent>
                <w:p>
                  <w:pPr>
                    <w:spacing w:before="7" w:after="0" w:line="240" w:lineRule="auto"/>
                    <w:ind w:left="20" w:right="-20"/>
                    <w:jc w:val="left"/>
                    <w:rPr>
                      <w:rFonts w:ascii="Myriad Pro" w:hAnsi="Myriad Pro" w:cs="Myriad Pro" w:eastAsia="Myriad Pro"/>
                      <w:sz w:val="11"/>
                      <w:szCs w:val="11"/>
                    </w:rPr>
                  </w:pPr>
                  <w:rPr/>
                  <w:r>
                    <w:rPr>
                      <w:rFonts w:ascii="Myriad Pro" w:hAnsi="Myriad Pro" w:cs="Myriad Pro" w:eastAsia="Myriad Pro"/>
                      <w:sz w:val="11"/>
                      <w:szCs w:val="11"/>
                      <w:color w:val="FFFFFF"/>
                      <w:spacing w:val="0"/>
                      <w:w w:val="103"/>
                    </w:rPr>
                    <w:t>x</w:t>
                  </w:r>
                  <w:r>
                    <w:rPr>
                      <w:rFonts w:ascii="Myriad Pro" w:hAnsi="Myriad Pro" w:cs="Myriad Pro" w:eastAsia="Myriad Pro"/>
                      <w:sz w:val="11"/>
                      <w:szCs w:val="11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Myriad Pro" w:hAnsi="Myriad Pro" w:cs="Myriad Pro" w:eastAsia="Myriad Pro"/>
          <w:sz w:val="12"/>
          <w:szCs w:val="12"/>
          <w:color w:val="FFFFFF"/>
          <w:spacing w:val="0"/>
          <w:w w:val="100"/>
        </w:rPr>
        <w:t>x</w:t>
      </w:r>
      <w:r>
        <w:rPr>
          <w:rFonts w:ascii="Myriad Pro" w:hAnsi="Myriad Pro" w:cs="Myriad Pro" w:eastAsia="Myriad Pro"/>
          <w:sz w:val="12"/>
          <w:szCs w:val="1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6" w:after="0" w:line="170" w:lineRule="exact"/>
        <w:ind w:left="3610" w:right="-20"/>
        <w:jc w:val="left"/>
        <w:tabs>
          <w:tab w:pos="8160" w:val="left"/>
        </w:tabs>
        <w:rPr>
          <w:rFonts w:ascii="Myriad Pro" w:hAnsi="Myriad Pro" w:cs="Myriad Pro" w:eastAsia="Myriad Pro"/>
          <w:sz w:val="11"/>
          <w:szCs w:val="11"/>
        </w:rPr>
      </w:pPr>
      <w:rPr/>
      <w:r>
        <w:rPr/>
        <w:pict>
          <v:group style="position:absolute;margin-left:227.969498pt;margin-top:-7.124995pt;width:3.512pt;height:12.4045pt;mso-position-horizontal-relative:page;mso-position-vertical-relative:paragraph;z-index:-884" coordorigin="4559,-142" coordsize="70,248">
            <v:group style="position:absolute;left:4591;top:-111;width:7;height:62" coordorigin="4591,-111" coordsize="7,62">
              <v:shape style="position:absolute;left:4591;top:-111;width:7;height:62" coordorigin="4591,-111" coordsize="7,62" path="m4591,-80l4598,-80e" filled="f" stroked="t" strokeweight="3.177pt" strokecolor="#EC008C">
                <v:path arrowok="t"/>
              </v:shape>
            </v:group>
            <v:group style="position:absolute;left:4591;top:12;width:7;height:62" coordorigin="4591,12" coordsize="7,62">
              <v:shape style="position:absolute;left:4591;top:12;width:7;height:62" coordorigin="4591,12" coordsize="7,62" path="m4591,43l4598,43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7.970001pt;margin-top:5.180505pt;width:3.511pt;height:12.405pt;mso-position-horizontal-relative:page;mso-position-vertical-relative:paragraph;z-index:-883" coordorigin="4559,104" coordsize="70,248">
            <v:group style="position:absolute;left:4591;top:135;width:7;height:62" coordorigin="4591,135" coordsize="7,62">
              <v:shape style="position:absolute;left:4591;top:135;width:7;height:62" coordorigin="4591,135" coordsize="7,62" path="m4591,166l4598,166e" filled="f" stroked="t" strokeweight="3.176pt" strokecolor="#EC008C">
                <v:path arrowok="t"/>
              </v:shape>
            </v:group>
            <v:group style="position:absolute;left:4591;top:258;width:7;height:62" coordorigin="4591,258" coordsize="7,62">
              <v:shape style="position:absolute;left:4591;top:258;width:7;height:62" coordorigin="4591,258" coordsize="7,62" path="m4591,289l4598,289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7.969498pt;margin-top:17.485004pt;width:3.512pt;height:12.406pt;mso-position-horizontal-relative:page;mso-position-vertical-relative:paragraph;z-index:-882" coordorigin="4559,350" coordsize="70,248">
            <v:group style="position:absolute;left:4591;top:381;width:7;height:62" coordorigin="4591,381" coordsize="7,62">
              <v:shape style="position:absolute;left:4591;top:381;width:7;height:62" coordorigin="4591,381" coordsize="7,62" path="m4591,412l4598,412e" filled="f" stroked="t" strokeweight="3.177pt" strokecolor="#EC008C">
                <v:path arrowok="t"/>
              </v:shape>
            </v:group>
            <v:group style="position:absolute;left:4591;top:505;width:7;height:62" coordorigin="4591,505" coordsize="7,62">
              <v:shape style="position:absolute;left:4591;top:505;width:7;height:62" coordorigin="4591,505" coordsize="7,62" path="m4591,535l4598,535e" filled="f" stroked="t" strokeweight="3.177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.2015pt;margin-top:4.667005pt;width:3.512pt;height:12.406pt;mso-position-horizontal-relative:page;mso-position-vertical-relative:paragraph;z-index:-862" coordorigin="664,93" coordsize="70,248">
            <v:group style="position:absolute;left:696;top:248;width:7;height:62" coordorigin="696,248" coordsize="7,62">
              <v:shape style="position:absolute;left:696;top:248;width:7;height:62" coordorigin="696,248" coordsize="7,62" path="m696,279l702,279e" filled="f" stroked="t" strokeweight="3.177pt" strokecolor="#EC008C">
                <v:path arrowok="t"/>
              </v:shape>
            </v:group>
            <v:group style="position:absolute;left:696;top:125;width:7;height:62" coordorigin="696,125" coordsize="7,62">
              <v:shape style="position:absolute;left:696;top:125;width:7;height:62" coordorigin="696,125" coordsize="7,62" path="m696,156l702,156e" filled="f" stroked="t" strokeweight="3.177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.202pt;margin-top:-7.636495pt;width:3.511pt;height:12.404pt;mso-position-horizontal-relative:page;mso-position-vertical-relative:paragraph;z-index:-861" coordorigin="664,-153" coordsize="70,248">
            <v:group style="position:absolute;left:696;top:2;width:7;height:62" coordorigin="696,2" coordsize="7,62">
              <v:shape style="position:absolute;left:696;top:2;width:7;height:62" coordorigin="696,2" coordsize="7,62" path="m696,33l702,33e" filled="f" stroked="t" strokeweight="3.176pt" strokecolor="#EC008C">
                <v:path arrowok="t"/>
              </v:shape>
            </v:group>
            <v:group style="position:absolute;left:696;top:-121;width:7;height:62" coordorigin="696,-121" coordsize="7,62">
              <v:shape style="position:absolute;left:696;top:-121;width:7;height:62" coordorigin="696,-121" coordsize="7,62" path="m696,-90l702,-90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0.209991pt;margin-top:-10.334495pt;width:3.594pt;height:12.803pt;mso-position-horizontal-relative:page;mso-position-vertical-relative:paragraph;z-index:-841" coordorigin="9204,-207" coordsize="72,256">
            <v:group style="position:absolute;left:9237;top:-174;width:6;height:64" coordorigin="9237,-174" coordsize="6,64">
              <v:shape style="position:absolute;left:9237;top:-174;width:6;height:64" coordorigin="9237,-174" coordsize="6,64" path="m9237,-142l9243,-142e" filled="f" stroked="t" strokeweight="3.276pt" strokecolor="#EC008C">
                <v:path arrowok="t"/>
              </v:shape>
            </v:group>
            <v:group style="position:absolute;left:9237;top:-47;width:6;height:64" coordorigin="9237,-47" coordsize="6,64">
              <v:shape style="position:absolute;left:9237;top:-47;width:6;height:64" coordorigin="9237,-47" coordsize="6,64" path="m9237,-15l9243,-15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0.209991pt;margin-top:2.368505pt;width:3.594pt;height:12.803pt;mso-position-horizontal-relative:page;mso-position-vertical-relative:paragraph;z-index:-840" coordorigin="9204,47" coordsize="72,256">
            <v:group style="position:absolute;left:9237;top:80;width:6;height:64" coordorigin="9237,80" coordsize="6,64">
              <v:shape style="position:absolute;left:9237;top:80;width:6;height:64" coordorigin="9237,80" coordsize="6,64" path="m9237,112l9243,112e" filled="f" stroked="t" strokeweight="3.276pt" strokecolor="#EC008C">
                <v:path arrowok="t"/>
              </v:shape>
            </v:group>
            <v:group style="position:absolute;left:9237;top:207;width:6;height:64" coordorigin="9237,207" coordsize="6,64">
              <v:shape style="position:absolute;left:9237;top:207;width:6;height:64" coordorigin="9237,207" coordsize="6,64" path="m9237,239l9243,239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0.209991pt;margin-top:15.070505pt;width:3.594pt;height:12.804pt;mso-position-horizontal-relative:page;mso-position-vertical-relative:paragraph;z-index:-839" coordorigin="9204,301" coordsize="72,256">
            <v:group style="position:absolute;left:9237;top:334;width:6;height:64" coordorigin="9237,334" coordsize="6,64">
              <v:shape style="position:absolute;left:9237;top:334;width:6;height:64" coordorigin="9237,334" coordsize="6,64" path="m9237,366l9243,366e" filled="f" stroked="t" strokeweight="3.276pt" strokecolor="#EC008C">
                <v:path arrowok="t"/>
              </v:shape>
            </v:group>
            <v:group style="position:absolute;left:9237;top:461;width:6;height:64" coordorigin="9237,461" coordsize="6,64">
              <v:shape style="position:absolute;left:9237;top:461;width:6;height:64" coordorigin="9237,461" coordsize="6,64" path="m9237,493l9243,493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19.672504pt;width:3.594pt;height:12.804pt;mso-position-horizontal-relative:page;mso-position-vertical-relative:paragraph;z-index:-820" coordorigin="5301,393" coordsize="72,256">
            <v:group style="position:absolute;left:5334;top:553;width:6;height:64" coordorigin="5334,553" coordsize="6,64">
              <v:shape style="position:absolute;left:5334;top:553;width:6;height:64" coordorigin="5334,553" coordsize="6,64" path="m5334,585l5341,585e" filled="f" stroked="t" strokeweight="3.276pt" strokecolor="#EC008C">
                <v:path arrowok="t"/>
              </v:shape>
            </v:group>
            <v:group style="position:absolute;left:5334;top:426;width:6;height:64" coordorigin="5334,426" coordsize="6,64">
              <v:shape style="position:absolute;left:5334;top:426;width:6;height:64" coordorigin="5334,426" coordsize="6,64" path="m5334,458l5341,458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-12.084495pt;width:3.594pt;height:12.804pt;mso-position-horizontal-relative:page;mso-position-vertical-relative:paragraph;z-index:-819" coordorigin="5301,-242" coordsize="72,256">
            <v:group style="position:absolute;left:5334;top:-82;width:6;height:64" coordorigin="5334,-82" coordsize="6,64">
              <v:shape style="position:absolute;left:5334;top:-82;width:6;height:64" coordorigin="5334,-82" coordsize="6,64" path="m5334,-50l5341,-50e" filled="f" stroked="t" strokeweight="3.276pt" strokecolor="#EC008C">
                <v:path arrowok="t"/>
              </v:shape>
            </v:group>
            <v:group style="position:absolute;left:5334;top:-209;width:6;height:64" coordorigin="5334,-209" coordsize="6,64">
              <v:shape style="position:absolute;left:5334;top:-209;width:6;height:64" coordorigin="5334,-209" coordsize="6,64" path="m5334,-177l5341,-177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.415504pt;margin-top:21.662315pt;width:8.1908pt;height:4.791890pt;mso-position-horizontal-relative:page;mso-position-vertical-relative:paragraph;z-index:-792" type="#_x0000_t202" filled="f" stroked="f">
            <v:textbox inset="0,0,0,0" style="layout-flow:vertical;mso-layout-flow-alt:bottom-to-top">
              <w:txbxContent>
                <w:p>
                  <w:pPr>
                    <w:spacing w:before="4" w:after="0" w:line="240" w:lineRule="auto"/>
                    <w:ind w:left="20" w:right="-20"/>
                    <w:jc w:val="left"/>
                    <w:rPr>
                      <w:rFonts w:ascii="Myriad Pro" w:hAnsi="Myriad Pro" w:cs="Myriad Pro" w:eastAsia="Myriad Pro"/>
                      <w:sz w:val="12"/>
                      <w:szCs w:val="12"/>
                    </w:rPr>
                  </w:pPr>
                  <w:rPr/>
                  <w:r>
                    <w:rPr>
                      <w:rFonts w:ascii="Myriad Pro" w:hAnsi="Myriad Pro" w:cs="Myriad Pro" w:eastAsia="Myriad Pro"/>
                      <w:sz w:val="12"/>
                      <w:szCs w:val="12"/>
                      <w:color w:val="FFFFFF"/>
                      <w:spacing w:val="0"/>
                      <w:w w:val="100"/>
                    </w:rPr>
                    <w:t>x</w:t>
                  </w:r>
                  <w:r>
                    <w:rPr>
                      <w:rFonts w:ascii="Myriad Pro" w:hAnsi="Myriad Pro" w:cs="Myriad Pro" w:eastAsia="Myriad Pro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763855pt;margin-top:5.36306pt;width:7.8295pt;height:4.646045pt;mso-position-horizontal-relative:page;mso-position-vertical-relative:paragraph;z-index:-790" type="#_x0000_t202" filled="f" stroked="f">
            <v:textbox inset="0,0,0,0" style="layout-flow:vertical;mso-layout-flow-alt:bottom-to-top">
              <w:txbxContent>
                <w:p>
                  <w:pPr>
                    <w:spacing w:before="7" w:after="0" w:line="240" w:lineRule="auto"/>
                    <w:ind w:left="20" w:right="-20"/>
                    <w:jc w:val="left"/>
                    <w:rPr>
                      <w:rFonts w:ascii="Myriad Pro" w:hAnsi="Myriad Pro" w:cs="Myriad Pro" w:eastAsia="Myriad Pro"/>
                      <w:sz w:val="11"/>
                      <w:szCs w:val="11"/>
                    </w:rPr>
                  </w:pPr>
                  <w:rPr/>
                  <w:r>
                    <w:rPr>
                      <w:rFonts w:ascii="Myriad Pro" w:hAnsi="Myriad Pro" w:cs="Myriad Pro" w:eastAsia="Myriad Pro"/>
                      <w:sz w:val="11"/>
                      <w:szCs w:val="11"/>
                      <w:color w:val="FFFFFF"/>
                      <w:spacing w:val="0"/>
                      <w:w w:val="103"/>
                    </w:rPr>
                    <w:t>x</w:t>
                  </w:r>
                  <w:r>
                    <w:rPr>
                      <w:rFonts w:ascii="Myriad Pro" w:hAnsi="Myriad Pro" w:cs="Myriad Pro" w:eastAsia="Myriad Pro"/>
                      <w:sz w:val="11"/>
                      <w:szCs w:val="11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Myriad Pro" w:hAnsi="Myriad Pro" w:cs="Myriad Pro" w:eastAsia="Myriad Pro"/>
          <w:sz w:val="12"/>
          <w:szCs w:val="12"/>
          <w:color w:val="EC008C"/>
          <w:spacing w:val="0"/>
          <w:w w:val="100"/>
          <w:position w:val="-1"/>
        </w:rPr>
        <w:t>x</w:t>
        <w:tab/>
      </w:r>
      <w:r>
        <w:rPr>
          <w:rFonts w:ascii="Myriad Pro" w:hAnsi="Myriad Pro" w:cs="Myriad Pro" w:eastAsia="Myriad Pro"/>
          <w:sz w:val="12"/>
          <w:szCs w:val="12"/>
          <w:color w:val="EC008C"/>
          <w:spacing w:val="0"/>
          <w:w w:val="100"/>
          <w:position w:val="-1"/>
        </w:rPr>
      </w:r>
      <w:r>
        <w:rPr>
          <w:rFonts w:ascii="Myriad Pro" w:hAnsi="Myriad Pro" w:cs="Myriad Pro" w:eastAsia="Myriad Pro"/>
          <w:sz w:val="11"/>
          <w:szCs w:val="11"/>
          <w:color w:val="EC008C"/>
          <w:spacing w:val="0"/>
          <w:w w:val="103"/>
          <w:position w:val="3"/>
        </w:rPr>
        <w:t>x</w:t>
      </w:r>
      <w:r>
        <w:rPr>
          <w:rFonts w:ascii="Myriad Pro" w:hAnsi="Myriad Pro" w:cs="Myriad Pro" w:eastAsia="Myriad Pro"/>
          <w:sz w:val="11"/>
          <w:szCs w:val="11"/>
          <w:color w:val="000000"/>
          <w:spacing w:val="0"/>
          <w:w w:val="100"/>
          <w:position w:val="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4" w:after="0" w:line="240" w:lineRule="auto"/>
        <w:ind w:left="3117" w:right="-20"/>
        <w:jc w:val="left"/>
        <w:tabs>
          <w:tab w:pos="6700" w:val="left"/>
        </w:tabs>
        <w:rPr>
          <w:rFonts w:ascii="Myriad Pro" w:hAnsi="Myriad Pro" w:cs="Myriad Pro" w:eastAsia="Myriad Pro"/>
          <w:sz w:val="11"/>
          <w:szCs w:val="11"/>
        </w:rPr>
      </w:pPr>
      <w:rPr/>
      <w:r>
        <w:rPr/>
        <w:pict>
          <v:group style="position:absolute;margin-left:227.969498pt;margin-top:-9.523387pt;width:3.512pt;height:12.4055pt;mso-position-horizontal-relative:page;mso-position-vertical-relative:paragraph;z-index:-881" coordorigin="4559,-190" coordsize="70,248">
            <v:group style="position:absolute;left:4591;top:-159;width:7;height:62" coordorigin="4591,-159" coordsize="7,62">
              <v:shape style="position:absolute;left:4591;top:-159;width:7;height:62" coordorigin="4591,-159" coordsize="7,62" path="m4591,-128l4598,-128e" filled="f" stroked="t" strokeweight="3.177pt" strokecolor="#EC008C">
                <v:path arrowok="t"/>
              </v:shape>
            </v:group>
            <v:group style="position:absolute;left:4591;top:-36;width:7;height:62" coordorigin="4591,-36" coordsize="7,62">
              <v:shape style="position:absolute;left:4591;top:-36;width:7;height:62" coordorigin="4591,-36" coordsize="7,62" path="m4591,-5l4598,-5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7.969498pt;margin-top:2.782113pt;width:3.512pt;height:12.4065pt;mso-position-horizontal-relative:page;mso-position-vertical-relative:paragraph;z-index:-880" coordorigin="4559,56" coordsize="70,248">
            <v:group style="position:absolute;left:4591;top:87;width:7;height:62" coordorigin="4591,87" coordsize="7,62">
              <v:shape style="position:absolute;left:4591;top:87;width:7;height:62" coordorigin="4591,87" coordsize="7,62" path="m4591,118l4598,118e" filled="f" stroked="t" strokeweight="3.176pt" strokecolor="#EC008C">
                <v:path arrowok="t"/>
              </v:shape>
            </v:group>
            <v:group style="position:absolute;left:4591;top:210;width:7;height:62" coordorigin="4591,210" coordsize="7,62">
              <v:shape style="position:absolute;left:4591;top:210;width:7;height:62" coordorigin="4591,210" coordsize="7,62" path="m4591,241l4598,241e" filled="f" stroked="t" strokeweight="3.177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5.693497pt;margin-top:15.086613pt;width:5.788pt;height:7.052pt;mso-position-horizontal-relative:page;mso-position-vertical-relative:paragraph;z-index:-879" coordorigin="4514,302" coordsize="116,141">
            <v:group style="position:absolute;left:4591;top:334;width:7;height:62" coordorigin="4591,334" coordsize="7,62">
              <v:shape style="position:absolute;left:4591;top:334;width:7;height:62" coordorigin="4591,334" coordsize="7,62" path="m4591,364l4598,364e" filled="f" stroked="t" strokeweight="3.177pt" strokecolor="#EC008C">
                <v:path arrowok="t"/>
              </v:shape>
            </v:group>
            <v:group style="position:absolute;left:4518;top:432;width:62;height:7" coordorigin="4518,432" coordsize="62,7">
              <v:shape style="position:absolute;left:4518;top:432;width:62;height:7" coordorigin="4518,432" coordsize="62,7" path="m4518,435l4580,435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.202pt;margin-top:8.422113pt;width:3.511pt;height:12.405pt;mso-position-horizontal-relative:page;mso-position-vertical-relative:paragraph;z-index:-864" coordorigin="664,168" coordsize="70,248">
            <v:group style="position:absolute;left:696;top:323;width:7;height:62" coordorigin="696,323" coordsize="7,62">
              <v:shape style="position:absolute;left:696;top:323;width:7;height:62" coordorigin="696,323" coordsize="7,62" path="m696,354l702,354e" filled="f" stroked="t" strokeweight="3.176pt" strokecolor="#EC008C">
                <v:path arrowok="t"/>
              </v:shape>
            </v:group>
            <v:group style="position:absolute;left:696;top:200;width:7;height:62" coordorigin="696,200" coordsize="7,62">
              <v:shape style="position:absolute;left:696;top:200;width:7;height:62" coordorigin="696,200" coordsize="7,62" path="m696,231l702,231e" filled="f" stroked="t" strokeweight="3.1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.2015pt;margin-top:-3.883387pt;width:3.512pt;height:12.406pt;mso-position-horizontal-relative:page;mso-position-vertical-relative:paragraph;z-index:-863" coordorigin="664,-78" coordsize="70,248">
            <v:group style="position:absolute;left:696;top:77;width:7;height:62" coordorigin="696,77" coordsize="7,62">
              <v:shape style="position:absolute;left:696;top:77;width:7;height:62" coordorigin="696,77" coordsize="7,62" path="m696,108l702,108e" filled="f" stroked="t" strokeweight="3.177pt" strokecolor="#EC008C">
                <v:path arrowok="t"/>
              </v:shape>
            </v:group>
            <v:group style="position:absolute;left:696;top:-46;width:7;height:62" coordorigin="696,-46" coordsize="7,62">
              <v:shape style="position:absolute;left:696;top:-46;width:7;height:62" coordorigin="696,-46" coordsize="7,62" path="m696,-15l702,-15e" filled="f" stroked="t" strokeweight="3.177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0.209991pt;margin-top:-11.538887pt;width:3.594pt;height:12.803pt;mso-position-horizontal-relative:page;mso-position-vertical-relative:paragraph;z-index:-838" coordorigin="9204,-231" coordsize="72,256">
            <v:group style="position:absolute;left:9237;top:-198;width:6;height:64" coordorigin="9237,-198" coordsize="6,64">
              <v:shape style="position:absolute;left:9237;top:-198;width:6;height:64" coordorigin="9237,-198" coordsize="6,64" path="m9237,-166l9243,-166e" filled="f" stroked="t" strokeweight="3.276pt" strokecolor="#EC008C">
                <v:path arrowok="t"/>
              </v:shape>
            </v:group>
            <v:group style="position:absolute;left:9237;top:-71;width:6;height:64" coordorigin="9237,-71" coordsize="6,64">
              <v:shape style="position:absolute;left:9237;top:-71;width:6;height:64" coordorigin="9237,-71" coordsize="6,64" path="m9237,-39l9243,-39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0.209991pt;margin-top:1.163113pt;width:3.594pt;height:12.803pt;mso-position-horizontal-relative:page;mso-position-vertical-relative:paragraph;z-index:-837" coordorigin="9204,23" coordsize="72,256">
            <v:group style="position:absolute;left:9237;top:56;width:6;height:64" coordorigin="9237,56" coordsize="6,64">
              <v:shape style="position:absolute;left:9237;top:56;width:6;height:64" coordorigin="9237,56" coordsize="6,64" path="m9237,88l9243,88e" filled="f" stroked="t" strokeweight="3.276pt" strokecolor="#EC008C">
                <v:path arrowok="t"/>
              </v:shape>
            </v:group>
            <v:group style="position:absolute;left:9237;top:183;width:6;height:64" coordorigin="9237,183" coordsize="6,64">
              <v:shape style="position:absolute;left:9237;top:183;width:6;height:64" coordorigin="9237,183" coordsize="6,64" path="m9237,215l9243,215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60.209991pt;margin-top:13.866113pt;width:3.594pt;height:9.5455pt;mso-position-horizontal-relative:page;mso-position-vertical-relative:paragraph;z-index:-836" coordorigin="9204,277" coordsize="72,191">
            <v:group style="position:absolute;left:9237;top:310;width:6;height:64" coordorigin="9237,310" coordsize="6,64">
              <v:shape style="position:absolute;left:9237;top:310;width:6;height:64" coordorigin="9237,310" coordsize="6,64" path="m9237,342l9243,342e" filled="f" stroked="t" strokeweight="3.276pt" strokecolor="#EC008C">
                <v:path arrowok="t"/>
              </v:shape>
            </v:group>
            <v:group style="position:absolute;left:9208;top:437;width:35;height:29" coordorigin="9208,437" coordsize="35,29">
              <v:shape style="position:absolute;left:9208;top:437;width:35;height:29" coordorigin="9208,437" coordsize="35,29" path="m9243,437l9237,437,9237,459,9208,459,9208,466,9243,466,9243,437e" filled="t" fillcolor="#EC008C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265.069pt;margin-top:18.468113pt;width:14.546pt;height:6.452pt;mso-position-horizontal-relative:page;mso-position-vertical-relative:paragraph;z-index:-823" coordorigin="5301,369" coordsize="291,129">
            <v:group style="position:absolute;left:5525;top:459;width:64;height:6" coordorigin="5525,459" coordsize="64,6">
              <v:shape style="position:absolute;left:5525;top:459;width:64;height:6" coordorigin="5525,459" coordsize="64,6" path="m5525,463l5588,463e" filled="f" stroked="t" strokeweight=".418pt" strokecolor="#EC008C">
                <v:path arrowok="t"/>
              </v:shape>
            </v:group>
            <v:group style="position:absolute;left:5398;top:459;width:64;height:6" coordorigin="5398,459" coordsize="64,6">
              <v:shape style="position:absolute;left:5398;top:459;width:64;height:6" coordorigin="5398,459" coordsize="64,6" path="m5398,463l5461,463e" filled="f" stroked="t" strokeweight=".418pt" strokecolor="#EC008C">
                <v:path arrowok="t"/>
              </v:shape>
            </v:group>
            <v:group style="position:absolute;left:5334;top:402;width:6;height:64" coordorigin="5334,402" coordsize="6,64">
              <v:shape style="position:absolute;left:5334;top:402;width:6;height:64" coordorigin="5334,402" coordsize="6,64" path="m5334,434l5341,434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5.765113pt;width:3.594pt;height:12.803pt;mso-position-horizontal-relative:page;mso-position-vertical-relative:paragraph;z-index:-822" coordorigin="5301,115" coordsize="72,256">
            <v:group style="position:absolute;left:5334;top:275;width:6;height:64" coordorigin="5334,275" coordsize="6,64">
              <v:shape style="position:absolute;left:5334;top:275;width:6;height:64" coordorigin="5334,275" coordsize="6,64" path="m5334,307l5341,307e" filled="f" stroked="t" strokeweight="3.276pt" strokecolor="#EC008C">
                <v:path arrowok="t"/>
              </v:shape>
            </v:group>
            <v:group style="position:absolute;left:5334;top:148;width:6;height:64" coordorigin="5334,148" coordsize="6,64">
              <v:shape style="position:absolute;left:5334;top:148;width:6;height:64" coordorigin="5334,148" coordsize="6,64" path="m5334,180l5341,180e" filled="f" stroked="t" strokeweight="3.276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5.069pt;margin-top:-6.937887pt;width:3.594pt;height:12.803pt;mso-position-horizontal-relative:page;mso-position-vertical-relative:paragraph;z-index:-821" coordorigin="5301,-139" coordsize="72,256">
            <v:group style="position:absolute;left:5334;top:21;width:6;height:64" coordorigin="5334,21" coordsize="6,64">
              <v:shape style="position:absolute;left:5334;top:21;width:6;height:64" coordorigin="5334,21" coordsize="6,64" path="m5334,53l5341,53e" filled="f" stroked="t" strokeweight="3.276pt" strokecolor="#EC008C">
                <v:path arrowok="t"/>
              </v:shape>
            </v:group>
            <v:group style="position:absolute;left:5334;top:-106;width:6;height:64" coordorigin="5334,-106" coordsize="6,64">
              <v:shape style="position:absolute;left:5334;top:-106;width:6;height:64" coordorigin="5334,-106" coordsize="6,64" path="m5334,-74l5341,-74e" filled="f" stroked="t" strokeweight="3.276pt" strokecolor="#EC008C">
                <v:path arrowok="t"/>
              </v:shape>
            </v:group>
            <w10:wrap type="none"/>
          </v:group>
        </w:pict>
      </w:r>
      <w:r>
        <w:rPr>
          <w:rFonts w:ascii="Myriad Pro" w:hAnsi="Myriad Pro" w:cs="Myriad Pro" w:eastAsia="Myriad Pro"/>
          <w:sz w:val="12"/>
          <w:szCs w:val="12"/>
          <w:color w:val="FFFFFF"/>
          <w:spacing w:val="0"/>
          <w:w w:val="100"/>
        </w:rPr>
        <w:t>x</w:t>
        <w:tab/>
      </w:r>
      <w:r>
        <w:rPr>
          <w:rFonts w:ascii="Myriad Pro" w:hAnsi="Myriad Pro" w:cs="Myriad Pro" w:eastAsia="Myriad Pro"/>
          <w:sz w:val="12"/>
          <w:szCs w:val="12"/>
          <w:color w:val="FFFFFF"/>
          <w:spacing w:val="0"/>
          <w:w w:val="100"/>
        </w:rPr>
      </w:r>
      <w:r>
        <w:rPr>
          <w:rFonts w:ascii="Myriad Pro" w:hAnsi="Myriad Pro" w:cs="Myriad Pro" w:eastAsia="Myriad Pro"/>
          <w:sz w:val="11"/>
          <w:szCs w:val="11"/>
          <w:color w:val="FFFFFF"/>
          <w:spacing w:val="0"/>
          <w:w w:val="103"/>
          <w:position w:val="-4"/>
        </w:rPr>
        <w:t>x</w:t>
      </w:r>
      <w:r>
        <w:rPr>
          <w:rFonts w:ascii="Myriad Pro" w:hAnsi="Myriad Pro" w:cs="Myriad Pro" w:eastAsia="Myriad Pro"/>
          <w:sz w:val="11"/>
          <w:szCs w:val="11"/>
          <w:color w:val="000000"/>
          <w:spacing w:val="0"/>
          <w:w w:val="100"/>
          <w:position w:val="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14" w:lineRule="exact"/>
        <w:ind w:left="1227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213.388504pt;margin-top:-7.437796pt;width:9.663pt;height:.77pt;mso-position-horizontal-relative:page;mso-position-vertical-relative:paragraph;z-index:-878" coordorigin="4268,-149" coordsize="193,15">
            <v:group style="position:absolute;left:4395;top:-144;width:62;height:7" coordorigin="4395,-144" coordsize="62,7">
              <v:shape style="position:absolute;left:4395;top:-144;width:62;height:7" coordorigin="4395,-144" coordsize="62,7" path="m4395,-141l4457,-141e" filled="f" stroked="t" strokeweight=".435pt" strokecolor="#EC008C">
                <v:path arrowok="t"/>
              </v:shape>
            </v:group>
            <v:group style="position:absolute;left:4272;top:-144;width:62;height:7" coordorigin="4272,-144" coordsize="62,7">
              <v:shape style="position:absolute;left:4272;top:-144;width:62;height:7" coordorigin="4272,-144" coordsize="62,7" path="m4272,-141l4334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01.082504pt;margin-top:-7.437796pt;width:9.665pt;height:.77pt;mso-position-horizontal-relative:page;mso-position-vertical-relative:paragraph;z-index:-877" coordorigin="4022,-149" coordsize="193,15">
            <v:group style="position:absolute;left:4149;top:-144;width:62;height:7" coordorigin="4149,-144" coordsize="62,7">
              <v:shape style="position:absolute;left:4149;top:-144;width:62;height:7" coordorigin="4149,-144" coordsize="62,7" path="m4149,-141l4211,-141e" filled="f" stroked="t" strokeweight=".435pt" strokecolor="#EC008C">
                <v:path arrowok="t"/>
              </v:shape>
            </v:group>
            <v:group style="position:absolute;left:4026;top:-144;width:62;height:7" coordorigin="4026,-144" coordsize="62,7">
              <v:shape style="position:absolute;left:4026;top:-144;width:62;height:7" coordorigin="4026,-144" coordsize="62,7" path="m4026,-141l4088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0.320496pt;margin-top:-7.437796pt;width:9.664pt;height:.77pt;mso-position-horizontal-relative:page;mso-position-vertical-relative:paragraph;z-index:-876" coordorigin="3406,-149" coordsize="193,15">
            <v:group style="position:absolute;left:3534;top:-144;width:62;height:7" coordorigin="3534,-144" coordsize="62,7">
              <v:shape style="position:absolute;left:3534;top:-144;width:62;height:7" coordorigin="3534,-144" coordsize="62,7" path="m3534,-141l3595,-141e" filled="f" stroked="t" strokeweight=".435pt" strokecolor="#EC008C">
                <v:path arrowok="t"/>
              </v:shape>
            </v:group>
            <v:group style="position:absolute;left:3411;top:-144;width:62;height:7" coordorigin="3411,-144" coordsize="62,7">
              <v:shape style="position:absolute;left:3411;top:-144;width:62;height:7" coordorigin="3411,-144" coordsize="62,7" path="m3411,-141l3472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8.016495pt;margin-top:-7.437796pt;width:9.663pt;height:.77pt;mso-position-horizontal-relative:page;mso-position-vertical-relative:paragraph;z-index:-875" coordorigin="3160,-149" coordsize="193,15">
            <v:group style="position:absolute;left:3288;top:-144;width:62;height:7" coordorigin="3288,-144" coordsize="62,7">
              <v:shape style="position:absolute;left:3288;top:-144;width:62;height:7" coordorigin="3288,-144" coordsize="62,7" path="m3288,-141l3349,-141e" filled="f" stroked="t" strokeweight=".435pt" strokecolor="#EC008C">
                <v:path arrowok="t"/>
              </v:shape>
            </v:group>
            <v:group style="position:absolute;left:3165;top:-144;width:62;height:7" coordorigin="3165,-144" coordsize="62,7">
              <v:shape style="position:absolute;left:3165;top:-144;width:62;height:7" coordorigin="3165,-144" coordsize="62,7" path="m3165,-141l3226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45.710495pt;margin-top:-7.437796pt;width:9.664pt;height:.77pt;mso-position-horizontal-relative:page;mso-position-vertical-relative:paragraph;z-index:-874" coordorigin="2914,-149" coordsize="193,15">
            <v:group style="position:absolute;left:3042;top:-144;width:62;height:7" coordorigin="3042,-144" coordsize="62,7">
              <v:shape style="position:absolute;left:3042;top:-144;width:62;height:7" coordorigin="3042,-144" coordsize="62,7" path="m3042,-141l3103,-141e" filled="f" stroked="t" strokeweight=".435pt" strokecolor="#EC008C">
                <v:path arrowok="t"/>
              </v:shape>
            </v:group>
            <v:group style="position:absolute;left:2919;top:-144;width:62;height:7" coordorigin="2919,-144" coordsize="62,7">
              <v:shape style="position:absolute;left:2919;top:-144;width:62;height:7" coordorigin="2919,-144" coordsize="62,7" path="m2919,-141l2980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33.405502pt;margin-top:-7.437796pt;width:9.664pt;height:.77pt;mso-position-horizontal-relative:page;mso-position-vertical-relative:paragraph;z-index:-873" coordorigin="2668,-149" coordsize="193,15">
            <v:group style="position:absolute;left:2796;top:-144;width:62;height:7" coordorigin="2796,-144" coordsize="62,7">
              <v:shape style="position:absolute;left:2796;top:-144;width:62;height:7" coordorigin="2796,-144" coordsize="62,7" path="m2796,-141l2857,-141e" filled="f" stroked="t" strokeweight=".435pt" strokecolor="#EC008C">
                <v:path arrowok="t"/>
              </v:shape>
            </v:group>
            <v:group style="position:absolute;left:2672;top:-144;width:62;height:7" coordorigin="2672,-144" coordsize="62,7">
              <v:shape style="position:absolute;left:2672;top:-144;width:62;height:7" coordorigin="2672,-144" coordsize="62,7" path="m2672,-141l2734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21.101501pt;margin-top:-7.437796pt;width:9.663pt;height:.77pt;mso-position-horizontal-relative:page;mso-position-vertical-relative:paragraph;z-index:-872" coordorigin="2422,-149" coordsize="193,15">
            <v:group style="position:absolute;left:2549;top:-144;width:62;height:7" coordorigin="2549,-144" coordsize="62,7">
              <v:shape style="position:absolute;left:2549;top:-144;width:62;height:7" coordorigin="2549,-144" coordsize="62,7" path="m2549,-141l2611,-141e" filled="f" stroked="t" strokeweight=".435pt" strokecolor="#EC008C">
                <v:path arrowok="t"/>
              </v:shape>
            </v:group>
            <v:group style="position:absolute;left:2426;top:-144;width:62;height:7" coordorigin="2426,-144" coordsize="62,7">
              <v:shape style="position:absolute;left:2426;top:-144;width:62;height:7" coordorigin="2426,-144" coordsize="62,7" path="m2426,-141l2488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8.795502pt;margin-top:-7.437796pt;width:9.665pt;height:.77pt;mso-position-horizontal-relative:page;mso-position-vertical-relative:paragraph;z-index:-871" coordorigin="2176,-149" coordsize="193,15">
            <v:group style="position:absolute;left:2303;top:-144;width:62;height:7" coordorigin="2303,-144" coordsize="62,7">
              <v:shape style="position:absolute;left:2303;top:-144;width:62;height:7" coordorigin="2303,-144" coordsize="62,7" path="m2303,-141l2365,-141e" filled="f" stroked="t" strokeweight=".435pt" strokecolor="#EC008C">
                <v:path arrowok="t"/>
              </v:shape>
            </v:group>
            <v:group style="position:absolute;left:2180;top:-144;width:62;height:7" coordorigin="2180,-144" coordsize="62,7">
              <v:shape style="position:absolute;left:2180;top:-144;width:62;height:7" coordorigin="2180,-144" coordsize="62,7" path="m2180,-141l2242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96.491501pt;margin-top:-7.437796pt;width:9.663pt;height:.77pt;mso-position-horizontal-relative:page;mso-position-vertical-relative:paragraph;z-index:-870" coordorigin="1930,-149" coordsize="193,15">
            <v:group style="position:absolute;left:2057;top:-144;width:62;height:7" coordorigin="2057,-144" coordsize="62,7">
              <v:shape style="position:absolute;left:2057;top:-144;width:62;height:7" coordorigin="2057,-144" coordsize="62,7" path="m2057,-141l2119,-141e" filled="f" stroked="t" strokeweight=".435pt" strokecolor="#EC008C">
                <v:path arrowok="t"/>
              </v:shape>
            </v:group>
            <v:group style="position:absolute;left:1934;top:-144;width:62;height:7" coordorigin="1934,-144" coordsize="62,7">
              <v:shape style="position:absolute;left:1934;top:-144;width:62;height:7" coordorigin="1934,-144" coordsize="62,7" path="m1934,-141l1996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4.185501pt;margin-top:-7.437796pt;width:9.664pt;height:.77pt;mso-position-horizontal-relative:page;mso-position-vertical-relative:paragraph;z-index:-869" coordorigin="1684,-149" coordsize="193,15">
            <v:group style="position:absolute;left:1811;top:-144;width:62;height:7" coordorigin="1811,-144" coordsize="62,7">
              <v:shape style="position:absolute;left:1811;top:-144;width:62;height:7" coordorigin="1811,-144" coordsize="62,7" path="m1811,-141l1873,-141e" filled="f" stroked="t" strokeweight=".435pt" strokecolor="#EC008C">
                <v:path arrowok="t"/>
              </v:shape>
            </v:group>
            <v:group style="position:absolute;left:1688;top:-144;width:62;height:7" coordorigin="1688,-144" coordsize="62,7">
              <v:shape style="position:absolute;left:1688;top:-144;width:62;height:7" coordorigin="1688,-144" coordsize="62,7" path="m1688,-141l1750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1.8815pt;margin-top:-7.437796pt;width:9.663pt;height:.77pt;mso-position-horizontal-relative:page;mso-position-vertical-relative:paragraph;z-index:-868" coordorigin="1438,-149" coordsize="193,15">
            <v:group style="position:absolute;left:1565;top:-144;width:62;height:7" coordorigin="1565,-144" coordsize="62,7">
              <v:shape style="position:absolute;left:1565;top:-144;width:62;height:7" coordorigin="1565,-144" coordsize="62,7" path="m1565,-141l1627,-141e" filled="f" stroked="t" strokeweight=".435pt" strokecolor="#EC008C">
                <v:path arrowok="t"/>
              </v:shape>
            </v:group>
            <v:group style="position:absolute;left:1442;top:-144;width:62;height:7" coordorigin="1442,-144" coordsize="62,7">
              <v:shape style="position:absolute;left:1442;top:-144;width:62;height:7" coordorigin="1442,-144" coordsize="62,7" path="m1442,-141l1504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9.5765pt;margin-top:-7.437796pt;width:9.664pt;height:.77pt;mso-position-horizontal-relative:page;mso-position-vertical-relative:paragraph;z-index:-867" coordorigin="1192,-149" coordsize="193,15">
            <v:group style="position:absolute;left:1319;top:-144;width:62;height:7" coordorigin="1319,-144" coordsize="62,7">
              <v:shape style="position:absolute;left:1319;top:-144;width:62;height:7" coordorigin="1319,-144" coordsize="62,7" path="m1319,-141l1380,-141e" filled="f" stroked="t" strokeweight=".435pt" strokecolor="#EC008C">
                <v:path arrowok="t"/>
              </v:shape>
            </v:group>
            <v:group style="position:absolute;left:1196;top:-144;width:62;height:7" coordorigin="1196,-144" coordsize="62,7">
              <v:shape style="position:absolute;left:1196;top:-144;width:62;height:7" coordorigin="1196,-144" coordsize="62,7" path="m1196,-141l1257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7.27150pt;margin-top:-7.437796pt;width:9.663pt;height:.77pt;mso-position-horizontal-relative:page;mso-position-vertical-relative:paragraph;z-index:-866" coordorigin="945,-149" coordsize="193,15">
            <v:group style="position:absolute;left:1073;top:-144;width:62;height:7" coordorigin="1073,-144" coordsize="62,7">
              <v:shape style="position:absolute;left:1073;top:-144;width:62;height:7" coordorigin="1073,-144" coordsize="62,7" path="m1073,-141l1134,-141e" filled="f" stroked="t" strokeweight=".435pt" strokecolor="#EC008C">
                <v:path arrowok="t"/>
              </v:shape>
            </v:group>
            <v:group style="position:absolute;left:950;top:-144;width:62;height:7" coordorigin="950,-144" coordsize="62,7">
              <v:shape style="position:absolute;left:950;top:-144;width:62;height:7" coordorigin="950,-144" coordsize="62,7" path="m950,-141l1011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4.966499pt;margin-top:-7.437796pt;width:9.664pt;height:.77pt;mso-position-horizontal-relative:page;mso-position-vertical-relative:paragraph;z-index:-865" coordorigin="699,-149" coordsize="193,15">
            <v:group style="position:absolute;left:827;top:-144;width:62;height:7" coordorigin="827,-144" coordsize="62,7">
              <v:shape style="position:absolute;left:827;top:-144;width:62;height:7" coordorigin="827,-144" coordsize="62,7" path="m827,-141l888,-141e" filled="f" stroked="t" strokeweight=".435pt" strokecolor="#EC008C">
                <v:path arrowok="t"/>
              </v:shape>
            </v:group>
            <v:group style="position:absolute;left:704;top:-144;width:62;height:7" coordorigin="704,-144" coordsize="62,7">
              <v:shape style="position:absolute;left:704;top:-144;width:62;height:7" coordorigin="704,-144" coordsize="62,7" path="m704,-141l765,-141e" filled="f" stroked="t" strokeweight=".43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47.509003pt;margin-top:-6.046296pt;width:9.945pt;height:.736pt;mso-position-horizontal-relative:page;mso-position-vertical-relative:paragraph;z-index:-835" coordorigin="8950,-121" coordsize="199,15">
            <v:group style="position:absolute;left:9081;top:-117;width:64;height:6" coordorigin="9081,-117" coordsize="64,6">
              <v:shape style="position:absolute;left:9081;top:-117;width:64;height:6" coordorigin="9081,-117" coordsize="64,6" path="m9081,-114l9145,-114e" filled="f" stroked="t" strokeweight=".418pt" strokecolor="#EC008C">
                <v:path arrowok="t"/>
              </v:shape>
            </v:group>
            <v:group style="position:absolute;left:8954;top:-117;width:64;height:6" coordorigin="8954,-117" coordsize="64,6">
              <v:shape style="position:absolute;left:8954;top:-117;width:64;height:6" coordorigin="8954,-117" coordsize="64,6" path="m8954,-114l9018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34.806pt;margin-top:-6.046296pt;width:9.945pt;height:.736pt;mso-position-horizontal-relative:page;mso-position-vertical-relative:paragraph;z-index:-834" coordorigin="8696,-121" coordsize="199,15">
            <v:group style="position:absolute;left:8827;top:-117;width:64;height:6" coordorigin="8827,-117" coordsize="64,6">
              <v:shape style="position:absolute;left:8827;top:-117;width:64;height:6" coordorigin="8827,-117" coordsize="64,6" path="m8827,-114l8891,-114e" filled="f" stroked="t" strokeweight=".418pt" strokecolor="#EC008C">
                <v:path arrowok="t"/>
              </v:shape>
            </v:group>
            <v:group style="position:absolute;left:8700;top:-117;width:64;height:6" coordorigin="8700,-117" coordsize="64,6">
              <v:shape style="position:absolute;left:8700;top:-117;width:64;height:6" coordorigin="8700,-117" coordsize="64,6" path="m8700,-114l8764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22.102997pt;margin-top:-6.046296pt;width:9.946pt;height:.736pt;mso-position-horizontal-relative:page;mso-position-vertical-relative:paragraph;z-index:-833" coordorigin="8442,-121" coordsize="199,15">
            <v:group style="position:absolute;left:8573;top:-117;width:64;height:6" coordorigin="8573,-117" coordsize="64,6">
              <v:shape style="position:absolute;left:8573;top:-117;width:64;height:6" coordorigin="8573,-117" coordsize="64,6" path="m8573,-114l8637,-114e" filled="f" stroked="t" strokeweight=".418pt" strokecolor="#EC008C">
                <v:path arrowok="t"/>
              </v:shape>
            </v:group>
            <v:group style="position:absolute;left:8446;top:-117;width:64;height:6" coordorigin="8446,-117" coordsize="64,6">
              <v:shape style="position:absolute;left:8446;top:-117;width:64;height:6" coordorigin="8446,-117" coordsize="64,6" path="m8446,-114l8510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09.399994pt;margin-top:-6.046296pt;width:9.945pt;height:.736pt;mso-position-horizontal-relative:page;mso-position-vertical-relative:paragraph;z-index:-832" coordorigin="8188,-121" coordsize="199,15">
            <v:group style="position:absolute;left:8319;top:-117;width:64;height:6" coordorigin="8319,-117" coordsize="64,6">
              <v:shape style="position:absolute;left:8319;top:-117;width:64;height:6" coordorigin="8319,-117" coordsize="64,6" path="m8319,-114l8383,-114e" filled="f" stroked="t" strokeweight=".418pt" strokecolor="#EC008C">
                <v:path arrowok="t"/>
              </v:shape>
            </v:group>
            <v:group style="position:absolute;left:8192;top:-117;width:64;height:6" coordorigin="8192,-117" coordsize="64,6">
              <v:shape style="position:absolute;left:8192;top:-117;width:64;height:6" coordorigin="8192,-117" coordsize="64,6" path="m8192,-114l8256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96.697998pt;margin-top:-6.046296pt;width:9.945pt;height:.736pt;mso-position-horizontal-relative:page;mso-position-vertical-relative:paragraph;z-index:-831" coordorigin="7934,-121" coordsize="199,15">
            <v:group style="position:absolute;left:8065;top:-117;width:64;height:6" coordorigin="8065,-117" coordsize="64,6">
              <v:shape style="position:absolute;left:8065;top:-117;width:64;height:6" coordorigin="8065,-117" coordsize="64,6" path="m8065,-114l8129,-114e" filled="f" stroked="t" strokeweight=".418pt" strokecolor="#EC008C">
                <v:path arrowok="t"/>
              </v:shape>
            </v:group>
            <v:group style="position:absolute;left:7938;top:-117;width:64;height:6" coordorigin="7938,-117" coordsize="64,6">
              <v:shape style="position:absolute;left:7938;top:-117;width:64;height:6" coordorigin="7938,-117" coordsize="64,6" path="m7938,-114l8002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83.993988pt;margin-top:-6.046296pt;width:9.946pt;height:.736pt;mso-position-horizontal-relative:page;mso-position-vertical-relative:paragraph;z-index:-830" coordorigin="7680,-121" coordsize="199,15">
            <v:group style="position:absolute;left:7811;top:-117;width:64;height:6" coordorigin="7811,-117" coordsize="64,6">
              <v:shape style="position:absolute;left:7811;top:-117;width:64;height:6" coordorigin="7811,-117" coordsize="64,6" path="m7811,-114l7875,-114e" filled="f" stroked="t" strokeweight=".418pt" strokecolor="#EC008C">
                <v:path arrowok="t"/>
              </v:shape>
            </v:group>
            <v:group style="position:absolute;left:7684;top:-117;width:64;height:6" coordorigin="7684,-117" coordsize="64,6">
              <v:shape style="position:absolute;left:7684;top:-117;width:64;height:6" coordorigin="7684,-117" coordsize="64,6" path="m7684,-114l7748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45.885986pt;margin-top:-6.046296pt;width:9.946pt;height:.736pt;mso-position-horizontal-relative:page;mso-position-vertical-relative:paragraph;z-index:-829" coordorigin="6918,-121" coordsize="199,15">
            <v:group style="position:absolute;left:7049;top:-117;width:64;height:6" coordorigin="7049,-117" coordsize="64,6">
              <v:shape style="position:absolute;left:7049;top:-117;width:64;height:6" coordorigin="7049,-117" coordsize="64,6" path="m7049,-114l7112,-114e" filled="f" stroked="t" strokeweight=".418pt" strokecolor="#EC008C">
                <v:path arrowok="t"/>
              </v:shape>
            </v:group>
            <v:group style="position:absolute;left:6922;top:-117;width:64;height:6" coordorigin="6922,-117" coordsize="64,6">
              <v:shape style="position:absolute;left:6922;top:-117;width:64;height:6" coordorigin="6922,-117" coordsize="64,6" path="m6922,-114l6985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3.18399pt;margin-top:-6.046296pt;width:9.945pt;height:.736pt;mso-position-horizontal-relative:page;mso-position-vertical-relative:paragraph;z-index:-828" coordorigin="6664,-121" coordsize="199,15">
            <v:group style="position:absolute;left:6795;top:-117;width:64;height:6" coordorigin="6795,-117" coordsize="64,6">
              <v:shape style="position:absolute;left:6795;top:-117;width:64;height:6" coordorigin="6795,-117" coordsize="64,6" path="m6795,-114l6858,-114e" filled="f" stroked="t" strokeweight=".418pt" strokecolor="#EC008C">
                <v:path arrowok="t"/>
              </v:shape>
            </v:group>
            <v:group style="position:absolute;left:6668;top:-117;width:64;height:6" coordorigin="6668,-117" coordsize="64,6">
              <v:shape style="position:absolute;left:6668;top:-117;width:64;height:6" coordorigin="6668,-117" coordsize="64,6" path="m6668,-114l6731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20.480988pt;margin-top:-6.046296pt;width:9.945pt;height:.736pt;mso-position-horizontal-relative:page;mso-position-vertical-relative:paragraph;z-index:-827" coordorigin="6410,-121" coordsize="199,15">
            <v:group style="position:absolute;left:6541;top:-117;width:64;height:6" coordorigin="6541,-117" coordsize="64,6">
              <v:shape style="position:absolute;left:6541;top:-117;width:64;height:6" coordorigin="6541,-117" coordsize="64,6" path="m6541,-114l6604,-114e" filled="f" stroked="t" strokeweight=".418pt" strokecolor="#EC008C">
                <v:path arrowok="t"/>
              </v:shape>
            </v:group>
            <v:group style="position:absolute;left:6414;top:-117;width:64;height:6" coordorigin="6414,-117" coordsize="64,6">
              <v:shape style="position:absolute;left:6414;top:-117;width:64;height:6" coordorigin="6414,-117" coordsize="64,6" path="m6414,-114l6477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07.778015pt;margin-top:-6.046296pt;width:9.946pt;height:.736pt;mso-position-horizontal-relative:page;mso-position-vertical-relative:paragraph;z-index:-826" coordorigin="6156,-121" coordsize="199,15">
            <v:group style="position:absolute;left:6287;top:-117;width:64;height:6" coordorigin="6287,-117" coordsize="64,6">
              <v:shape style="position:absolute;left:6287;top:-117;width:64;height:6" coordorigin="6287,-117" coordsize="64,6" path="m6287,-114l6350,-114e" filled="f" stroked="t" strokeweight=".418pt" strokecolor="#EC008C">
                <v:path arrowok="t"/>
              </v:shape>
            </v:group>
            <v:group style="position:absolute;left:6160;top:-117;width:64;height:6" coordorigin="6160,-117" coordsize="64,6">
              <v:shape style="position:absolute;left:6160;top:-117;width:64;height:6" coordorigin="6160,-117" coordsize="64,6" path="m6160,-114l6223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5.075012pt;margin-top:-6.046296pt;width:9.946pt;height:.736pt;mso-position-horizontal-relative:page;mso-position-vertical-relative:paragraph;z-index:-825" coordorigin="5902,-121" coordsize="199,15">
            <v:group style="position:absolute;left:6033;top:-117;width:64;height:6" coordorigin="6033,-117" coordsize="64,6">
              <v:shape style="position:absolute;left:6033;top:-117;width:64;height:6" coordorigin="6033,-117" coordsize="64,6" path="m6033,-114l6096,-114e" filled="f" stroked="t" strokeweight=".418pt" strokecolor="#EC008C">
                <v:path arrowok="t"/>
              </v:shape>
            </v:group>
            <v:group style="position:absolute;left:5906;top:-117;width:64;height:6" coordorigin="5906,-117" coordsize="64,6">
              <v:shape style="position:absolute;left:5906;top:-117;width:64;height:6" coordorigin="5906,-117" coordsize="64,6" path="m5906,-114l5969,-114e" filled="f" stroked="t" strokeweight=".418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82.372009pt;margin-top:-6.046296pt;width:9.946pt;height:.736pt;mso-position-horizontal-relative:page;mso-position-vertical-relative:paragraph;z-index:-824" coordorigin="5647,-121" coordsize="199,15">
            <v:group style="position:absolute;left:5779;top:-117;width:64;height:6" coordorigin="5779,-117" coordsize="64,6">
              <v:shape style="position:absolute;left:5779;top:-117;width:64;height:6" coordorigin="5779,-117" coordsize="64,6" path="m5779,-114l5842,-114e" filled="f" stroked="t" strokeweight=".418pt" strokecolor="#EC008C">
                <v:path arrowok="t"/>
              </v:shape>
            </v:group>
            <v:group style="position:absolute;left:5652;top:-117;width:64;height:6" coordorigin="5652,-117" coordsize="64,6">
              <v:shape style="position:absolute;left:5652;top:-117;width:64;height:6" coordorigin="5652,-117" coordsize="64,6" path="m5652,-114l5715,-114e" filled="f" stroked="t" strokeweight=".418pt" strokecolor="#EC008C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=</w:t>
      </w:r>
      <w:r>
        <w:rPr>
          <w:rFonts w:ascii="Arial" w:hAnsi="Arial" w:cs="Arial" w:eastAsia="Arial"/>
          <w:sz w:val="19"/>
          <w:szCs w:val="19"/>
          <w:color w:val="808285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height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19"/>
          <w:szCs w:val="19"/>
          <w:color w:val="808285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  <w:position w:val="-1"/>
        </w:rPr>
        <w:t>“I”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2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Minimum</w:t>
      </w:r>
      <w:r>
        <w:rPr>
          <w:rFonts w:ascii="Arial" w:hAnsi="Arial" w:cs="Arial" w:eastAsia="Arial"/>
          <w:sz w:val="28"/>
          <w:szCs w:val="28"/>
          <w:color w:val="808285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requirements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63" w:lineRule="auto"/>
        <w:ind w:left="120" w:right="905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should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never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smaller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than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size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specified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ensure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sufficient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legibility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circle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How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determine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correct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based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size.</w:t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370.031311pt;margin-top:7.122605pt;width:143.005209pt;height:45.238pt;mso-position-horizontal-relative:page;mso-position-vertical-relative:paragraph;z-index:-802" coordorigin="7401,142" coordsize="2860,905">
            <v:group style="position:absolute;left:7403;top:1012;width:2;height:2" coordorigin="7403,1012" coordsize="2,2">
              <v:shape style="position:absolute;left:7403;top:1012;width:2;height:2" coordorigin="7403,1012" coordsize="0,0" path="m7403,1012l7403,1012,7403,1012,7403,1012xe" filled="t" fillcolor="#013A81" stroked="f">
                <v:path arrowok="t"/>
                <v:fill/>
              </v:shape>
            </v:group>
            <v:group style="position:absolute;left:7403;top:145;width:2841;height:900" coordorigin="7403,145" coordsize="2841,900">
              <v:shape style="position:absolute;left:7403;top:145;width:2841;height:900" coordorigin="7403,145" coordsize="2841,900" path="m9975,699l9793,699,9802,709,9812,721,9822,735,9833,751,9844,767,9856,785,9867,803,9879,823,9891,841,9903,861,9915,881,9927,901,9938,919,9948,937,9958,953,9968,969,7421,999,7411,999,7403,1001,7403,1025,7411,1027,10011,1045,10211,1045,10231,1041,10244,1023,10244,1005,10232,999,10218,997,10190,997,10181,993,10159,985,10147,973,10136,955,10126,941,10115,925,10104,907,10093,889,10080,869,10068,849,10055,829,10042,807,10015,765,9975,699e" filled="t" fillcolor="#013A81" stroked="f">
                <v:path arrowok="t"/>
                <v:fill/>
              </v:shape>
              <v:shape style="position:absolute;left:7403;top:145;width:2841;height:900" coordorigin="7403,145" coordsize="2841,900" path="m10205,995l10190,997,10218,997,10205,995e" filled="t" fillcolor="#013A81" stroked="f">
                <v:path arrowok="t"/>
                <v:fill/>
              </v:shape>
              <v:shape style="position:absolute;left:7403;top:145;width:2841;height:900" coordorigin="7403,145" coordsize="2841,900" path="m8099,495l7898,495,7902,499,7921,519,7978,575,7993,587,8007,601,8126,711,8189,767,8231,807,8324,889,8338,903,8350,913,8366,925,8384,935,8400,935,8422,879,8422,855,8422,837,8423,811,8425,711,8332,711,8327,707,8318,699,8271,655,8203,593,8101,497,8099,495e" filled="t" fillcolor="#013A81" stroked="f">
                <v:path arrowok="t"/>
                <v:fill/>
              </v:shape>
              <v:shape style="position:absolute;left:7403;top:145;width:2841;height:900" coordorigin="7403,145" coordsize="2841,900" path="m7536,145l7431,145,7424,147,7420,149,7406,159,7404,177,7415,191,7431,195,7440,195,7460,197,7468,197,7475,201,7485,215,7490,235,7492,259,7492,769,7485,849,7442,875,7417,885,7406,897,7405,911,7415,921,7431,925,7451,927,7474,925,7963,925,7982,921,7993,911,7993,891,7980,879,7974,877,7690,877,7673,875,7643,795,7641,655,7641,347,7641,291,7649,229,10172,193,10180,189,10180,167,10172,165,10162,165,7536,145e" filled="t" fillcolor="#013A81" stroked="f">
                <v:path arrowok="t"/>
                <v:fill/>
              </v:shape>
              <v:shape style="position:absolute;left:7403;top:145;width:2841;height:900" coordorigin="7403,145" coordsize="2841,900" path="m7963,925l7917,925,7940,927,7963,925e" filled="t" fillcolor="#013A81" stroked="f">
                <v:path arrowok="t"/>
                <v:fill/>
              </v:shape>
              <v:shape style="position:absolute;left:7403;top:145;width:2841;height:900" coordorigin="7403,145" coordsize="2841,900" path="m8583,925l8502,925,8518,927,8583,925e" filled="t" fillcolor="#013A81" stroked="f">
                <v:path arrowok="t"/>
                <v:fill/>
              </v:shape>
              <v:shape style="position:absolute;left:7403;top:145;width:2841;height:900" coordorigin="7403,145" coordsize="2841,900" path="m8490,875l8472,891,8470,907,8483,921,8492,925,8701,925,8724,927,8746,927,8765,925,8786,919,8792,913,8794,891,8786,881,8770,877,8502,877,8490,875e" filled="t" fillcolor="#013A81" stroked="f">
                <v:path arrowok="t"/>
                <v:fill/>
              </v:shape>
              <v:shape style="position:absolute;left:7403;top:145;width:2841;height:900" coordorigin="7403,145" coordsize="2841,900" path="m8930,667l8764,667,8774,671,8783,683,8787,689,8849,769,8862,785,8875,799,8887,815,8901,829,8947,877,9009,915,9066,925,9653,925,9674,927,9729,891,9721,881,9706,877,9410,877,9389,875,9162,875,9144,869,9092,837,9048,795,9007,751,8994,737,8967,709,8930,667e" filled="t" fillcolor="#013A81" stroked="f">
                <v:path arrowok="t"/>
                <v:fill/>
              </v:shape>
              <v:shape style="position:absolute;left:7403;top:145;width:2841;height:900" coordorigin="7403,145" coordsize="2841,900" path="m7839,255l7815,263,7804,279,7801,301,7800,399,7798,537,7795,699,7794,759,7792,819,7765,875,7743,877,7958,877,7941,875,7932,875,7926,873,7903,811,7900,743,7894,535,7893,505,7892,495,8099,495,8010,413,7966,371,7943,349,7929,337,7886,295,7871,281,7855,265,7839,255e" filled="t" fillcolor="#013A81" stroked="f">
                <v:path arrowok="t"/>
                <v:fill/>
              </v:shape>
              <v:shape style="position:absolute;left:7403;top:145;width:2841;height:900" coordorigin="7403,145" coordsize="2841,900" path="m7967,875l7958,877,7974,877,7967,875e" filled="t" fillcolor="#013A81" stroked="f">
                <v:path arrowok="t"/>
                <v:fill/>
              </v:shape>
              <v:shape style="position:absolute;left:7403;top:145;width:2841;height:900" coordorigin="7403,145" coordsize="2841,900" path="m8320,267l8277,267,8257,269,8237,279,8231,295,8236,309,8244,315,8253,317,8503,317,8523,319,8551,373,8552,631,8551,757,8549,833,8502,877,8770,877,8762,875,8729,875,8717,873,8697,809,8696,761,8696,697,8696,681,8697,667,8930,667,8923,659,8912,647,8902,635,8889,623,8891,619,8898,613,8901,611,8916,599,8920,595,8745,595,8706,591,8700,531,8697,471,8696,435,8696,351,8716,345,8736,343,8972,343,8962,331,8911,295,8835,273,8796,269,8756,269,8320,267e" filled="t" fillcolor="#013A81" stroked="f">
                <v:path arrowok="t"/>
                <v:fill/>
              </v:shape>
              <v:shape style="position:absolute;left:7403;top:145;width:2841;height:900" coordorigin="7403,145" coordsize="2841,900" path="m9699,875l9468,875,9424,877,9706,877,9699,875e" filled="t" fillcolor="#013A81" stroked="f">
                <v:path arrowok="t"/>
                <v:fill/>
              </v:shape>
              <v:shape style="position:absolute;left:7403;top:145;width:2841;height:900" coordorigin="7403,145" coordsize="2841,900" path="m9378,267l9163,267,9144,269,9127,281,9124,297,9139,311,9157,317,9176,319,9193,331,9202,349,9203,373,9204,387,9204,587,9204,771,9201,841,9181,875,9389,875,9355,825,9354,765,9353,675,9353,361,9359,335,9372,321,9400,317,9414,315,9425,311,9431,303,9431,295,9425,277,9406,269,9378,267e" filled="t" fillcolor="#013A81" stroked="f">
                <v:path arrowok="t"/>
                <v:fill/>
              </v:shape>
              <v:shape style="position:absolute;left:7403;top:145;width:2841;height:900" coordorigin="7403,145" coordsize="2841,900" path="m9743,267l9512,267,9493,269,9476,281,9472,297,9485,311,9501,315,9520,317,9544,325,9562,333,9573,345,9582,357,9594,375,9607,393,9661,477,9693,529,9714,563,9735,597,9724,613,9713,631,9701,647,9690,665,9667,697,9645,729,9622,761,9587,809,9572,829,9560,845,9548,857,9531,869,9511,875,9682,875,9679,869,9693,849,9703,833,9715,815,9726,799,9737,781,9760,747,9782,715,9793,699,9975,699,9964,681,9952,661,9940,643,9929,625,9919,607,9909,593,9901,579,9912,565,9923,549,9934,533,9946,515,9960,495,9838,495,9828,479,9816,461,9804,441,9791,419,9778,397,9766,377,9755,359,9746,345,9740,333,9733,321,9738,317,9763,317,9781,305,9783,291,9776,279,9763,271,9743,267e" filled="t" fillcolor="#013A81" stroked="f">
                <v:path arrowok="t"/>
                <v:fill/>
              </v:shape>
              <v:shape style="position:absolute;left:7403;top:145;width:2841;height:900" coordorigin="7403,145" coordsize="2841,900" path="m8472,317l8274,317,8293,319,8313,333,8325,405,8329,533,8332,659,8332,711,8425,711,8426,681,8426,669,8426,647,8426,613,8427,597,8427,555,8430,479,8430,457,8430,435,8431,419,8431,383,8431,367,8433,347,8438,333,8453,323,8472,317e" filled="t" fillcolor="#013A81" stroked="f">
                <v:path arrowok="t"/>
                <v:fill/>
              </v:shape>
              <v:shape style="position:absolute;left:7403;top:145;width:2841;height:900" coordorigin="7403,145" coordsize="2841,900" path="m8764,667l8697,667,8717,669,8757,669,8764,667e" filled="t" fillcolor="#013A81" stroked="f">
                <v:path arrowok="t"/>
                <v:fill/>
              </v:shape>
              <v:shape style="position:absolute;left:7403;top:145;width:2841;height:900" coordorigin="7403,145" coordsize="2841,900" path="m8972,343l8755,343,8774,347,8795,357,8841,399,8860,457,8860,481,8846,545,8808,587,8803,591,8799,593,8792,595,8920,595,8970,539,8996,485,9003,447,9001,419,8996,395,8990,375,8982,359,8972,343e" filled="t" fillcolor="#013A81" stroked="f">
                <v:path arrowok="t"/>
                <v:fill/>
              </v:shape>
              <v:shape style="position:absolute;left:7403;top:145;width:2841;height:900" coordorigin="7403,145" coordsize="2841,900" path="m10116,317l9950,317,9954,323,9930,361,9918,379,9907,397,9866,455,9854,475,9844,487,9838,495,9960,495,9993,449,10005,431,10017,415,10028,399,10040,383,10054,363,10065,349,10079,333,10094,321,10116,317e" filled="t" fillcolor="#013A81" stroked="f">
                <v:path arrowok="t"/>
                <v:fill/>
              </v:shape>
              <v:shape style="position:absolute;left:7403;top:145;width:2841;height:900" coordorigin="7403,145" coordsize="2841,900" path="m10106,267l9940,267,9919,269,9905,277,9900,297,9908,311,9921,317,10134,317,10151,313,10160,303,10159,291,10149,275,10130,269,10106,267e" filled="t" fillcolor="#013A81" stroked="f">
                <v:path arrowok="t"/>
                <v:fill/>
              </v:shape>
            </v:group>
            <v:group style="position:absolute;left:10195;top:914;width:63;height:60" coordorigin="10195,914" coordsize="63,60">
              <v:shape style="position:absolute;left:10195;top:914;width:63;height:60" coordorigin="10195,914" coordsize="63,60" path="m10222,914l10213,919,10242,919,10254,930,10254,961,10242,972,10215,972,10241,974,10254,961,10254,960,10258,935,10245,919,10222,914e" filled="t" fillcolor="#013A81" stroked="f">
                <v:path arrowok="t"/>
                <v:fill/>
              </v:shape>
              <v:shape style="position:absolute;left:10195;top:914;width:63;height:60" coordorigin="10195,914" coordsize="63,60" path="m10208,967l10213,972,10215,972,10215,972,10208,967e" filled="t" fillcolor="#013A81" stroked="f">
                <v:path arrowok="t"/>
                <v:fill/>
              </v:shape>
              <v:shape style="position:absolute;left:10195;top:914;width:63;height:60" coordorigin="10195,914" coordsize="63,60" path="m10213,919l10203,925,10195,945,10200,960,10208,967,10202,961,10202,930,10213,919e" filled="t" fillcolor="#013A81" stroked="f">
                <v:path arrowok="t"/>
                <v:fill/>
              </v:shape>
              <v:shape style="position:absolute;left:10195;top:914;width:63;height:60" coordorigin="10195,914" coordsize="63,60" path="m10238,927l10216,927,10216,964,10221,964,10221,948,10233,948,10233,948,10238,947,10243,944,10243,943,10221,943,10221,932,10243,932,10243,930,10238,927e" filled="t" fillcolor="#013A81" stroked="f">
                <v:path arrowok="t"/>
                <v:fill/>
              </v:shape>
              <v:shape style="position:absolute;left:10195;top:914;width:63;height:60" coordorigin="10195,914" coordsize="63,60" path="m10233,948l10228,948,10237,964,10244,964,10233,948e" filled="t" fillcolor="#013A81" stroked="f">
                <v:path arrowok="t"/>
                <v:fill/>
              </v:shape>
              <v:shape style="position:absolute;left:10195;top:914;width:63;height:60" coordorigin="10195,914" coordsize="63,60" path="m10243,932l10233,932,10237,933,10237,943,10233,943,10243,943,10243,932e" filled="t" fillcolor="#013A81" stroked="f">
                <v:path arrowok="t"/>
                <v:fill/>
              </v:shape>
              <v:shape style="position:absolute;left:10195;top:914;width:63;height:60" coordorigin="10195,914" coordsize="63,60" path="m10213,919l10213,919,10213,919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557.867981pt;margin-top:2.901605pt;width:150.4312pt;height:67.9832pt;mso-position-horizontal-relative:page;mso-position-vertical-relative:paragraph;z-index:-801" coordorigin="11157,58" coordsize="3009,1360">
            <v:group style="position:absolute;left:11160;top:60;width:3004;height:1067" coordorigin="11160,60" coordsize="3004,1067">
              <v:shape style="position:absolute;left:11160;top:60;width:3004;height:1067" coordorigin="11160,60" coordsize="3004,1067" path="m11172,1184l14176,1184,14176,116,11172,116,11172,1184e" filled="t" fillcolor="#013A81" stroked="f">
                <v:path arrowok="t"/>
                <v:fill/>
              </v:shape>
            </v:group>
            <v:group style="position:absolute;left:14035;top:914;width:63;height:60" coordorigin="14035,914" coordsize="63,60">
              <v:shape style="position:absolute;left:14035;top:914;width:63;height:60" coordorigin="14035,914" coordsize="63,60" path="m14061,914l14053,919,14082,919,14093,930,14093,961,14082,972,14055,972,14081,974,14094,961,14094,960,14098,935,14085,919,14061,914e" filled="t" fillcolor="#FFFFFF" stroked="f">
                <v:path arrowok="t"/>
                <v:fill/>
              </v:shape>
              <v:shape style="position:absolute;left:14035;top:914;width:63;height:60" coordorigin="14035,914" coordsize="63,60" path="m14048,967l14053,972,14055,972,14054,972,14048,967e" filled="t" fillcolor="#FFFFFF" stroked="f">
                <v:path arrowok="t"/>
                <v:fill/>
              </v:shape>
              <v:shape style="position:absolute;left:14035;top:914;width:63;height:60" coordorigin="14035,914" coordsize="63,60" path="m14053,919l14043,925,14035,945,14039,960,14048,967,14042,961,14042,930,14053,919e" filled="t" fillcolor="#FFFFFF" stroked="f">
                <v:path arrowok="t"/>
                <v:fill/>
              </v:shape>
              <v:shape style="position:absolute;left:14035;top:914;width:63;height:60" coordorigin="14035,914" coordsize="63,60" path="m14078,927l14055,927,14055,964,14061,964,14061,948,14073,948,14073,948,14078,947,14082,944,14082,943,14061,943,14061,932,14082,932,14082,930,14078,927e" filled="t" fillcolor="#FFFFFF" stroked="f">
                <v:path arrowok="t"/>
                <v:fill/>
              </v:shape>
              <v:shape style="position:absolute;left:14035;top:914;width:63;height:60" coordorigin="14035,914" coordsize="63,60" path="m14073,948l14067,948,14077,964,14083,964,14073,948e" filled="t" fillcolor="#FFFFFF" stroked="f">
                <v:path arrowok="t"/>
                <v:fill/>
              </v:shape>
              <v:shape style="position:absolute;left:14035;top:914;width:63;height:60" coordorigin="14035,914" coordsize="63,60" path="m14082,932l14072,932,14077,933,14077,943,14072,943,14082,943,14082,932e" filled="t" fillcolor="#FFFFFF" stroked="f">
                <v:path arrowok="t"/>
                <v:fill/>
              </v:shape>
              <v:shape style="position:absolute;left:14035;top:914;width:63;height:60" coordorigin="14035,914" coordsize="63,60" path="m14053,919e" filled="t" fillcolor="#FFFFFF" stroked="f">
                <v:path arrowok="t"/>
                <v:fill/>
              </v:shape>
            </v:group>
            <v:group style="position:absolute;left:11160;top:146;width:3004;height:900" coordorigin="11160,146" coordsize="3004,900">
              <v:shape style="position:absolute;left:11160;top:146;width:3004;height:900" coordorigin="11160,146" coordsize="3004,900" path="m13827,700l13646,700,13654,710,13664,722,13674,736,13685,752,13696,768,13708,786,13720,804,13732,824,13744,842,13756,862,13768,882,13779,902,13790,920,13801,938,13811,954,13820,970,11172,1000,11172,1028,13340,1044,13616,1044,13812,1046,14063,1046,14084,1042,14096,1024,14096,1006,14084,1000,14070,998,14043,998,14033,994,14012,986,13999,974,13988,956,13978,942,13968,926,13957,908,13945,890,13933,870,13920,850,13907,830,13894,808,13868,766,13827,700e" filled="t" fillcolor="#FFFFFF" stroked="f">
                <v:path arrowok="t"/>
                <v:fill/>
              </v:shape>
              <v:shape style="position:absolute;left:11160;top:146;width:3004;height:900" coordorigin="11160,146" coordsize="3004,900" path="m14058,996l14043,998,14070,998,14058,99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1951,496l11750,496,11755,500,11773,520,11831,576,11845,588,11860,602,11978,712,12042,768,12084,808,12176,890,12190,904,12202,914,12218,926,12236,936,12252,936,12274,880,12274,856,12275,838,12275,818,12278,712,12185,712,12179,708,12170,700,12123,656,12055,594,11953,498,11951,49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1388,146l11283,146,11276,148,11273,150,11258,160,11256,178,11267,192,11284,196,11293,196,11312,198,11321,198,11327,202,11344,260,11344,384,11344,626,11344,744,11342,812,11313,874,11293,876,11269,886,11258,898,11258,912,11276,922,11296,926,11769,926,11793,928,11815,926,11834,922,11846,912,11845,892,11832,880,11826,878,11542,878,11525,876,11496,814,11495,744,11495,658,11494,572,11494,512,11494,350,11494,292,11501,230,14176,194,14176,164,11388,14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436,926l12354,926,12371,928,12436,92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342,876l12324,892,12323,908,12336,922,12344,926,12554,926,12576,928,12598,928,12617,926,12638,920,12645,914,12646,892,12638,882,12622,878,12355,878,12342,87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783,668l12617,668,12626,672,12635,684,12652,706,12702,770,12714,786,12727,800,12740,816,12753,830,12799,878,12862,916,12918,926,13506,926,13526,928,13581,892,13573,882,13558,878,13263,878,13242,876,13014,876,12996,870,12945,838,12900,796,12859,752,12846,738,12819,710,12803,690,12783,66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1692,256l11668,264,11657,280,11653,302,11652,400,11650,534,11647,706,11646,770,11644,832,11596,878,11811,878,11793,876,11785,876,11779,874,11755,812,11753,744,11746,536,11745,506,11744,496,11951,496,11863,414,11830,384,11810,364,11795,350,11781,338,11738,296,11723,282,11707,266,11692,25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1819,876l11811,878,11826,878,11819,87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172,268l12130,268,12110,270,12089,280,12083,296,12089,310,12096,316,12105,318,12356,318,12375,320,12404,374,12404,612,12404,756,12402,834,12355,878,12622,878,12614,876,12581,876,12569,874,12550,810,12548,758,12548,700,12549,684,12549,668,12783,668,12775,660,12764,648,12754,636,12742,624,12743,620,12751,614,12753,612,12769,600,12773,596,12598,596,12559,592,12552,532,12549,472,12549,436,12549,352,12569,346,12588,344,12825,344,12814,332,12763,296,12687,274,12648,270,12608,270,12172,26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3551,876l13320,876,13277,878,13558,878,13551,876e" filled="t" fillcolor="#FFFFFF" stroked="f">
                <v:path arrowok="t"/>
                <v:fill/>
              </v:shape>
              <v:shape style="position:absolute;left:11160;top:146;width:3004;height:900" coordorigin="11160,146" coordsize="3004,900" path="m13230,268l13015,268,12996,270,12980,282,12976,298,12991,312,13010,318,13028,320,13046,332,13054,350,13056,374,13056,392,13056,696,13056,778,13053,842,13034,876,13242,876,13207,826,13206,752,13206,636,13206,362,13211,336,13225,322,13252,318,13267,316,13278,312,13283,304,13284,296,13277,278,13258,270,13230,26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3596,268l13364,268,13345,270,13328,282,13324,298,13338,312,13354,316,13372,318,13397,326,13447,376,13505,466,13557,548,13587,596,13576,614,13565,630,13553,648,13542,664,13531,682,13520,698,13474,762,13425,830,13363,876,13534,876,13532,870,13545,850,13556,834,13567,816,13578,800,13590,782,13612,748,13635,716,13646,700,13827,700,13816,682,13804,662,13793,644,13782,626,13771,608,13762,594,13753,580,13764,566,13775,550,13787,534,13798,516,13813,496,13690,496,13680,480,13669,462,13656,442,13643,420,13630,398,13618,378,13607,360,13598,346,13592,334,13586,322,13590,318,13615,318,13633,306,13636,292,13628,280,13615,272,13596,26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324,318l12126,318,12146,320,12165,334,12179,452,12181,534,12184,660,12185,712,12278,712,12278,682,12278,670,12279,648,12279,614,12279,598,12280,556,12282,480,12282,458,12283,436,12283,420,12283,384,12284,368,12286,348,12290,334,12306,324,12324,31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617,668l12549,668,12569,670,12609,670,12617,66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2825,344l12608,344,12626,348,12647,358,12693,400,12712,458,12712,482,12698,546,12661,588,12656,592,12651,594,12644,596,12773,596,12822,540,12849,486,12855,448,12853,420,12848,396,12842,376,12834,360,12825,344e" filled="t" fillcolor="#FFFFFF" stroked="f">
                <v:path arrowok="t"/>
                <v:fill/>
              </v:shape>
              <v:shape style="position:absolute;left:11160;top:146;width:3004;height:900" coordorigin="11160,146" coordsize="3004,900" path="m13968,318l13802,318,13806,324,13782,362,13771,380,13760,398,13719,456,13706,476,13696,488,13690,496,13813,496,13846,450,13858,432,13869,416,13881,400,13892,384,13906,364,13917,350,13931,334,13947,322,13968,318e" filled="t" fillcolor="#FFFFFF" stroked="f">
                <v:path arrowok="t"/>
                <v:fill/>
              </v:shape>
              <v:shape style="position:absolute;left:11160;top:146;width:3004;height:900" coordorigin="11160,146" coordsize="3004,900" path="m13958,268l13792,268,13771,270,13757,278,13752,298,13761,312,13773,318,13986,318,14003,314,14012,304,14011,292,14001,276,13982,270,13958,268e" filled="t" fillcolor="#FFFFFF" stroked="f">
                <v:path arrowok="t"/>
                <v:fill/>
              </v:shape>
            </v:group>
            <v:group style="position:absolute;left:11246;top:1168;width:2;height:245" coordorigin="11246,1168" coordsize="2,245">
              <v:shape style="position:absolute;left:11246;top:1168;width:2;height:245" coordorigin="11246,1168" coordsize="0,245" path="m11246,1168l11246,1413e" filled="f" stroked="t" strokeweight=".5pt" strokecolor="#EC008C">
                <v:path arrowok="t"/>
              </v:shape>
            </v:group>
            <v:group style="position:absolute;left:14086;top:1168;width:2;height:245" coordorigin="14086,1168" coordsize="2,245">
              <v:shape style="position:absolute;left:14086;top:1168;width:2;height:245" coordorigin="14086,1168" coordsize="0,245" path="m14086,1168l14086,1413e" filled="f" stroked="t" strokeweight=".5pt" strokecolor="#EC008C">
                <v:path arrowok="t"/>
              </v:shape>
            </v:group>
            <v:group style="position:absolute;left:12926;top:1290;width:1155;height:2" coordorigin="12926,1290" coordsize="1155,2">
              <v:shape style="position:absolute;left:12926;top:1290;width:1155;height:2" coordorigin="12926,1290" coordsize="1155,0" path="m12926,1290l14081,1290e" filled="f" stroked="t" strokeweight=".5pt" strokecolor="#EC008C">
                <v:path arrowok="t"/>
              </v:shape>
            </v:group>
            <v:group style="position:absolute;left:11246;top:1290;width:1134;height:2" coordorigin="11246,1290" coordsize="1134,2">
              <v:shape style="position:absolute;left:11246;top:1290;width:1134;height:2" coordorigin="11246,1290" coordsize="1134,0" path="m11246,1290l12380,1290e" filled="f" stroked="t" strokeweight=".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pt;margin-top:-7.220395pt;width:720pt;height:.1pt;mso-position-horizontal-relative:page;mso-position-vertical-relative:paragraph;z-index:-798" coordorigin="720,-144" coordsize="14400,2">
            <v:shape style="position:absolute;left:720;top:-144;width:14400;height:2" coordorigin="720,-144" coordsize="14400,0" path="m720,-144l15120,-144e" filled="f" stroked="t" strokeweight=".5pt" strokecolor="#808285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5"/>
          <w:szCs w:val="15"/>
          <w:w w:val="126"/>
          <w:b/>
          <w:bCs/>
        </w:rPr>
        <w:t>Regula</w:t>
      </w:r>
      <w:r>
        <w:rPr>
          <w:rFonts w:ascii="Arial" w:hAnsi="Arial" w:cs="Arial" w:eastAsia="Arial"/>
          <w:sz w:val="15"/>
          <w:szCs w:val="15"/>
          <w:w w:val="100"/>
          <w:b/>
          <w:bCs/>
        </w:rPr>
        <w:t>R</w:t>
      </w:r>
      <w:r>
        <w:rPr>
          <w:rFonts w:ascii="Arial" w:hAnsi="Arial" w:cs="Arial" w:eastAsia="Arial"/>
          <w:sz w:val="15"/>
          <w:szCs w:val="15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w w:val="219"/>
          <w:b/>
          <w:bCs/>
        </w:rPr>
        <w:t>l</w:t>
      </w:r>
      <w:r>
        <w:rPr>
          <w:rFonts w:ascii="Arial" w:hAnsi="Arial" w:cs="Arial" w:eastAsia="Arial"/>
          <w:sz w:val="15"/>
          <w:szCs w:val="15"/>
          <w:w w:val="123"/>
          <w:b/>
          <w:bCs/>
        </w:rPr>
        <w:t>ogo:</w:t>
      </w:r>
      <w:r>
        <w:rPr>
          <w:rFonts w:ascii="Arial" w:hAnsi="Arial" w:cs="Arial" w:eastAsia="Arial"/>
          <w:sz w:val="15"/>
          <w:szCs w:val="15"/>
          <w:w w:val="100"/>
        </w:rPr>
      </w:r>
    </w:p>
    <w:p>
      <w:pPr>
        <w:spacing w:before="30" w:after="0" w:line="263" w:lineRule="auto"/>
        <w:ind w:left="120" w:right="895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Use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version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when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width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two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inches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more.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Minimum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size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2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inch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(144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pixels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web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use).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8052" w:right="-20"/>
        <w:jc w:val="left"/>
        <w:tabs>
          <w:tab w:pos="1188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70.070801pt;margin-top:1.799786pt;width:57.2002pt;height:12.75pt;mso-position-horizontal-relative:page;mso-position-vertical-relative:paragraph;z-index:-796" coordorigin="7401,36" coordsize="1144,255">
            <v:group style="position:absolute;left:7406;top:41;width:2;height:245" coordorigin="7406,41" coordsize="2,245">
              <v:shape style="position:absolute;left:7406;top:41;width:2;height:245" coordorigin="7406,41" coordsize="0,245" path="m7406,41l7406,286e" filled="f" stroked="t" strokeweight=".5pt" strokecolor="#EC008C">
                <v:path arrowok="t"/>
              </v:shape>
            </v:group>
            <v:group style="position:absolute;left:7406;top:163;width:1134;height:2" coordorigin="7406,163" coordsize="1134,2">
              <v:shape style="position:absolute;left:7406;top:163;width:1134;height:2" coordorigin="7406,163" coordsize="1134,0" path="m7406,163l8540,163e" filled="f" stroked="t" strokeweight=".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54.071014pt;margin-top:1.799786pt;width:58.499901pt;height:12.75pt;mso-position-horizontal-relative:page;mso-position-vertical-relative:paragraph;z-index:-795" coordorigin="9081,36" coordsize="1170,255">
            <v:group style="position:absolute;left:10246;top:41;width:2;height:245" coordorigin="10246,41" coordsize="2,245">
              <v:shape style="position:absolute;left:10246;top:41;width:2;height:245" coordorigin="10246,41" coordsize="0,245" path="m10246,41l10246,286e" filled="f" stroked="t" strokeweight=".5pt" strokecolor="#EC008C">
                <v:path arrowok="t"/>
              </v:shape>
            </v:group>
            <v:group style="position:absolute;left:9086;top:163;width:1155;height:2" coordorigin="9086,163" coordsize="1155,2">
              <v:shape style="position:absolute;left:9086;top:163;width:1155;height:2" coordorigin="9086,163" coordsize="1155,0" path="m9086,163l10241,163e" filled="f" stroked="t" strokeweight=".5pt" strokecolor="#EC008C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in</w:t>
        <w:tab/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3" w:lineRule="exact"/>
        <w:ind w:left="7401" w:right="-20"/>
        <w:jc w:val="left"/>
        <w:tabs>
          <w:tab w:pos="1100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INRIX_pms2758.eps</w:t>
        <w:tab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INRIX_pms2758_inset.eps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NumType w:start="1"/>
          <w:pgMar w:footer="670" w:header="0" w:top="600" w:bottom="860" w:left="600" w:right="600"/>
          <w:footerReference w:type="default" r:id="rId5"/>
          <w:pgSz w:w="15840" w:h="12240" w:orient="landscape"/>
        </w:sectPr>
      </w:pPr>
      <w:rPr/>
    </w:p>
    <w:p>
      <w:pPr>
        <w:spacing w:before="41" w:after="0" w:line="240" w:lineRule="auto"/>
        <w:ind w:left="12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36pt;margin-top:-5.325281pt;width:720pt;height:.1pt;mso-position-horizontal-relative:page;mso-position-vertical-relative:paragraph;z-index:-797" coordorigin="720,-107" coordsize="14400,2">
            <v:shape style="position:absolute;left:720;top:-107;width:14400;height:2" coordorigin="720,-107" coordsize="14400,0" path="m720,-107l15120,-107e" filled="f" stroked="t" strokeweight=".5pt" strokecolor="#808285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5"/>
          <w:szCs w:val="15"/>
          <w:w w:val="99"/>
          <w:b/>
          <w:bCs/>
        </w:rPr>
        <w:t>S</w:t>
      </w:r>
      <w:r>
        <w:rPr>
          <w:rFonts w:ascii="Arial" w:hAnsi="Arial" w:cs="Arial" w:eastAsia="Arial"/>
          <w:sz w:val="15"/>
          <w:szCs w:val="15"/>
          <w:w w:val="100"/>
          <w:b/>
          <w:bCs/>
        </w:rPr>
        <w:t>M</w:t>
      </w:r>
      <w:r>
        <w:rPr>
          <w:rFonts w:ascii="Arial" w:hAnsi="Arial" w:cs="Arial" w:eastAsia="Arial"/>
          <w:sz w:val="15"/>
          <w:szCs w:val="15"/>
          <w:w w:val="174"/>
          <w:b/>
          <w:bCs/>
        </w:rPr>
        <w:t>all</w:t>
      </w:r>
      <w:r>
        <w:rPr>
          <w:rFonts w:ascii="Arial" w:hAnsi="Arial" w:cs="Arial" w:eastAsia="Arial"/>
          <w:sz w:val="15"/>
          <w:szCs w:val="15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219"/>
          <w:b/>
          <w:bCs/>
        </w:rPr>
        <w:t>l</w:t>
      </w:r>
      <w:r>
        <w:rPr>
          <w:rFonts w:ascii="Arial" w:hAnsi="Arial" w:cs="Arial" w:eastAsia="Arial"/>
          <w:sz w:val="15"/>
          <w:szCs w:val="15"/>
          <w:spacing w:val="0"/>
          <w:w w:val="123"/>
          <w:b/>
          <w:bCs/>
        </w:rPr>
        <w:t>ogo: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30" w:after="0" w:line="263" w:lineRule="auto"/>
        <w:ind w:left="120" w:right="-53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Use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version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when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width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that</w:t>
      </w:r>
      <w:r>
        <w:rPr>
          <w:rFonts w:ascii="Arial" w:hAnsi="Arial" w:cs="Arial" w:eastAsia="Arial"/>
          <w:sz w:val="19"/>
          <w:szCs w:val="19"/>
          <w:spacing w:val="-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two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inches.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Minimum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size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1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inch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(72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pixels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web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use).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73" w:right="-20"/>
        <w:jc w:val="left"/>
        <w:tabs>
          <w:tab w:pos="46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70.317505pt;margin-top:-28.10722pt;width:73.7082pt;height:23.138pt;mso-position-horizontal-relative:page;mso-position-vertical-relative:paragraph;z-index:-800" coordorigin="7406,-562" coordsize="1474,463">
            <v:group style="position:absolute;left:7409;top:-560;width:1450;height:458" coordorigin="7409,-560" coordsize="1450,458">
              <v:shape style="position:absolute;left:7409;top:-560;width:1450;height:458" coordorigin="7409,-560" coordsize="1450,458" path="m8723,-276l8628,-276,8638,-266,8648,-252,8660,-234,8672,-216,8684,-196,8696,-176,8717,-142,7422,-124,7413,-124,7413,-112,7417,-110,8520,-102,8848,-102,8858,-104,8858,-122,8852,-124,8845,-126,8831,-126,8811,-132,8809,-138,8801,-150,8793,-164,8783,-178,8772,-196,8760,-214,8748,-234,8723,-276e" filled="t" fillcolor="#013A81" stroked="f">
                <v:path arrowok="t"/>
                <v:fill/>
              </v:shape>
              <v:shape style="position:absolute;left:7409;top:-560;width:1450;height:458" coordorigin="7409,-560" coordsize="1450,458" path="m7766,-382l7664,-382,7667,-380,7683,-362,7697,-348,7712,-334,7816,-240,7850,-208,7866,-194,7891,-172,7900,-164,7906,-158,7920,-158,7932,-164,7931,-172,7931,-220,7933,-270,7933,-278,7886,-278,7880,-282,7871,-288,7857,-300,7841,-314,7822,-332,7802,-350,7782,-368,7766,-382e" filled="t" fillcolor="#013A81" stroked="f">
                <v:path arrowok="t"/>
                <v:fill/>
              </v:shape>
              <v:shape style="position:absolute;left:7409;top:-560;width:1450;height:458" coordorigin="7409,-560" coordsize="1450,458" path="m8189,-294l8105,-294,8110,-292,8115,-286,8117,-282,8142,-250,8154,-234,8167,-220,8185,-200,8253,-164,8272,-162,8568,-162,8583,-160,8590,-164,8593,-166,8596,-170,8596,-180,8592,-186,8309,-186,8300,-190,8285,-198,8278,-204,8271,-208,8257,-222,8243,-236,8226,-254,8189,-294e" filled="t" fillcolor="#013A81" stroked="f">
                <v:path arrowok="t"/>
                <v:fill/>
              </v:shape>
              <v:shape style="position:absolute;left:7409;top:-560;width:1450;height:458" coordorigin="7409,-560" coordsize="1450,458" path="m7432,-188l7411,-184,7409,-170,7426,-162,7684,-162,7704,-164,7716,-178,7711,-186,7443,-186,7432,-188e" filled="t" fillcolor="#013A81" stroked="f">
                <v:path arrowok="t"/>
                <v:fill/>
              </v:shape>
              <v:shape style="position:absolute;left:7409;top:-560;width:1450;height:458" coordorigin="7409,-560" coordsize="1450,458" path="m7966,-188l7957,-180,7956,-172,7962,-164,7967,-162,8106,-162,8116,-166,8120,-168,8120,-180,8116,-186,7972,-186,7966,-188e" filled="t" fillcolor="#013A81" stroked="f">
                <v:path arrowok="t"/>
                <v:fill/>
              </v:shape>
              <v:shape style="position:absolute;left:7409;top:-560;width:1450;height:458" coordorigin="7409,-560" coordsize="1450,458" path="m7480,-560l7427,-560,7423,-558,7409,-554,7410,-538,7422,-534,7442,-534,7446,-532,7457,-526,7458,-510,7458,-352,7458,-278,7457,-216,7443,-186,7561,-186,7549,-188,7542,-192,7535,-196,7536,-206,7536,-214,7535,-222,7535,-226,7535,-234,7534,-276,7534,-318,7534,-382,7534,-488,7535,-508,7536,-516,7545,-524,7552,-526,7562,-526,8826,-536,8826,-548,8822,-550,8816,-550,7480,-560e" filled="t" fillcolor="#013A81" stroked="f">
                <v:path arrowok="t"/>
                <v:fill/>
              </v:shape>
              <v:shape style="position:absolute;left:7409;top:-560;width:1450;height:458" coordorigin="7409,-560" coordsize="1450,458" path="m7637,-506l7615,-502,7615,-498,7615,-468,7612,-296,7610,-216,7600,-186,7704,-186,7700,-188,7682,-188,7671,-190,7663,-352,7662,-376,7664,-382,7766,-382,7761,-386,7725,-420,7711,-434,7700,-444,7684,-458,7656,-486,7643,-498,7637,-506e" filled="t" fillcolor="#013A81" stroked="f">
                <v:path arrowok="t"/>
                <v:fill/>
              </v:shape>
              <v:shape style="position:absolute;left:7409;top:-560;width:1450;height:458" coordorigin="7409,-560" coordsize="1450,458" path="m8104,-188l7983,-188,7972,-186,8116,-186,8104,-18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438,-474l8314,-474,8326,-466,8328,-458,8329,-448,8329,-444,8329,-420,8329,-394,8329,-234,8309,-186,8416,-186,8405,-286,8405,-456,8406,-466,8412,-472,8434,-472,8438,-474e" filled="t" fillcolor="#013A81" stroked="f">
                <v:path arrowok="t"/>
                <v:fill/>
              </v:shape>
              <v:shape style="position:absolute;left:7409;top:-560;width:1450;height:458" coordorigin="7409,-560" coordsize="1450,458" path="m8581,-188l8427,-188,8416,-186,8592,-186,8581,-18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197,-472l7985,-472,7998,-462,7997,-454,7997,-420,7997,-264,7997,-224,7996,-212,7995,-196,7988,-188,8081,-188,8070,-254,8071,-276,8080,-294,8189,-294,8184,-300,8175,-310,8169,-316,8170,-318,8174,-322,8175,-322,8183,-330,8096,-330,8076,-332,8071,-392,8071,-452,8090,-458,8211,-458,8207,-464,8197,-472e" filled="t" fillcolor="#013A81" stroked="f">
                <v:path arrowok="t"/>
                <v:fill/>
              </v:shape>
              <v:shape style="position:absolute;left:7409;top:-560;width:1450;height:458" coordorigin="7409,-560" coordsize="1450,458" path="m8617,-474l8485,-474,8504,-468,8513,-464,8577,-366,8588,-348,8598,-332,8566,-280,8515,-210,8486,-188,8572,-188,8571,-190,8583,-210,8594,-226,8606,-244,8617,-260,8628,-276,8723,-276,8713,-292,8703,-308,8684,-338,8706,-370,8715,-382,8652,-382,8641,-398,8628,-420,8616,-440,8606,-458,8599,-470,8601,-472,8614,-472,8617,-474e" filled="t" fillcolor="#013A81" stroked="f">
                <v:path arrowok="t"/>
                <v:fill/>
              </v:shape>
              <v:shape style="position:absolute;left:7409;top:-560;width:1450;height:458" coordorigin="7409,-560" coordsize="1450,458" path="m8195,-474l7865,-474,7879,-466,7880,-456,7884,-370,7885,-292,7886,-278,7933,-278,7933,-286,7933,-300,7933,-318,7934,-338,7935,-398,7935,-416,7936,-440,7938,-460,7946,-470,7953,-472,8197,-472,8195,-474e" filled="t" fillcolor="#013A81" stroked="f">
                <v:path arrowok="t"/>
                <v:fill/>
              </v:shape>
              <v:shape style="position:absolute;left:7409;top:-560;width:1450;height:458" coordorigin="7409,-560" coordsize="1450,458" path="m8105,-294l8080,-294,8089,-292,8101,-292,8105,-294e" filled="t" fillcolor="#013A81" stroked="f">
                <v:path arrowok="t"/>
                <v:fill/>
              </v:shape>
              <v:shape style="position:absolute;left:7409;top:-560;width:1450;height:458" coordorigin="7409,-560" coordsize="1450,458" path="m8211,-458l8109,-458,8129,-446,8143,-432,8152,-412,8152,-386,8149,-364,8142,-348,8130,-336,8125,-334,8123,-332,8119,-332,8117,-330,8183,-330,8223,-386,8227,-404,8223,-430,8217,-450,8211,-45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780,-472l8709,-472,8711,-470,8709,-466,8699,-450,8687,-432,8674,-412,8660,-394,8652,-382,8715,-382,8718,-386,8730,-404,8742,-420,8766,-454,8769,-458,8775,-466,8780,-472e" filled="t" fillcolor="#013A81" stroked="f">
                <v:path arrowok="t"/>
                <v:fill/>
              </v:shape>
              <v:shape style="position:absolute;left:7409;top:-560;width:1450;height:458" coordorigin="7409,-560" coordsize="1450,458" path="m7850,-498l7835,-494,7832,-486,7835,-480,7837,-476,7841,-474,7845,-472,7855,-470,7865,-474,8195,-474,8190,-478,8172,-486,8154,-492,8133,-496,7867,-496,7850,-49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304,-498l8288,-494,8286,-484,8290,-478,8296,-470,8314,-474,8438,-474,8442,-476,8445,-478,8445,-496,8318,-496,8304,-49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496,-498l8482,-498,8466,-494,8463,-484,8473,-470,8485,-474,8617,-474,8623,-478,8624,-486,8620,-492,8617,-496,8595,-496,8496,-49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813,-498l8688,-498,8681,-482,8684,-476,8690,-474,8694,-472,8802,-472,8811,-474,8816,-480,8813,-49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434,-498l8414,-498,8406,-496,8445,-496,8434,-498e" filled="t" fillcolor="#013A81" stroked="f">
                <v:path arrowok="t"/>
                <v:fill/>
              </v:shape>
              <v:shape style="position:absolute;left:7409;top:-560;width:1450;height:458" coordorigin="7409,-560" coordsize="1450,458" path="m8615,-500l8595,-496,8617,-496,8615,-500e" filled="t" fillcolor="#013A81" stroked="f">
                <v:path arrowok="t"/>
                <v:fill/>
              </v:shape>
            </v:group>
            <v:group style="position:absolute;left:8822;top:-195;width:56;height:55" coordorigin="8822,-195" coordsize="56,55">
              <v:shape style="position:absolute;left:8822;top:-195;width:56;height:55" coordorigin="8822,-195" coordsize="56,55" path="m8865,-195l8835,-195,8822,-184,8822,-152,8835,-140,8865,-140,8870,-145,8838,-145,8828,-155,8828,-181,8838,-191,8870,-191,8865,-195e" filled="t" fillcolor="#013A81" stroked="f">
                <v:path arrowok="t"/>
                <v:fill/>
              </v:shape>
              <v:shape style="position:absolute;left:8822;top:-195;width:56;height:55" coordorigin="8822,-195" coordsize="56,55" path="m8870,-191l8863,-191,8873,-181,8873,-155,8863,-145,8870,-145,8878,-152,8878,-184,8870,-191e" filled="t" fillcolor="#013A81" stroked="f">
                <v:path arrowok="t"/>
                <v:fill/>
              </v:shape>
              <v:shape style="position:absolute;left:8822;top:-195;width:56;height:55" coordorigin="8822,-195" coordsize="56,55" path="m8859,-184l8840,-184,8840,-152,8844,-152,8844,-166,8855,-166,8859,-166,8863,-169,8863,-170,8844,-170,8844,-180,8863,-180,8863,-181,8859,-184e" filled="t" fillcolor="#013A81" stroked="f">
                <v:path arrowok="t"/>
                <v:fill/>
              </v:shape>
              <v:shape style="position:absolute;left:8822;top:-195;width:56;height:55" coordorigin="8822,-195" coordsize="56,55" path="m8855,-166l8850,-166,8858,-152,8864,-152,8855,-166e" filled="t" fillcolor="#013A81" stroked="f">
                <v:path arrowok="t"/>
                <v:fill/>
              </v:shape>
              <v:shape style="position:absolute;left:8822;top:-195;width:56;height:55" coordorigin="8822,-195" coordsize="56,55" path="m8863,-180l8854,-180,8858,-179,8858,-170,8854,-170,8863,-170,8863,-180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558.219421pt;margin-top:-32.05872pt;width:77pt;height:44.9086pt;mso-position-horizontal-relative:page;mso-position-vertical-relative:paragraph;z-index:-799" coordorigin="11164,-641" coordsize="1540,898">
            <v:group style="position:absolute;left:11167;top:-639;width:1535;height:601" coordorigin="11167,-639" coordsize="1535,601">
              <v:shape style="position:absolute;left:11167;top:-639;width:1535;height:601" coordorigin="11167,-639" coordsize="1535,601" path="m12695,-639l11174,-639,11167,-632,11167,-45,11174,-38,12695,-38,12702,-45,12702,-632,12695,-639e" filled="t" fillcolor="#013A81" stroked="f">
                <v:path arrowok="t"/>
                <v:fill/>
              </v:shape>
            </v:group>
            <v:group style="position:absolute;left:12625;top:-203;width:56;height:55" coordorigin="12625,-203" coordsize="56,55">
              <v:shape style="position:absolute;left:12625;top:-203;width:56;height:55" coordorigin="12625,-203" coordsize="56,55" path="m12668,-203l12638,-203,12625,-191,12625,-159,12638,-148,12668,-148,12673,-152,12640,-152,12631,-162,12631,-188,12640,-198,12673,-198,12668,-203e" filled="t" fillcolor="#FFFFFF" stroked="f">
                <v:path arrowok="t"/>
                <v:fill/>
              </v:shape>
              <v:shape style="position:absolute;left:12625;top:-203;width:56;height:55" coordorigin="12625,-203" coordsize="56,55" path="m12673,-198l12666,-198,12676,-188,12676,-162,12666,-152,12673,-152,12681,-159,12681,-191,12673,-198e" filled="t" fillcolor="#FFFFFF" stroked="f">
                <v:path arrowok="t"/>
                <v:fill/>
              </v:shape>
              <v:shape style="position:absolute;left:12625;top:-203;width:56;height:55" coordorigin="12625,-203" coordsize="56,55" path="m12662,-191l12642,-191,12642,-159,12647,-159,12647,-173,12658,-173,12658,-173,12662,-174,12666,-177,12666,-177,12647,-177,12647,-187,12666,-187,12666,-188,12662,-191e" filled="t" fillcolor="#FFFFFF" stroked="f">
                <v:path arrowok="t"/>
                <v:fill/>
              </v:shape>
              <v:shape style="position:absolute;left:12625;top:-203;width:56;height:55" coordorigin="12625,-203" coordsize="56,55" path="m12658,-173l12653,-173,12661,-159,12667,-159,12658,-173e" filled="t" fillcolor="#FFFFFF" stroked="f">
                <v:path arrowok="t"/>
                <v:fill/>
              </v:shape>
              <v:shape style="position:absolute;left:12625;top:-203;width:56;height:55" coordorigin="12625,-203" coordsize="56,55" path="m12666,-187l12657,-187,12661,-186,12661,-178,12657,-177,12666,-177,12666,-187e" filled="t" fillcolor="#FFFFFF" stroked="f">
                <v:path arrowok="t"/>
                <v:fill/>
              </v:shape>
            </v:group>
            <v:group style="position:absolute;left:11167;top:-567;width:1535;height:458" coordorigin="11167,-567" coordsize="1535,458">
              <v:shape style="position:absolute;left:11167;top:-567;width:1535;height:458" coordorigin="11167,-567" coordsize="1535,458" path="m12526,-283l12431,-283,12440,-273,12451,-259,12463,-241,12475,-223,12487,-203,12499,-183,12520,-149,11167,-131,11167,-117,12417,-109,12651,-109,12661,-111,12661,-129,12655,-131,12648,-133,12634,-133,12613,-139,12612,-145,12604,-157,12595,-171,12586,-185,12575,-203,12563,-221,12551,-241,12526,-283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569,-389l11467,-389,11470,-387,11486,-369,11500,-355,11515,-341,11619,-247,11653,-215,11669,-201,11694,-179,11703,-171,11709,-165,11725,-165,11735,-169,11734,-179,11734,-223,11735,-239,11736,-277,11736,-285,11688,-285,11683,-289,11674,-295,11660,-307,11644,-321,11625,-339,11605,-357,11584,-375,11569,-389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992,-301l11908,-301,11913,-299,11932,-273,11945,-257,11957,-241,11970,-227,11988,-207,12056,-171,12075,-169,12370,-169,12386,-167,12393,-171,12396,-173,12399,-177,12399,-187,12395,-193,12112,-193,12103,-197,12088,-205,12080,-211,12074,-215,12059,-229,12046,-243,12029,-261,11992,-301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439,-513l11430,-511,11418,-509,11418,-505,11417,-423,11415,-297,11413,-223,11402,-193,11225,-193,11214,-191,11212,-177,11229,-169,11487,-169,11507,-171,11519,-185,11514,-193,11246,-193,11235,-195,11485,-195,11474,-197,11472,-205,11470,-215,11470,-223,11469,-241,11465,-359,11465,-383,11467,-389,11569,-389,11564,-393,11528,-427,11514,-441,11503,-451,11487,-465,11459,-493,11446,-505,11439,-513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768,-195l11760,-187,11759,-179,11765,-171,11770,-169,11909,-169,11919,-173,11923,-175,11923,-187,11919,-193,11775,-193,11768,-19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283,-567l11230,-567,11226,-565,11224,-565,11212,-561,11213,-545,11225,-541,11245,-541,11249,-539,11252,-537,11260,-533,11261,-517,11261,-359,11261,-287,11260,-243,11246,-193,11364,-193,11352,-195,11345,-199,11338,-203,11339,-215,11338,-221,11338,-229,11338,-233,11338,-241,11337,-283,11337,-325,11337,-393,11337,-497,11355,-533,11365,-533,12702,-543,12702,-557,11283,-567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907,-195l11786,-195,11775,-193,11913,-193,11907,-19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241,-481l12117,-481,12124,-477,12129,-473,12131,-465,12132,-455,12132,-447,12132,-427,12132,-383,12132,-241,12131,-223,12130,-205,12127,-197,12112,-193,12219,-193,12208,-323,12208,-463,12209,-473,12215,-479,12237,-479,12241,-481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384,-195l12230,-195,12219,-193,12395,-193,12384,-19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000,-479l11782,-479,11788,-477,11800,-469,11800,-459,11800,-429,11800,-287,11800,-233,11800,-227,11799,-219,11798,-203,11790,-195,11884,-195,11873,-261,11873,-283,11883,-301,11992,-301,11987,-307,11978,-317,11972,-323,11972,-325,11973,-325,11977,-329,11978,-329,11986,-337,11899,-337,11879,-339,11874,-399,11874,-459,11893,-465,12014,-465,12010,-471,12000,-479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420,-481l12288,-481,12307,-475,12316,-471,12359,-407,12391,-355,12401,-339,12369,-287,12318,-217,12289,-195,12375,-195,12374,-197,12386,-217,12397,-233,12409,-251,12420,-267,12431,-283,12526,-283,12516,-299,12505,-315,12487,-345,12509,-377,12518,-389,12455,-389,12444,-405,12431,-427,12419,-447,12408,-465,12401,-477,12404,-479,12417,-479,12420,-481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998,-481l11668,-481,11682,-473,11683,-463,11687,-369,11688,-299,11688,-285,11736,-285,11736,-301,11736,-325,11737,-345,11738,-407,11738,-415,11739,-447,11740,-467,11749,-477,11756,-479,12000,-479,11998,-481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908,-301l11883,-301,11892,-299,11904,-299,11908,-301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014,-465l11912,-465,11932,-453,11946,-439,11955,-419,11955,-393,11952,-371,11944,-355,11933,-343,11928,-341,11926,-339,11922,-339,11919,-337,11986,-337,12026,-393,12030,-411,12026,-437,12020,-457,12014,-46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583,-479l12512,-479,12514,-477,12512,-473,12502,-457,12490,-439,12477,-419,12463,-401,12455,-389,12518,-389,12521,-393,12533,-411,12544,-427,12556,-443,12564,-455,12577,-473,12583,-479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107,-505l12091,-501,12088,-491,12093,-485,12099,-475,12117,-481,12241,-481,12245,-483,12247,-485,12248,-503,12121,-503,12107,-50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1653,-505l11638,-501,11635,-493,11640,-483,11643,-481,11658,-477,11668,-481,11998,-481,11993,-485,11975,-493,11957,-499,11936,-503,11670,-503,11653,-50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299,-505l12284,-505,12276,-503,12269,-501,12266,-491,12276,-477,12288,-481,12420,-481,12426,-485,12427,-493,12423,-499,12420,-503,12398,-503,12299,-50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616,-505l12491,-505,12486,-497,12483,-489,12487,-483,12493,-481,12497,-479,12605,-479,12614,-481,12619,-487,12616,-50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237,-505l12217,-505,12209,-503,12248,-503,12237,-505e" filled="t" fillcolor="#FFFFFF" stroked="f">
                <v:path arrowok="t"/>
                <v:fill/>
              </v:shape>
              <v:shape style="position:absolute;left:11167;top:-567;width:1535;height:458" coordorigin="11167,-567" coordsize="1535,458" path="m12418,-507l12398,-503,12420,-503,12418,-507e" filled="t" fillcolor="#FFFFFF" stroked="f">
                <v:path arrowok="t"/>
                <v:fill/>
              </v:shape>
            </v:group>
            <v:group style="position:absolute;left:11206;top:7;width:2;height:245" coordorigin="11206,7" coordsize="2,245">
              <v:shape style="position:absolute;left:11206;top:7;width:2;height:245" coordorigin="11206,7" coordsize="0,245" path="m11206,7l11206,252e" filled="f" stroked="t" strokeweight=".5pt" strokecolor="#EC008C">
                <v:path arrowok="t"/>
              </v:shape>
            </v:group>
            <v:group style="position:absolute;left:12652;top:7;width:2;height:245" coordorigin="12652,7" coordsize="2,245">
              <v:shape style="position:absolute;left:12652;top:7;width:2;height:245" coordorigin="12652,7" coordsize="0,245" path="m12652,7l12652,252e" filled="f" stroked="t" strokeweight=".5pt" strokecolor="#EC008C">
                <v:path arrowok="t"/>
              </v:shape>
            </v:group>
            <v:group style="position:absolute;left:12192;top:129;width:459;height:2" coordorigin="12192,129" coordsize="459,2">
              <v:shape style="position:absolute;left:12192;top:129;width:459;height:2" coordorigin="12192,129" coordsize="459,0" path="m12192,129l12651,129e" filled="f" stroked="t" strokeweight=".5pt" strokecolor="#EC008C">
                <v:path arrowok="t"/>
              </v:shape>
            </v:group>
            <v:group style="position:absolute;left:11206;top:129;width:440;height:2" coordorigin="11206,129" coordsize="440,2">
              <v:shape style="position:absolute;left:11206;top:129;width:440;height:2" coordorigin="11206,129" coordsize="440,0" path="m11206,129l11646,129e" filled="f" stroked="t" strokeweight=".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70.070801pt;margin-top:.099881pt;width:22.5002pt;height:12.75pt;mso-position-horizontal-relative:page;mso-position-vertical-relative:paragraph;z-index:-794" coordorigin="7401,2" coordsize="450,255">
            <v:group style="position:absolute;left:7406;top:7;width:2;height:245" coordorigin="7406,7" coordsize="2,245">
              <v:shape style="position:absolute;left:7406;top:7;width:2;height:245" coordorigin="7406,7" coordsize="0,245" path="m7406,7l7406,252e" filled="f" stroked="t" strokeweight=".5pt" strokecolor="#EC008C">
                <v:path arrowok="t"/>
              </v:shape>
            </v:group>
            <v:group style="position:absolute;left:7406;top:129;width:440;height:2" coordorigin="7406,129" coordsize="440,2">
              <v:shape style="position:absolute;left:7406;top:129;width:440;height:2" coordorigin="7406,129" coordsize="440,0" path="m7406,129l7846,129e" filled="f" stroked="t" strokeweight=".5pt" strokecolor="#EC008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9.371002pt;margin-top:.099881pt;width:23.499801pt;height:12.75pt;mso-position-horizontal-relative:page;mso-position-vertical-relative:paragraph;z-index:-793" coordorigin="8387,2" coordsize="470,255">
            <v:group style="position:absolute;left:8852;top:7;width:2;height:245" coordorigin="8852,7" coordsize="2,245">
              <v:shape style="position:absolute;left:8852;top:7;width:2;height:245" coordorigin="8852,7" coordsize="0,245" path="m8852,7l8852,252e" filled="f" stroked="t" strokeweight=".5pt" strokecolor="#EC008C">
                <v:path arrowok="t"/>
              </v:shape>
            </v:group>
            <v:group style="position:absolute;left:8392;top:129;width:459;height:2" coordorigin="8392,129" coordsize="459,2">
              <v:shape style="position:absolute;left:8392;top:129;width:459;height:2" coordorigin="8392,129" coordsize="459,0" path="m8392,129l8851,129e" filled="f" stroked="t" strokeweight=".5pt" strokecolor="#EC008C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in</w:t>
        <w:tab/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EC008C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tabs>
          <w:tab w:pos="35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INRIX_pms2758_small.eps</w:t>
        <w:tab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INRIX_pms2758_inset_small.eps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2" w:equalWidth="0">
            <w:col w:w="5686" w:space="799"/>
            <w:col w:w="8155"/>
          </w:cols>
        </w:sectPr>
      </w:pPr>
      <w:rPr/>
    </w:p>
    <w:p>
      <w:pPr>
        <w:spacing w:before="61" w:after="0" w:line="316" w:lineRule="exact"/>
        <w:ind w:left="12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462.484009pt;margin-top:29.774452pt;width:125.909pt;height:125.919pt;mso-position-horizontal-relative:page;mso-position-vertical-relative:paragraph;z-index:-788" coordorigin="9250,595" coordsize="2518,2518">
            <v:shape style="position:absolute;left:9250;top:595;width:2518;height:2518" coordorigin="9250,595" coordsize="2518,2518" path="m9250,3114l11768,3114,11768,595,9250,595,9250,3114e" filled="t" fillcolor="#013A81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601.091003pt;margin-top:29.774452pt;width:125.909pt;height:125.919pt;mso-position-horizontal-relative:page;mso-position-vertical-relative:paragraph;z-index:-787" coordorigin="12022,595" coordsize="2518,2518">
            <v:shape style="position:absolute;left:12022;top:595;width:2518;height:2518" coordorigin="12022,595" coordsize="2518,2518" path="m12022,3114l14540,3114,14540,595,12022,595,12022,3114e" filled="t" fillcolor="#939598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  <w:position w:val="-1"/>
        </w:rPr>
        <w:t>Color</w:t>
      </w:r>
      <w:r>
        <w:rPr>
          <w:rFonts w:ascii="Arial" w:hAnsi="Arial" w:cs="Arial" w:eastAsia="Arial"/>
          <w:sz w:val="28"/>
          <w:szCs w:val="28"/>
          <w:color w:val="808285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  <w:position w:val="-1"/>
        </w:rPr>
        <w:t>Palette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header="0" w:footer="670" w:top="600" w:bottom="860" w:left="600" w:right="600"/>
          <w:pgSz w:w="15840" w:h="12240" w:orient="landscape"/>
        </w:sectPr>
      </w:pPr>
      <w:rPr/>
    </w:p>
    <w:p>
      <w:pPr>
        <w:spacing w:before="35" w:after="0" w:line="263" w:lineRule="auto"/>
        <w:ind w:left="120" w:right="-53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color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palette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consists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color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when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white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background.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Reverse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white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when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placing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black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dark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background.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63" w:lineRule="auto"/>
        <w:ind w:left="120" w:right="3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Note: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Color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tests</w:t>
      </w:r>
      <w:r>
        <w:rPr>
          <w:rFonts w:ascii="Arial" w:hAnsi="Arial" w:cs="Arial" w:eastAsia="Arial"/>
          <w:sz w:val="19"/>
          <w:szCs w:val="19"/>
          <w:spacing w:val="-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should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be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done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to</w:t>
      </w:r>
      <w:r>
        <w:rPr>
          <w:rFonts w:ascii="Arial" w:hAnsi="Arial" w:cs="Arial" w:eastAsia="Arial"/>
          <w:sz w:val="19"/>
          <w:szCs w:val="19"/>
          <w:spacing w:val="-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accurately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match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PMS</w:t>
      </w:r>
      <w:r>
        <w:rPr>
          <w:rFonts w:ascii="Arial" w:hAnsi="Arial" w:cs="Arial" w:eastAsia="Arial"/>
          <w:sz w:val="19"/>
          <w:szCs w:val="19"/>
          <w:spacing w:val="-4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colors.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Consult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current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-14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AN</w:t>
      </w:r>
      <w:r>
        <w:rPr>
          <w:rFonts w:ascii="Arial" w:hAnsi="Arial" w:cs="Arial" w:eastAsia="Arial"/>
          <w:sz w:val="19"/>
          <w:szCs w:val="19"/>
          <w:spacing w:val="-3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ONE</w:t>
      </w:r>
      <w:r>
        <w:rPr>
          <w:rFonts w:ascii="Arial" w:hAnsi="Arial" w:cs="Arial" w:eastAsia="Arial"/>
          <w:sz w:val="19"/>
          <w:szCs w:val="19"/>
          <w:spacing w:val="-5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publications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for</w:t>
      </w:r>
      <w:r>
        <w:rPr>
          <w:rFonts w:ascii="Arial" w:hAnsi="Arial" w:cs="Arial" w:eastAsia="Arial"/>
          <w:sz w:val="19"/>
          <w:szCs w:val="19"/>
          <w:spacing w:val="-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accurate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colo</w:t>
      </w:r>
      <w:r>
        <w:rPr>
          <w:rFonts w:ascii="Arial" w:hAnsi="Arial" w:cs="Arial" w:eastAsia="Arial"/>
          <w:sz w:val="19"/>
          <w:szCs w:val="19"/>
          <w:spacing w:val="-7"/>
          <w:w w:val="100"/>
          <w:i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.</w:t>
      </w:r>
      <w:r>
        <w:rPr>
          <w:rFonts w:ascii="Arial" w:hAnsi="Arial" w:cs="Arial" w:eastAsia="Arial"/>
          <w:sz w:val="19"/>
          <w:szCs w:val="19"/>
          <w:spacing w:val="-1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-14"/>
          <w:w w:val="100"/>
          <w:i/>
        </w:rPr>
        <w:t>P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AN</w:t>
      </w:r>
      <w:r>
        <w:rPr>
          <w:rFonts w:ascii="Arial" w:hAnsi="Arial" w:cs="Arial" w:eastAsia="Arial"/>
          <w:sz w:val="19"/>
          <w:szCs w:val="19"/>
          <w:spacing w:val="-3"/>
          <w:w w:val="100"/>
          <w:i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ONE®</w:t>
      </w:r>
      <w:r>
        <w:rPr>
          <w:rFonts w:ascii="Arial" w:hAnsi="Arial" w:cs="Arial" w:eastAsia="Arial"/>
          <w:sz w:val="19"/>
          <w:szCs w:val="19"/>
          <w:spacing w:val="-7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is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property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of</w:t>
      </w:r>
      <w:r>
        <w:rPr>
          <w:rFonts w:ascii="Arial" w:hAnsi="Arial" w:cs="Arial" w:eastAsia="Arial"/>
          <w:sz w:val="19"/>
          <w:szCs w:val="19"/>
          <w:spacing w:val="-2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Pantone,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Inc.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PMS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2758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CMYK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100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80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26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RGB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25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104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HEX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192168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375" w:lineRule="auto"/>
        <w:ind w:right="122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PMS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Cool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Gray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9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CMYK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50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RGB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5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18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5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18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5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18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HEX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</w:rPr>
        <w:t>767676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3" w:equalWidth="0">
            <w:col w:w="6721" w:space="2108"/>
            <w:col w:w="2024" w:space="748"/>
            <w:col w:w="3039"/>
          </w:cols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169" w:lineRule="exact"/>
        <w:ind w:left="16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571.700012pt;margin-top:4.88404pt;width:196.88pt;height:89.34pt;mso-position-horizontal-relative:page;mso-position-vertical-relative:paragraph;z-index:-786" coordorigin="11434,98" coordsize="3938,1787">
            <v:group style="position:absolute;left:11444;top:108;width:3918;height:1767" coordorigin="11444,108" coordsize="3918,1767">
              <v:shape style="position:absolute;left:11444;top:108;width:3918;height:1767" coordorigin="11444,108" coordsize="3918,1767" path="m11444,1874l15362,1874,15362,108,11444,108,11444,1874e" filled="t" fillcolor="#000000" stroked="f">
                <v:path arrowok="t"/>
                <v:fill/>
              </v:shape>
            </v:group>
            <v:group style="position:absolute;left:11916;top:1479;width:2;height:2" coordorigin="11916,1479" coordsize="2,2">
              <v:shape style="position:absolute;left:11916;top:1479;width:2;height:2" coordorigin="11916,1479" coordsize="0,0" path="m11916,1479l11916,1479,11916,1479,11916,1479xe" filled="t" fillcolor="#000000" stroked="f">
                <v:path arrowok="t"/>
                <v:fill/>
              </v:shape>
            </v:group>
            <v:group style="position:absolute;left:11916;top:556;width:3026;height:958" coordorigin="11916,556" coordsize="3026,958">
              <v:shape style="position:absolute;left:11916;top:556;width:3026;height:958" coordorigin="11916,556" coordsize="3026,958" path="m14653,1140l14466,1140,14474,1150,14483,1164,14493,1178,14503,1194,14514,1210,14525,1228,14536,1246,14548,1264,14583,1324,14595,1342,14606,1362,14617,1380,14637,1416,14647,1430,11935,1466,11924,1466,11916,1468,11916,1492,11924,1496,14760,1514,14907,1514,14928,1510,14942,1494,14935,1470,14916,1464,14895,1462,14876,1460,14819,1408,14796,1370,14783,1350,14770,1330,14756,1308,14742,1286,14728,1262,14700,1216,14653,1140e" filled="t" fillcolor="#FFFFFF" stroked="f">
                <v:path arrowok="t"/>
                <v:fill/>
              </v:shape>
              <v:shape style="position:absolute;left:11916;top:556;width:3026;height:958" coordorigin="11916,556" coordsize="3026,958" path="m12654,926l12443,926,12448,932,12467,952,12509,994,12553,1036,12753,1218,12798,1260,12841,1298,12879,1334,12896,1348,12924,1374,12940,1386,12958,1396,12968,1398,12978,1396,13001,1334,13001,1304,13002,1282,13002,1256,13005,1160,12906,1160,12900,1154,12890,1146,12860,1116,12794,1056,12654,926e" filled="t" fillcolor="#FFFFFF" stroked="f">
                <v:path arrowok="t"/>
                <v:fill/>
              </v:shape>
              <v:shape style="position:absolute;left:11916;top:556;width:3026;height:958" coordorigin="11916,556" coordsize="3026,958" path="m12057,556l11945,556,11937,558,11934,558,11919,570,11916,586,11925,602,11948,608,11965,608,11976,610,11985,610,11992,614,12003,628,12008,648,12010,672,12010,1224,12010,1234,12004,1298,11944,1334,11924,1344,11916,1358,11919,1374,11937,1382,11957,1386,12463,1386,12486,1388,12509,1386,12529,1384,12542,1374,12545,1354,12535,1340,12523,1336,12232,1336,12211,1334,12173,1274,12170,1212,12170,1124,12170,710,12175,648,14866,606,14875,602,14875,578,14866,576,14855,576,12057,556e" filled="t" fillcolor="#FFFFFF" stroked="f">
                <v:path arrowok="t"/>
                <v:fill/>
              </v:shape>
              <v:shape style="position:absolute;left:11916;top:556;width:3026;height:958" coordorigin="11916,556" coordsize="3026,958" path="m13146,1386l13086,1386,13103,1388,13146,1386e" filled="t" fillcolor="#FFFFFF" stroked="f">
                <v:path arrowok="t"/>
                <v:fill/>
              </v:shape>
              <v:shape style="position:absolute;left:11916;top:556;width:3026;height:958" coordorigin="11916,556" coordsize="3026,958" path="m13328,1332l13111,1332,13103,1334,13082,1336,13064,1342,13056,1358,13061,1376,13067,1382,13076,1386,13287,1386,13313,1388,13356,1388,13371,1386,13389,1380,13396,1374,13397,1350,13389,1338,13363,1334,13353,1334,13328,1332e" filled="t" fillcolor="#FFFFFF" stroked="f">
                <v:path arrowok="t"/>
                <v:fill/>
              </v:shape>
              <v:shape style="position:absolute;left:11916;top:556;width:3026;height:958" coordorigin="11916,556" coordsize="3026,958" path="m13543,1112l13366,1112,13376,1114,13386,1128,13403,1150,13440,1198,13465,1230,13478,1246,13490,1260,13504,1276,13517,1290,13532,1306,13546,1322,13561,1336,13626,1374,13703,1386,14313,1386,14334,1388,14394,1370,14394,1350,14385,1338,14362,1334,14037,1334,14027,1332,13795,1332,13777,1328,13761,1322,13742,1310,13726,1300,13691,1270,13676,1256,13663,1242,13634,1212,13619,1196,13606,1182,13593,1168,13581,1154,13556,1126,13543,1112e" filled="t" fillcolor="#FFFFFF" stroked="f">
                <v:path arrowok="t"/>
                <v:fill/>
              </v:shape>
              <v:shape style="position:absolute;left:11916;top:556;width:3026;height:958" coordorigin="11916,556" coordsize="3026,958" path="m12371,672l12352,680,12343,696,12340,720,12338,830,12336,974,12333,1146,12331,1230,12329,1294,12281,1336,12523,1336,12517,1334,12489,1334,12479,1332,12448,1268,12445,1176,12439,974,12437,940,12437,930,12443,926,12654,926,12584,860,12528,808,12506,788,12435,718,12420,704,12402,688,12387,676,12371,672e" filled="t" fillcolor="#FFFFFF" stroked="f">
                <v:path arrowok="t"/>
                <v:fill/>
              </v:shape>
              <v:shape style="position:absolute;left:11916;top:556;width:3026;height:958" coordorigin="11916,556" coordsize="3026,958" path="m14413,686l14146,686,14127,698,14120,714,14133,730,14148,736,14166,738,14185,742,14239,782,14264,820,14318,904,14350,954,14371,988,14392,1022,14403,1040,14379,1072,14368,1090,14240,1266,14226,1286,14213,1300,14202,1314,14184,1326,14164,1332,14144,1334,14344,1334,14341,1328,14354,1306,14365,1290,14377,1272,14388,1256,14399,1238,14422,1204,14444,1172,14466,1140,14653,1140,14644,1126,14631,1104,14619,1084,14607,1066,14596,1048,14586,1032,14610,970,14622,954,14645,922,14514,922,14503,908,14491,890,14477,872,14464,850,14450,830,14438,808,14426,790,14416,774,14408,760,14403,752,14399,744,14403,738,14430,738,14437,734,14448,718,14445,700,14432,690,14413,686e" filled="t" fillcolor="#FFFFFF" stroked="f">
                <v:path arrowok="t"/>
                <v:fill/>
              </v:shape>
              <v:shape style="position:absolute;left:11916;top:556;width:3026;height:958" coordorigin="11916,556" coordsize="3026,958" path="m13561,740l13105,740,13118,744,13131,758,13137,776,13139,798,13140,932,13139,1116,13139,1206,13138,1266,13126,1326,13119,1332,13315,1332,13295,1266,13293,1202,13293,1150,13293,1140,13294,1124,13314,1116,13333,1114,13358,1114,13366,1112,13543,1112,13529,1096,13513,1078,13499,1064,13501,1060,13509,1054,13511,1052,13527,1040,13531,1036,13348,1036,13309,1032,13300,970,13295,910,13293,850,13293,814,13294,772,13314,766,13334,764,13586,764,13578,754,13561,740e" filled="t" fillcolor="#FFFFFF" stroked="f">
                <v:path arrowok="t"/>
                <v:fill/>
              </v:shape>
              <v:shape style="position:absolute;left:11916;top:556;width:3026;height:958" coordorigin="11916,556" coordsize="3026,958" path="m14023,686l13774,686,13755,698,13749,714,13763,730,13781,736,13799,738,13814,742,13834,802,13835,828,13835,872,13835,1078,13834,1234,13827,1314,13795,1332,14027,1332,13995,1274,13994,1198,13994,1096,13994,784,13999,758,14012,744,14032,738,14054,738,14070,732,14076,724,14077,714,14071,696,14053,688,14023,686e" filled="t" fillcolor="#FFFFFF" stroked="f">
                <v:path arrowok="t"/>
                <v:fill/>
              </v:shape>
              <v:shape style="position:absolute;left:11916;top:556;width:3026;height:958" coordorigin="11916,556" coordsize="3026,958" path="m13370,686l12830,686,12807,696,12798,710,12803,730,12812,736,12821,738,12842,738,12862,740,12897,814,12899,874,12902,956,12904,1056,12906,1126,12906,1160,13005,1160,13005,1138,13006,1116,13006,1104,13006,1072,13006,1048,13006,1034,13007,1016,13008,974,13009,920,13010,880,13010,870,13010,850,13011,810,13011,790,13013,770,13018,756,13033,744,13051,740,13561,740,13544,728,13472,698,13410,688,13390,688,13370,686e" filled="t" fillcolor="#FFFFFF" stroked="f">
                <v:path arrowok="t"/>
                <v:fill/>
              </v:shape>
              <v:shape style="position:absolute;left:11916;top:556;width:3026;height:958" coordorigin="11916,556" coordsize="3026,958" path="m13586,764l13334,764,13372,768,13394,778,13443,820,13466,876,13467,900,13465,924,13450,986,13408,1030,13396,1034,13389,1034,13369,1036,13531,1036,13542,1026,13581,980,13615,914,13621,874,13621,870,13607,802,13589,768,13586,764e" filled="t" fillcolor="#FFFFFF" stroked="f">
                <v:path arrowok="t"/>
                <v:fill/>
              </v:shape>
              <v:shape style="position:absolute;left:11916;top:556;width:3026;height:958" coordorigin="11916,556" coordsize="3026,958" path="m14802,738l14629,738,14633,744,14630,748,14621,764,14610,782,14598,802,14587,818,14577,834,14552,870,14538,890,14524,908,14514,922,14645,922,14681,870,14693,854,14705,836,14716,820,14727,806,14741,786,14752,772,14766,756,14781,744,14802,738e" filled="t" fillcolor="#FFFFFF" stroked="f">
                <v:path arrowok="t"/>
                <v:fill/>
              </v:shape>
              <v:shape style="position:absolute;left:11916;top:556;width:3026;height:958" coordorigin="11916,556" coordsize="3026,958" path="m14824,686l14620,686,14599,688,14583,694,14577,716,14582,730,14604,738,14825,738,14843,734,14853,724,14852,710,14843,694,14824,686e" filled="t" fillcolor="#FFFFFF" stroked="f">
                <v:path arrowok="t"/>
                <v:fill/>
              </v:shape>
            </v:group>
            <v:group style="position:absolute;left:14891;top:1375;width:65;height:67" coordorigin="14891,1375" coordsize="65,67">
              <v:shape style="position:absolute;left:14891;top:1375;width:65;height:67" coordorigin="14891,1375" coordsize="65,67" path="m14916,1375l14898,1387,14891,1408,14893,1419,14906,1435,14928,1442,14943,1436,14910,1436,14898,1424,14898,1392,14910,1379,14942,1379,14941,1379,14916,1375e" filled="t" fillcolor="#FFFFFF" stroked="f">
                <v:path arrowok="t"/>
                <v:fill/>
              </v:shape>
              <v:shape style="position:absolute;left:14891;top:1375;width:65;height:67" coordorigin="14891,1375" coordsize="65,67" path="m14949,1429l14941,1436,14943,1436,14944,1436,14949,1429e" filled="t" fillcolor="#FFFFFF" stroked="f">
                <v:path arrowok="t"/>
                <v:fill/>
              </v:shape>
              <v:shape style="position:absolute;left:14891;top:1375;width:65;height:67" coordorigin="14891,1375" coordsize="65,67" path="m14953,1422l14949,1429,14953,1424,14953,1422e" filled="t" fillcolor="#FFFFFF" stroked="f">
                <v:path arrowok="t"/>
                <v:fill/>
              </v:shape>
              <v:shape style="position:absolute;left:14891;top:1375;width:65;height:67" coordorigin="14891,1375" coordsize="65,67" path="m14937,1388l14913,1388,14913,1427,14918,1427,14918,1410,14931,1410,14931,1410,14937,1409,14941,1406,14941,1405,14918,1405,14918,1393,14941,1393,14941,1392,14937,1388e" filled="t" fillcolor="#FFFFFF" stroked="f">
                <v:path arrowok="t"/>
                <v:fill/>
              </v:shape>
              <v:shape style="position:absolute;left:14891;top:1375;width:65;height:67" coordorigin="14891,1375" coordsize="65,67" path="m14931,1410l14925,1410,14936,1427,14942,1427,14931,1410e" filled="t" fillcolor="#FFFFFF" stroked="f">
                <v:path arrowok="t"/>
                <v:fill/>
              </v:shape>
              <v:shape style="position:absolute;left:14891;top:1375;width:65;height:67" coordorigin="14891,1375" coordsize="65,67" path="m14942,1379l14941,1379,14953,1392,14953,1422,14954,1420,14956,1392,14942,1379e" filled="t" fillcolor="#FFFFFF" stroked="f">
                <v:path arrowok="t"/>
                <v:fill/>
              </v:shape>
              <v:shape style="position:absolute;left:14891;top:1375;width:65;height:67" coordorigin="14891,1375" coordsize="65,67" path="m14941,1393l14931,1393,14935,1394,14935,1405,14931,1405,14941,1405,14941,1393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S</w:t>
      </w:r>
      <w:r>
        <w:rPr>
          <w:rFonts w:ascii="Arial" w:hAnsi="Arial" w:cs="Arial" w:eastAsia="Arial"/>
          <w:sz w:val="15"/>
          <w:szCs w:val="15"/>
          <w:spacing w:val="-13"/>
          <w:w w:val="117"/>
          <w:b/>
          <w:bCs/>
          <w:position w:val="-1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a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N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da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d</w:t>
      </w:r>
      <w:r>
        <w:rPr>
          <w:rFonts w:ascii="Arial" w:hAnsi="Arial" w:cs="Arial" w:eastAsia="Arial"/>
          <w:sz w:val="15"/>
          <w:szCs w:val="15"/>
          <w:spacing w:val="-6"/>
          <w:w w:val="117"/>
          <w:b/>
          <w:bCs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219"/>
          <w:b/>
          <w:bCs/>
          <w:position w:val="-1"/>
        </w:rPr>
        <w:t>l</w:t>
      </w:r>
      <w:r>
        <w:rPr>
          <w:rFonts w:ascii="Arial" w:hAnsi="Arial" w:cs="Arial" w:eastAsia="Arial"/>
          <w:sz w:val="15"/>
          <w:szCs w:val="15"/>
          <w:spacing w:val="0"/>
          <w:w w:val="127"/>
          <w:b/>
          <w:bCs/>
          <w:position w:val="-1"/>
        </w:rPr>
        <w:t>ogo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697" w:footer="670" w:top="960" w:bottom="860" w:left="560" w:right="600"/>
          <w:headerReference w:type="default" r:id="rId6"/>
          <w:pgSz w:w="15840" w:h="12240" w:orient="landscape"/>
        </w:sectPr>
      </w:pPr>
      <w:rPr/>
    </w:p>
    <w:p>
      <w:pPr>
        <w:spacing w:before="37" w:after="0" w:line="240" w:lineRule="auto"/>
        <w:ind w:left="16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5.899601pt;margin-top:-58.632889pt;width:153.030847pt;height:48.9pt;mso-position-horizontal-relative:page;mso-position-vertical-relative:paragraph;z-index:-784" coordorigin="718,-1173" coordsize="3061,978">
            <v:group style="position:absolute;left:728;top:-239;width:2;height:2" coordorigin="728,-239" coordsize="2,2">
              <v:shape style="position:absolute;left:728;top:-239;width:2;height:2" coordorigin="728,-239" coordsize="0,0" path="m728,-239l728,-239,728,-239,728,-239xe" filled="t" fillcolor="#013A81" stroked="f">
                <v:path arrowok="t"/>
                <v:fill/>
              </v:shape>
            </v:group>
            <v:group style="position:absolute;left:728;top:-1163;width:3026;height:958" coordorigin="728,-1163" coordsize="3026,958">
              <v:shape style="position:absolute;left:728;top:-1163;width:3026;height:958" coordorigin="728,-1163" coordsize="3026,958" path="m3465,-579l3279,-579,3287,-569,3296,-555,3305,-541,3315,-525,3326,-509,3337,-491,3349,-473,3360,-455,3396,-395,3407,-377,3419,-357,3429,-339,3450,-303,3459,-289,748,-253,737,-253,728,-251,728,-227,737,-223,3573,-205,3720,-205,3740,-209,3754,-225,3747,-249,3729,-255,3707,-257,3689,-259,3632,-311,3608,-349,3595,-369,3582,-389,3568,-411,3555,-433,3540,-457,3512,-503,3465,-579e" filled="t" fillcolor="#013A81" stroked="f">
                <v:path arrowok="t"/>
                <v:fill/>
              </v:shape>
              <v:shape style="position:absolute;left:728;top:-1163;width:3026;height:958" coordorigin="728,-1163" coordsize="3026,958" path="m1467,-793l1255,-793,1260,-787,1279,-767,1322,-725,1365,-683,1565,-501,1610,-459,1653,-421,1692,-385,1709,-371,1737,-345,1753,-333,1771,-323,1780,-321,1790,-323,1814,-385,1814,-415,1814,-437,1815,-463,1817,-559,1718,-559,1713,-565,1703,-573,1672,-603,1606,-663,1467,-793e" filled="t" fillcolor="#013A81" stroked="f">
                <v:path arrowok="t"/>
                <v:fill/>
              </v:shape>
              <v:shape style="position:absolute;left:728;top:-1163;width:3026;height:958" coordorigin="728,-1163" coordsize="3026,958" path="m870,-1163l758,-1163,750,-1161,746,-1161,731,-1149,728,-1133,737,-1117,761,-1111,777,-1111,789,-1109,798,-1109,805,-1105,815,-1091,820,-1071,822,-1047,822,-495,822,-485,817,-421,756,-385,737,-375,729,-361,732,-345,750,-337,770,-333,1276,-333,1299,-331,1322,-333,1341,-335,1355,-345,1357,-365,1347,-379,1335,-383,1045,-383,1024,-385,985,-445,982,-507,982,-595,982,-1015,994,-1081,3678,-1113,3687,-1117,3687,-1141,3678,-1143,3667,-1143,870,-1163e" filled="t" fillcolor="#013A81" stroked="f">
                <v:path arrowok="t"/>
                <v:fill/>
              </v:shape>
              <v:shape style="position:absolute;left:728;top:-1163;width:3026;height:958" coordorigin="728,-1163" coordsize="3026,958" path="m1959,-333l1899,-333,1915,-331,1959,-333e" filled="t" fillcolor="#013A81" stroked="f">
                <v:path arrowok="t"/>
                <v:fill/>
              </v:shape>
              <v:shape style="position:absolute;left:728;top:-1163;width:3026;height:958" coordorigin="728,-1163" coordsize="3026,958" path="m2141,-387l1923,-387,1915,-385,1894,-383,1877,-377,1869,-361,1874,-343,1879,-337,1888,-333,2100,-333,2126,-331,2168,-331,2184,-333,2201,-339,2208,-345,2210,-369,2201,-381,2176,-385,2165,-385,2141,-387e" filled="t" fillcolor="#013A81" stroked="f">
                <v:path arrowok="t"/>
                <v:fill/>
              </v:shape>
              <v:shape style="position:absolute;left:728;top:-1163;width:3026;height:958" coordorigin="728,-1163" coordsize="3026,958" path="m2355,-607l2179,-607,2189,-605,2198,-591,2216,-569,2253,-521,2278,-489,2290,-473,2303,-459,2316,-443,2329,-429,2344,-413,2359,-397,2374,-383,2438,-345,2515,-333,3126,-333,3146,-331,3206,-349,3206,-369,3198,-381,3174,-385,2849,-385,2839,-387,2607,-387,2589,-391,2574,-397,2554,-409,2538,-419,2503,-449,2489,-463,2476,-477,2447,-507,2432,-523,2418,-537,2406,-551,2394,-565,2369,-593,2355,-607e" filled="t" fillcolor="#013A81" stroked="f">
                <v:path arrowok="t"/>
                <v:fill/>
              </v:shape>
              <v:shape style="position:absolute;left:728;top:-1163;width:3026;height:958" coordorigin="728,-1163" coordsize="3026,958" path="m1184,-1047l1164,-1039,1155,-1023,1152,-999,1151,-889,1149,-745,1146,-573,1144,-489,1141,-425,1094,-383,1335,-383,1329,-385,1301,-385,1292,-387,1261,-451,1257,-543,1251,-745,1250,-779,1249,-789,1255,-793,1467,-793,1397,-859,1340,-911,1319,-931,1247,-1001,1233,-1015,1215,-1031,1199,-1043,1184,-1047e" filled="t" fillcolor="#013A81" stroked="f">
                <v:path arrowok="t"/>
                <v:fill/>
              </v:shape>
              <v:shape style="position:absolute;left:728;top:-1163;width:3026;height:958" coordorigin="728,-1163" coordsize="3026,958" path="m3226,-1033l2958,-1033,2939,-1021,2932,-1005,2946,-989,2961,-983,2978,-981,2997,-977,3051,-937,3076,-899,3130,-815,3162,-765,3184,-731,3205,-697,3215,-679,3192,-647,3180,-629,3052,-453,3038,-433,3026,-419,3014,-405,2996,-393,2976,-387,2956,-385,3156,-385,3153,-391,3167,-413,3178,-429,3189,-447,3200,-463,3212,-481,3234,-515,3257,-547,3279,-579,3465,-579,3457,-593,3444,-615,3432,-635,3420,-653,3409,-671,3399,-687,3423,-749,3435,-765,3457,-797,3327,-797,3316,-811,3303,-829,3290,-847,3276,-869,3263,-889,3250,-911,3238,-929,3228,-945,3221,-959,3216,-967,3211,-975,3216,-981,3243,-981,3249,-985,3260,-1001,3257,-1019,3245,-1029,3226,-1033e" filled="t" fillcolor="#013A81" stroked="f">
                <v:path arrowok="t"/>
                <v:fill/>
              </v:shape>
              <v:shape style="position:absolute;left:728;top:-1163;width:3026;height:958" coordorigin="728,-1163" coordsize="3026,958" path="m2374,-979l1917,-979,1931,-975,1943,-961,1950,-943,1952,-921,1952,-607,1952,-513,1951,-453,1938,-393,1932,-387,2128,-387,2107,-453,2106,-517,2106,-569,2106,-579,2106,-595,2126,-603,2146,-605,2170,-605,2179,-607,2355,-607,2341,-623,2325,-641,2312,-655,2313,-659,2321,-665,2324,-667,2339,-679,2344,-683,2161,-683,2122,-687,2113,-749,2108,-809,2106,-869,2106,-905,2106,-947,2126,-953,2146,-955,2399,-955,2391,-965,2374,-979e" filled="t" fillcolor="#013A81" stroked="f">
                <v:path arrowok="t"/>
                <v:fill/>
              </v:shape>
              <v:shape style="position:absolute;left:728;top:-1163;width:3026;height:958" coordorigin="728,-1163" coordsize="3026,958" path="m2836,-1033l2587,-1033,2567,-1021,2561,-1005,2576,-989,2594,-983,2612,-981,2627,-977,2647,-917,2647,-891,2647,-847,2647,-641,2647,-485,2639,-405,2607,-387,2839,-387,2808,-445,2806,-521,2806,-623,2806,-935,2811,-961,2824,-975,2845,-981,2866,-981,2883,-987,2889,-995,2889,-1005,2883,-1023,2865,-1031,2836,-1033e" filled="t" fillcolor="#013A81" stroked="f">
                <v:path arrowok="t"/>
                <v:fill/>
              </v:shape>
              <v:shape style="position:absolute;left:728;top:-1163;width:3026;height:958" coordorigin="728,-1163" coordsize="3026,958" path="m2183,-1033l1642,-1033,1619,-1023,1610,-1009,1616,-989,1624,-983,1634,-981,1654,-981,1674,-979,1710,-905,1712,-845,1714,-763,1717,-663,1718,-593,1718,-559,1817,-559,1818,-581,1818,-603,1818,-615,1818,-647,1819,-671,1819,-685,1819,-703,1820,-745,1822,-799,1823,-839,1823,-849,1823,-869,1823,-909,1824,-929,1826,-949,1830,-963,1846,-975,1864,-979,2374,-979,2357,-991,2285,-1021,2222,-1031,2202,-1031,2183,-1033e" filled="t" fillcolor="#013A81" stroked="f">
                <v:path arrowok="t"/>
                <v:fill/>
              </v:shape>
              <v:shape style="position:absolute;left:728;top:-1163;width:3026;height:958" coordorigin="728,-1163" coordsize="3026,958" path="m2399,-955l2146,-955,2185,-951,2207,-941,2255,-899,2279,-843,2279,-819,2278,-795,2262,-733,2220,-689,2208,-685,2202,-685,2181,-683,2344,-683,2354,-693,2394,-739,2427,-805,2433,-845,2433,-849,2419,-917,2402,-951,2399,-955e" filled="t" fillcolor="#013A81" stroked="f">
                <v:path arrowok="t"/>
                <v:fill/>
              </v:shape>
              <v:shape style="position:absolute;left:728;top:-1163;width:3026;height:958" coordorigin="728,-1163" coordsize="3026,958" path="m3614,-981l3442,-981,3446,-975,3443,-971,3433,-955,3422,-937,3410,-917,3399,-901,3389,-885,3364,-849,3350,-829,3337,-811,3327,-797,3457,-797,3494,-849,3506,-865,3517,-883,3529,-899,3540,-913,3553,-933,3565,-947,3578,-963,3594,-975,3614,-981e" filled="t" fillcolor="#013A81" stroked="f">
                <v:path arrowok="t"/>
                <v:fill/>
              </v:shape>
              <v:shape style="position:absolute;left:728;top:-1163;width:3026;height:958" coordorigin="728,-1163" coordsize="3026,958" path="m3636,-1033l3433,-1033,3411,-1031,3396,-1025,3389,-1003,3395,-989,3417,-981,3638,-981,3656,-985,3666,-995,3664,-1009,3655,-1025,3636,-1033e" filled="t" fillcolor="#013A81" stroked="f">
                <v:path arrowok="t"/>
                <v:fill/>
              </v:shape>
            </v:group>
            <v:group style="position:absolute;left:3704;top:-343;width:65;height:67" coordorigin="3704,-343" coordsize="65,67">
              <v:shape style="position:absolute;left:3704;top:-343;width:65;height:67" coordorigin="3704,-343" coordsize="65,67" path="m3729,-343l3711,-332,3704,-311,3705,-299,3718,-283,3740,-277,3756,-282,3723,-282,3710,-294,3710,-327,3723,-339,3754,-339,3754,-339,3729,-343e" filled="t" fillcolor="#013A81" stroked="f">
                <v:path arrowok="t"/>
                <v:fill/>
              </v:shape>
              <v:shape style="position:absolute;left:3704;top:-343;width:65;height:67" coordorigin="3704,-343" coordsize="65,67" path="m3761,-290l3753,-282,3756,-282,3756,-282,3761,-290e" filled="t" fillcolor="#013A81" stroked="f">
                <v:path arrowok="t"/>
                <v:fill/>
              </v:shape>
              <v:shape style="position:absolute;left:3704;top:-343;width:65;height:67" coordorigin="3704,-343" coordsize="65,67" path="m3766,-297l3761,-290,3766,-294,3766,-297e" filled="t" fillcolor="#013A81" stroked="f">
                <v:path arrowok="t"/>
                <v:fill/>
              </v:shape>
              <v:shape style="position:absolute;left:3704;top:-343;width:65;height:67" coordorigin="3704,-343" coordsize="65,67" path="m3749,-330l3725,-330,3725,-291,3731,-291,3731,-308,3744,-308,3744,-308,3749,-309,3754,-312,3754,-313,3731,-313,3731,-325,3754,-325,3754,-327,3749,-330e" filled="t" fillcolor="#013A81" stroked="f">
                <v:path arrowok="t"/>
                <v:fill/>
              </v:shape>
              <v:shape style="position:absolute;left:3704;top:-343;width:65;height:67" coordorigin="3704,-343" coordsize="65,67" path="m3744,-308l3738,-308,3748,-291,3755,-291,3744,-308e" filled="t" fillcolor="#013A81" stroked="f">
                <v:path arrowok="t"/>
                <v:fill/>
              </v:shape>
              <v:shape style="position:absolute;left:3704;top:-343;width:65;height:67" coordorigin="3704,-343" coordsize="65,67" path="m3754,-339l3753,-339,3766,-327,3766,-297,3767,-299,3769,-326,3754,-339e" filled="t" fillcolor="#013A81" stroked="f">
                <v:path arrowok="t"/>
                <v:fill/>
              </v:shape>
              <v:shape style="position:absolute;left:3704;top:-343;width:65;height:67" coordorigin="3704,-343" coordsize="65,67" path="m3754,-325l3743,-325,3748,-324,3748,-313,3743,-313,3754,-313,3754,-325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215.026093pt;margin-top:-58.632889pt;width:153.030241pt;height:48.9pt;mso-position-horizontal-relative:page;mso-position-vertical-relative:paragraph;z-index:-780" coordorigin="4301,-1173" coordsize="3061,978">
            <v:group style="position:absolute;left:4311;top:-1163;width:3026;height:958" coordorigin="4311,-1163" coordsize="3026,958">
              <v:shape style="position:absolute;left:4311;top:-1163;width:3026;height:958" coordorigin="4311,-1163" coordsize="3026,958" path="m7048,-579l6861,-579,6869,-569,6878,-555,6888,-541,6898,-525,6909,-509,6920,-491,6931,-473,6943,-455,6978,-395,6990,-377,7001,-357,7012,-339,7032,-303,7042,-289,4330,-253,4319,-253,4311,-251,4311,-227,4319,-223,7155,-205,7302,-205,7323,-209,7337,-225,7330,-249,7311,-255,7290,-257,7271,-259,7214,-311,7191,-349,7178,-369,7165,-389,7151,-411,7137,-433,7123,-457,7095,-503,7048,-579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049,-793l4838,-793,4843,-787,4862,-767,4904,-725,4948,-683,5148,-501,5193,-459,5236,-421,5274,-385,5291,-371,5319,-345,5335,-333,5353,-323,5363,-321,5373,-323,5396,-385,5396,-415,5397,-437,5397,-463,5400,-559,5301,-559,5295,-565,5285,-573,5255,-603,5189,-663,5049,-793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4452,-1163l4340,-1163,4332,-1161,4329,-1161,4314,-1149,4311,-1133,4320,-1117,4343,-1111,4359,-1111,4371,-1109,4380,-1109,4387,-1105,4398,-1091,4403,-1071,4405,-1047,4405,-495,4405,-485,4399,-421,4339,-385,4319,-375,4311,-361,4314,-345,4332,-337,4352,-333,4858,-333,4881,-331,4904,-333,4924,-335,4937,-345,4940,-365,4930,-379,4918,-383,4627,-383,4606,-385,4568,-445,4565,-507,4564,-595,4565,-1009,4570,-1071,7261,-1113,7269,-1117,7269,-1141,7261,-1143,7250,-1143,4452,-1163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541,-333l5481,-333,5498,-331,5541,-333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723,-387l5505,-387,5498,-385,5477,-383,5459,-377,5451,-361,5456,-343,5462,-337,5471,-333,5682,-333,5708,-331,5751,-331,5766,-333,5784,-339,5791,-345,5792,-369,5784,-381,5758,-385,5748,-385,5723,-387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938,-607l5761,-607,5771,-605,5781,-591,5798,-569,5835,-521,5860,-489,5873,-473,5885,-459,5898,-443,5912,-429,5927,-413,5941,-397,5956,-383,6021,-345,6098,-333,6708,-333,6729,-331,6789,-349,6789,-369,6780,-381,6757,-385,6432,-385,6422,-387,6190,-387,6172,-391,6156,-397,6137,-409,6121,-419,6086,-449,6071,-463,6058,-477,6029,-507,6014,-523,6001,-537,5988,-551,5976,-565,5951,-593,5938,-607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4766,-1047l4747,-1039,4738,-1023,4735,-999,4733,-889,4731,-745,4728,-573,4726,-489,4724,-425,4676,-383,4918,-383,4912,-385,4884,-385,4874,-387,4843,-451,4840,-543,4834,-745,4832,-779,4832,-789,4838,-793,5049,-793,4979,-859,4923,-911,4901,-931,4830,-1001,4815,-1015,4797,-1031,4782,-1043,4766,-1047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6808,-1033l6541,-1033,6522,-1021,6515,-1005,6528,-989,6543,-983,6561,-981,6580,-977,6634,-937,6659,-899,6713,-815,6745,-765,6766,-731,6787,-697,6798,-679,6774,-647,6763,-629,6635,-453,6621,-433,6608,-419,6597,-405,6579,-393,6559,-387,6539,-385,6739,-385,6736,-391,6749,-413,6760,-429,6771,-447,6783,-463,6794,-481,6817,-515,6839,-547,6861,-579,7048,-579,7039,-593,7026,-615,7014,-635,7002,-653,6991,-671,6981,-687,7005,-749,7017,-765,7040,-797,6909,-797,6898,-811,6886,-829,6872,-847,6859,-869,6845,-889,6833,-911,6821,-929,6811,-945,6803,-959,6798,-967,6794,-975,6798,-981,6825,-981,6832,-985,6843,-1001,6840,-1019,6827,-1029,6808,-1033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956,-979l5500,-979,5513,-975,5526,-961,5532,-943,5534,-921,5535,-787,5534,-603,5534,-513,5533,-453,5521,-393,5514,-387,5710,-387,5690,-453,5688,-517,5688,-569,5688,-579,5689,-595,5709,-603,5728,-605,5753,-605,5761,-607,5938,-607,5924,-623,5908,-641,5894,-655,5896,-659,5904,-665,5906,-667,5922,-679,5926,-683,5743,-683,5704,-687,5695,-749,5690,-809,5688,-869,5688,-905,5688,-947,5709,-953,5729,-955,5981,-955,5973,-965,5956,-979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6418,-1033l6169,-1033,6150,-1021,6144,-1005,6158,-989,6176,-983,6194,-981,6209,-977,6229,-917,6230,-891,6230,-847,6229,-641,6229,-485,6222,-405,6190,-387,6422,-387,6390,-445,6389,-521,6389,-623,6389,-935,6394,-961,6407,-975,6427,-981,6449,-981,6465,-987,6471,-995,6472,-1005,6466,-1023,6448,-1031,6418,-1033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765,-1033l5225,-1033,5202,-1023,5193,-1009,5198,-989,5207,-983,5216,-981,5237,-981,5257,-979,5292,-905,5294,-845,5297,-763,5299,-663,5301,-593,5301,-559,5400,-559,5400,-581,5401,-603,5401,-615,5401,-647,5401,-671,5401,-685,5402,-703,5403,-745,5404,-799,5405,-839,5405,-849,5405,-869,5406,-909,5406,-929,5408,-949,5413,-963,5428,-975,5446,-979,5956,-979,5939,-991,5867,-1021,5805,-1031,5785,-1031,5765,-1033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5981,-955l5729,-955,5767,-951,5789,-941,5838,-899,5861,-843,5862,-819,5860,-795,5845,-733,5803,-689,5791,-685,5784,-685,5764,-683,5926,-683,5937,-693,5976,-739,6010,-805,6016,-845,6016,-849,6002,-917,5984,-951,5981,-955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7197,-981l7024,-981,7028,-975,7016,-955,7005,-937,6993,-917,6982,-901,6971,-885,6947,-849,6932,-829,6919,-811,6909,-797,7040,-797,7076,-849,7088,-865,7100,-883,7111,-899,7122,-913,7136,-933,7147,-947,7161,-963,7176,-975,7197,-981e" filled="t" fillcolor="#939598" stroked="f">
                <v:path arrowok="t"/>
                <v:fill/>
              </v:shape>
              <v:shape style="position:absolute;left:4311;top:-1163;width:3026;height:958" coordorigin="4311,-1163" coordsize="3026,958" path="m7219,-1033l7015,-1033,6994,-1031,6978,-1025,6972,-1003,6977,-989,6999,-981,7220,-981,7238,-985,7248,-995,7247,-1009,7238,-1025,7219,-1033e" filled="t" fillcolor="#939598" stroked="f">
                <v:path arrowok="t"/>
                <v:fill/>
              </v:shape>
            </v:group>
            <v:group style="position:absolute;left:7286;top:-343;width:65;height:67" coordorigin="7286,-343" coordsize="65,67">
              <v:shape style="position:absolute;left:7286;top:-343;width:65;height:67" coordorigin="7286,-343" coordsize="65,67" path="m7311,-343l7293,-332,7286,-311,7288,-299,7301,-283,7323,-277,7338,-282,7305,-282,7293,-294,7293,-327,7305,-339,7337,-339,7336,-339,7311,-343e" filled="t" fillcolor="#939598" stroked="f">
                <v:path arrowok="t"/>
                <v:fill/>
              </v:shape>
              <v:shape style="position:absolute;left:7286;top:-343;width:65;height:67" coordorigin="7286,-343" coordsize="65,67" path="m7344,-290l7336,-282,7338,-282,7339,-282,7344,-290e" filled="t" fillcolor="#939598" stroked="f">
                <v:path arrowok="t"/>
                <v:fill/>
              </v:shape>
              <v:shape style="position:absolute;left:7286;top:-343;width:65;height:67" coordorigin="7286,-343" coordsize="65,67" path="m7348,-297l7344,-290,7348,-294,7348,-297e" filled="t" fillcolor="#939598" stroked="f">
                <v:path arrowok="t"/>
                <v:fill/>
              </v:shape>
              <v:shape style="position:absolute;left:7286;top:-343;width:65;height:67" coordorigin="7286,-343" coordsize="65,67" path="m7332,-330l7307,-330,7307,-291,7313,-291,7313,-308,7326,-308,7326,-308,7332,-309,7336,-312,7336,-313,7313,-313,7313,-325,7336,-325,7336,-327,7332,-330e" filled="t" fillcolor="#939598" stroked="f">
                <v:path arrowok="t"/>
                <v:fill/>
              </v:shape>
              <v:shape style="position:absolute;left:7286;top:-343;width:65;height:67" coordorigin="7286,-343" coordsize="65,67" path="m7326,-308l7320,-308,7331,-291,7337,-291,7326,-308e" filled="t" fillcolor="#939598" stroked="f">
                <v:path arrowok="t"/>
                <v:fill/>
              </v:shape>
              <v:shape style="position:absolute;left:7286;top:-343;width:65;height:67" coordorigin="7286,-343" coordsize="65,67" path="m7337,-339l7336,-339,7348,-327,7348,-297,7349,-299,7351,-326,7337,-339e" filled="t" fillcolor="#939598" stroked="f">
                <v:path arrowok="t"/>
                <v:fill/>
              </v:shape>
              <v:shape style="position:absolute;left:7286;top:-343;width:65;height:67" coordorigin="7286,-343" coordsize="65,67" path="m7336,-325l7326,-325,7330,-324,7330,-313,7326,-313,7336,-313,7336,-325e" filled="t" fillcolor="#939598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94.151001pt;margin-top:-58.632889pt;width:153.030847pt;height:48.9pt;mso-position-horizontal-relative:page;mso-position-vertical-relative:paragraph;z-index:-779" coordorigin="7883,-1173" coordsize="3061,978">
            <v:group style="position:absolute;left:7893;top:-239;width:2;height:2" coordorigin="7893,-239" coordsize="2,2">
              <v:shape style="position:absolute;left:7893;top:-239;width:2;height:2" coordorigin="7893,-239" coordsize="0,0" path="m7893,-239l7893,-239,7893,-239,7893,-239xe" filled="t" fillcolor="#000000" stroked="f">
                <v:path arrowok="t"/>
                <v:fill/>
              </v:shape>
            </v:group>
            <v:group style="position:absolute;left:7893;top:-1163;width:3026;height:958" coordorigin="7893,-1163" coordsize="3026,958">
              <v:shape style="position:absolute;left:7893;top:-1163;width:3026;height:958" coordorigin="7893,-1163" coordsize="3026,958" path="m10630,-579l10444,-579,10452,-569,10461,-555,10470,-541,10480,-525,10491,-509,10502,-491,10514,-473,10525,-455,10561,-395,10572,-377,10584,-357,10594,-339,10615,-303,10624,-289,7913,-253,7902,-253,7893,-251,7893,-227,7902,-223,10738,-205,10885,-205,10906,-209,10919,-225,10912,-249,10894,-255,10872,-257,10854,-259,10797,-311,10773,-349,10760,-369,10747,-389,10734,-411,10720,-433,10705,-457,10677,-503,10630,-579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8632,-793l8420,-793,8425,-787,8444,-767,8487,-725,8530,-683,8730,-501,8776,-459,8819,-421,8857,-385,8874,-371,8902,-345,8918,-333,8936,-323,8945,-321,8955,-323,8979,-385,8979,-415,8979,-437,8980,-463,8982,-559,8883,-559,8878,-565,8868,-573,8837,-603,8771,-663,8632,-793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8035,-1163l7923,-1163,7915,-1161,7911,-1161,7896,-1149,7894,-1133,7902,-1117,7926,-1111,7942,-1111,7954,-1109,7963,-1109,7970,-1105,7980,-1091,7985,-1071,7987,-1047,7987,-495,7987,-485,7982,-421,7921,-385,7902,-375,7894,-361,7897,-345,7915,-337,7935,-333,8441,-333,8464,-331,8487,-333,8506,-335,8520,-345,8522,-365,8512,-379,8500,-383,8210,-383,8189,-385,8150,-445,8147,-507,8147,-595,8147,-1015,8159,-1081,10843,-1113,10852,-1117,10852,-1141,10843,-1143,10832,-1143,8035,-1163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9124,-333l9064,-333,9080,-331,9124,-333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9306,-387l9088,-387,9080,-385,9059,-383,9042,-377,9034,-361,9039,-343,9044,-337,9053,-333,9265,-333,9291,-331,9333,-331,9349,-333,9366,-339,9373,-345,9375,-369,9366,-381,9341,-385,9330,-385,9306,-387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9520,-607l9344,-607,9354,-605,9363,-591,9381,-569,9418,-521,9443,-489,9455,-473,9468,-459,9481,-443,9494,-429,9509,-413,9524,-397,9539,-383,9603,-345,9680,-333,10291,-333,10311,-331,10371,-349,10371,-369,10363,-381,10339,-385,10014,-385,10004,-387,9772,-387,9754,-391,9739,-397,9719,-409,9703,-419,9668,-449,9654,-463,9641,-477,9612,-507,9597,-523,9583,-537,9571,-551,9559,-565,9534,-593,9520,-607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8349,-1047l8329,-1039,8320,-1023,8317,-999,8316,-889,8314,-745,8311,-573,8309,-489,8306,-425,8259,-383,8500,-383,8494,-385,8466,-385,8457,-387,8426,-451,8422,-543,8416,-745,8415,-779,8414,-789,8420,-793,8632,-793,8562,-859,8505,-911,8484,-931,8412,-1001,8398,-1015,8380,-1031,8364,-1043,8349,-1047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10391,-1033l10123,-1033,10104,-1021,10097,-1005,10111,-989,10126,-983,10143,-981,10162,-977,10216,-937,10241,-899,10295,-815,10327,-765,10349,-731,10370,-697,10380,-679,10357,-647,10345,-629,10217,-453,10203,-433,10191,-419,10179,-405,10161,-393,10142,-387,10121,-385,10321,-385,10318,-391,10332,-413,10343,-429,10354,-447,10365,-463,10377,-481,10399,-515,10422,-547,10444,-579,10630,-579,10622,-593,10609,-615,10597,-635,10585,-653,10574,-671,10564,-687,10588,-749,10600,-765,10622,-797,10492,-797,10481,-811,10468,-829,10455,-847,10441,-869,10428,-889,10415,-911,10403,-929,10393,-945,10386,-959,10381,-967,10376,-975,10381,-981,10408,-981,10415,-985,10425,-1001,10422,-1019,10410,-1029,10391,-1033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9539,-979l9082,-979,9096,-975,9108,-961,9115,-943,9117,-921,9117,-607,9117,-513,9116,-453,9103,-393,9097,-387,9293,-387,9272,-453,9271,-517,9271,-569,9271,-579,9271,-595,9291,-603,9311,-605,9335,-605,9344,-607,9520,-607,9506,-623,9490,-641,9477,-655,9478,-659,9487,-665,9489,-667,9504,-679,9509,-683,9326,-683,9287,-687,9278,-749,9273,-809,9271,-869,9271,-905,9271,-947,9291,-953,9311,-955,9564,-955,9556,-965,9539,-979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10001,-1033l9752,-1033,9733,-1021,9726,-1005,9741,-989,9759,-983,9777,-981,9792,-977,9812,-917,9812,-891,9812,-847,9812,-641,9812,-485,9804,-405,9772,-387,10004,-387,9973,-445,9971,-521,9971,-623,9971,-935,9976,-961,9989,-975,10010,-981,10031,-981,10048,-987,10054,-995,10054,-1005,10048,-1023,10030,-1031,10001,-1033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9348,-1033l8807,-1033,8784,-1023,8775,-1009,8781,-989,8789,-983,8799,-981,8819,-981,8839,-979,8875,-905,8877,-845,8879,-763,8882,-663,8883,-593,8883,-559,8982,-559,8983,-581,8983,-603,8983,-615,8983,-647,8984,-671,8984,-685,8984,-703,8985,-745,8987,-799,8988,-839,8988,-849,8988,-869,8988,-909,8989,-929,8991,-949,8996,-963,9011,-975,9029,-979,9539,-979,9522,-991,9450,-1021,9387,-1031,9367,-1031,9348,-1033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9564,-955l9311,-955,9350,-951,9372,-941,9421,-899,9444,-843,9444,-819,9443,-795,9427,-733,9385,-689,9373,-685,9367,-685,9346,-683,9509,-683,9519,-693,9559,-739,9592,-805,9598,-845,9598,-849,9584,-917,9567,-951,9564,-955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10779,-981l10607,-981,10611,-975,10608,-971,10598,-955,10587,-937,10575,-917,10564,-901,10554,-885,10529,-849,10515,-829,10502,-811,10492,-797,10622,-797,10659,-849,10671,-865,10682,-883,10694,-899,10705,-913,10718,-933,10730,-947,10743,-963,10759,-975,10779,-981e" filled="t" fillcolor="#000000" stroked="f">
                <v:path arrowok="t"/>
                <v:fill/>
              </v:shape>
              <v:shape style="position:absolute;left:7893;top:-1163;width:3026;height:958" coordorigin="7893,-1163" coordsize="3026,958" path="m10801,-1033l10598,-1033,10576,-1031,10561,-1025,10554,-1003,10560,-989,10582,-981,10803,-981,10821,-985,10831,-995,10829,-1009,10820,-1025,10801,-1033e" filled="t" fillcolor="#000000" stroked="f">
                <v:path arrowok="t"/>
                <v:fill/>
              </v:shape>
            </v:group>
            <v:group style="position:absolute;left:10869;top:-343;width:65;height:67" coordorigin="10869,-343" coordsize="65,67">
              <v:shape style="position:absolute;left:10869;top:-343;width:65;height:67" coordorigin="10869,-343" coordsize="65,67" path="m10894,-343l10876,-332,10869,-311,10870,-299,10883,-283,10905,-277,10921,-282,10888,-282,10875,-294,10875,-327,10888,-339,10919,-339,10919,-339,10894,-343e" filled="t" fillcolor="#000000" stroked="f">
                <v:path arrowok="t"/>
                <v:fill/>
              </v:shape>
              <v:shape style="position:absolute;left:10869;top:-343;width:65;height:67" coordorigin="10869,-343" coordsize="65,67" path="m10926,-290l10919,-282,10921,-282,10921,-282,10926,-290e" filled="t" fillcolor="#000000" stroked="f">
                <v:path arrowok="t"/>
                <v:fill/>
              </v:shape>
              <v:shape style="position:absolute;left:10869;top:-343;width:65;height:67" coordorigin="10869,-343" coordsize="65,67" path="m10931,-297l10926,-290,10931,-294,10931,-297e" filled="t" fillcolor="#000000" stroked="f">
                <v:path arrowok="t"/>
                <v:fill/>
              </v:shape>
              <v:shape style="position:absolute;left:10869;top:-343;width:65;height:67" coordorigin="10869,-343" coordsize="65,67" path="m10914,-330l10890,-330,10890,-291,10896,-291,10896,-308,10909,-308,10909,-308,10914,-309,10919,-312,10919,-313,10896,-313,10896,-325,10919,-325,10919,-327,10914,-330e" filled="t" fillcolor="#000000" stroked="f">
                <v:path arrowok="t"/>
                <v:fill/>
              </v:shape>
              <v:shape style="position:absolute;left:10869;top:-343;width:65;height:67" coordorigin="10869,-343" coordsize="65,67" path="m10909,-308l10903,-308,10913,-291,10920,-291,10909,-308e" filled="t" fillcolor="#000000" stroked="f">
                <v:path arrowok="t"/>
                <v:fill/>
              </v:shape>
              <v:shape style="position:absolute;left:10869;top:-343;width:65;height:67" coordorigin="10869,-343" coordsize="65,67" path="m10919,-339l10919,-339,10931,-327,10931,-297,10932,-299,10934,-326,10919,-339e" filled="t" fillcolor="#000000" stroked="f">
                <v:path arrowok="t"/>
                <v:fill/>
              </v:shape>
              <v:shape style="position:absolute;left:10869;top:-343;width:65;height:67" coordorigin="10869,-343" coordsize="65,67" path="m10919,-325l10908,-325,10913,-324,10913,-313,10908,-313,10919,-313,10919,-325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blue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gray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black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reversed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560" w:right="600"/>
          <w:cols w:num="4" w:equalWidth="0">
            <w:col w:w="2822" w:space="921"/>
            <w:col w:w="2672" w:space="911"/>
            <w:col w:w="2742" w:space="1281"/>
            <w:col w:w="333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169" w:lineRule="exact"/>
        <w:ind w:left="16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571.700012pt;margin-top:8.266522pt;width:196.88pt;height:96.1pt;mso-position-horizontal-relative:page;mso-position-vertical-relative:paragraph;z-index:-785" coordorigin="11434,165" coordsize="3938,1922">
            <v:group style="position:absolute;left:11444;top:175;width:3918;height:1902" coordorigin="11444,175" coordsize="3918,1902">
              <v:shape style="position:absolute;left:11444;top:175;width:3918;height:1902" coordorigin="11444,175" coordsize="3918,1902" path="m11444,2077l15362,2077,15362,175,11444,175,11444,2077e" filled="t" fillcolor="#000000" stroked="f">
                <v:path arrowok="t"/>
                <v:fill/>
              </v:shape>
            </v:group>
            <v:group style="position:absolute;left:11855;top:565;width:3085;height:1017" coordorigin="11855,565" coordsize="3085,1017">
              <v:shape style="position:absolute;left:11855;top:565;width:3085;height:1017" coordorigin="11855,565" coordsize="3085,1017" path="m14910,565l11885,565,11865,573,11855,592,11855,1582,14582,1563,14556,1518,12963,1518,12959,1517,12941,1509,12938,1507,12507,1507,12016,1507,11994,1507,11975,1505,11958,1492,11954,1476,11962,1463,11986,1458,12007,1456,12022,1452,12043,1375,12044,834,12043,811,11997,760,11982,760,11973,758,11957,748,11953,732,11962,717,11974,711,11981,709,14940,709,14940,595,14932,575,14913,565,14910,565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3086,885l13021,892,13004,990,13004,1010,13003,1030,13003,1050,13001,1129,13000,1152,13000,1166,13000,1189,12999,1230,12999,1256,12999,1269,12996,1374,12995,1404,12995,1429,12995,1454,12995,1475,12992,1496,12983,1511,12973,1517,12963,1518,14556,1518,14550,1508,13318,1508,13312,1508,13099,1508,13081,1507,13066,1506,13058,1503,13045,1488,13046,1472,13054,1465,13071,1458,13092,1456,13100,1456,13127,1391,13128,1311,13128,1250,13128,939,13126,917,13120,900,13104,890,13086,885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3276,1243l13276,1261,13275,1280,13275,1321,13275,1348,13279,1411,13325,1456,13343,1456,13367,1461,13375,1472,13374,1494,13367,1501,13357,1504,13340,1507,13318,1508,14550,1508,14281,1508,14260,1507,13702,1507,13638,1505,13566,1483,13519,1445,13476,1399,13436,1352,13377,1276,13361,1256,13351,1245,13350,1245,13337,1245,13302,1244,13289,1244,13276,1243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4407,1269l14361,1331,14325,1384,14281,1450,14284,1456,14293,1456,14301,1456,14323,1461,14332,1471,14331,1491,14326,1498,14319,1502,14302,1507,14281,1508,14550,1508,14516,1449,14476,1382,14433,1311,14415,1281,14407,1269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3295,1507l13099,1508,13312,1508,13305,1508,13295,1507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2879,1456l12530,1456,12538,1458,12554,1467,12559,1485,12547,1499,12529,1506,12508,1507,12938,1507,12924,1497,12897,1472,12879,1456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2038,1507l12016,1507,12507,1507,12485,1507,12038,1507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2453,1063l12456,1129,12462,1352,12463,1375,12471,1437,12521,1457,12530,1456,12879,1456,12815,1399,12575,1179,12517,1124,12464,1071,12459,1066,12453,1063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3345,1243l13337,1245,13350,1245,13345,1243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1991,760l11982,760,11997,760,11991,760e" filled="t" fillcolor="#FFFFFF" stroked="f">
                <v:path arrowok="t"/>
                <v:fill/>
              </v:shape>
              <v:shape style="position:absolute;left:11855;top:565;width:3085;height:1017" coordorigin="11855,565" coordsize="3085,1017" path="m14940,709l12089,709,14940,728,14940,709e" filled="t" fillcolor="#FFFFFF" stroked="f">
                <v:path arrowok="t"/>
                <v:fill/>
              </v:shape>
            </v:group>
            <v:group style="position:absolute;left:13275;top:909;width:168;height:261" coordorigin="13275,909" coordsize="168,261">
              <v:shape style="position:absolute;left:13275;top:909;width:168;height:261" coordorigin="13275,909" coordsize="168,261" path="m13303,909l13279,970,13276,1030,13275,1150,13293,1164,13312,1168,13333,1170,13352,1170,13416,1139,13440,1081,13443,1038,13441,1015,13416,956,13366,919,13303,909e" filled="t" fillcolor="#FFFFFF" stroked="f">
                <v:path arrowok="t"/>
                <v:fill/>
              </v:shape>
            </v:group>
            <v:group style="position:absolute;left:14835;top:1513;width:16;height:12" coordorigin="14835,1513" coordsize="16,12">
              <v:shape style="position:absolute;left:14835;top:1513;width:16;height:12" coordorigin="14835,1513" coordsize="16,12" path="m14847,1513l14835,1513,14835,1525,14847,1525,14851,1524,14851,1514,14847,1513e" filled="t" fillcolor="#FFFFFF" stroked="f">
                <v:path arrowok="t"/>
                <v:fill/>
              </v:shape>
            </v:group>
            <v:group style="position:absolute;left:14815;top:1500;width:53;height:54" coordorigin="14815,1500" coordsize="53,54">
              <v:shape style="position:absolute;left:14815;top:1500;width:53;height:54" coordorigin="14815,1500" coordsize="53,54" path="m14857,1500l14827,1500,14815,1512,14815,1543,14827,1554,14857,1554,14865,1546,14829,1546,14829,1508,14865,1508,14857,1500e" filled="t" fillcolor="#FFFFFF" stroked="f">
                <v:path arrowok="t"/>
                <v:fill/>
              </v:shape>
              <v:shape style="position:absolute;left:14815;top:1500;width:53;height:54" coordorigin="14815,1500" coordsize="53,54" path="m14842,1530l14835,1530,14835,1546,14852,1546,14842,1530e" filled="t" fillcolor="#FFFFFF" stroked="f">
                <v:path arrowok="t"/>
                <v:fill/>
              </v:shape>
              <v:shape style="position:absolute;left:14815;top:1500;width:53;height:54" coordorigin="14815,1500" coordsize="53,54" path="m14865,1508l14853,1508,14857,1512,14857,1526,14853,1529,14847,1529,14858,1546,14865,1546,14869,1543,14869,1512,14865,1508e" filled="t" fillcolor="#FFFFFF" stroked="f">
                <v:path arrowok="t"/>
                <v:fill/>
              </v:shape>
            </v:group>
            <v:group style="position:absolute;left:11855;top:760;width:3085;height:1012" coordorigin="11855,760" coordsize="3085,1012">
              <v:shape style="position:absolute;left:11855;top:760;width:3085;height:1012" coordorigin="11855,760" coordsize="3085,1012" path="m11855,1614l11855,1742,11863,1762,11882,1772,14910,1772,14930,1766,14940,1746,14940,1632,14725,1632,14582,1630,14347,1630,11855,1614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940,836l14735,836,14756,840,14769,852,14773,872,14763,882,14746,886,14728,886,14705,892,14689,902,14673,922,14662,936,14650,954,14626,986,14614,1004,14555,1088,14544,1104,14533,1120,14522,1134,14511,1150,14529,1180,14550,1216,14561,1236,14573,1256,14586,1278,14598,1298,14611,1320,14651,1386,14664,1408,14677,1428,14689,1448,14702,1468,14713,1486,14724,1504,14734,1520,14744,1534,14756,1552,14767,1566,14784,1576,14806,1580,14825,1582,14849,1588,14858,1604,14848,1624,14828,1632,14940,1632,14940,1562,14842,1562,14821,1554,14810,1536,14815,1512,14830,1498,14940,1498,14940,836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940,1498l14830,1498,14856,1502,14871,1514,14869,1540,14859,1556,14843,1562,14940,1562,14940,1498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940,760l12253,778,12198,824,12197,1324,12197,1344,12200,1408,12246,1458,12267,1460,12294,1460,12348,1432,12353,1336,12356,1180,12359,986,12360,914,12360,896,12360,884,12360,862,12364,840,12375,826,14940,826,14940,770,14940,760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3761,836l13357,836,13378,838,13397,838,13416,840,13483,858,13546,900,13585,970,13589,1016,13587,1038,13559,1108,13505,1170,13474,1194,13473,1200,13486,1212,13489,1216,13502,1230,13516,1246,13530,1262,13560,1296,13574,1310,13586,1324,13598,1336,13629,1368,13643,1382,13656,1396,13704,1434,13756,1458,13780,1448,13794,1370,13795,1008,13795,990,13792,918,13749,888,13731,884,13718,878,13713,858,13720,844,13740,838,13761,836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115,836l13976,836,14003,838,14021,846,14027,862,14027,872,14021,880,14005,886,13985,886,13964,892,13950,962,13948,1038,13948,1186,13948,1344,13949,1406,13999,1458,14084,1458,14143,1444,14324,1202,14335,1186,14326,1168,14298,1114,14278,1080,14268,1062,14258,1044,14247,1028,14237,1012,14226,994,14216,978,14195,946,14183,928,14118,888,14099,886,14083,882,14072,864,14074,848,14094,840,14115,836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940,826l12399,826,12415,834,12432,850,12448,864,12463,878,12503,918,12719,1120,12875,1264,12898,1286,12903,1290,12903,1230,12900,1102,12897,1000,12895,940,12829,886,12813,884,12805,878,12802,872,12801,852,12813,840,12831,836,14940,836,14940,826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558,886l14341,886,14336,892,14340,896,14344,904,14360,932,14383,970,14409,1014,14422,1034,14433,1052,14443,1068,14450,1060,14461,1044,14475,1024,14489,1004,14502,986,14513,970,14524,952,14536,934,14547,916,14556,900,14562,892,14558,886e" filled="t" fillcolor="#FFFFFF" stroked="f">
                <v:path arrowok="t"/>
                <v:fill/>
              </v:shape>
              <v:shape style="position:absolute;left:11855;top:760;width:3085;height:1012" coordorigin="11855,760" coordsize="3085,1012" path="m14535,836l14347,836,14367,838,14379,848,14384,866,14374,880,14367,886,14528,886,14521,884,14507,872,14507,852,14518,840,14535,836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5"/>
          <w:szCs w:val="15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15"/>
          <w:szCs w:val="15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15"/>
          <w:szCs w:val="15"/>
          <w:w w:val="143"/>
          <w:b/>
          <w:bCs/>
          <w:position w:val="-1"/>
        </w:rPr>
        <w:t>et</w:t>
      </w:r>
      <w:r>
        <w:rPr>
          <w:rFonts w:ascii="Arial" w:hAnsi="Arial" w:cs="Arial" w:eastAsia="Arial"/>
          <w:sz w:val="15"/>
          <w:szCs w:val="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5"/>
          <w:szCs w:val="15"/>
          <w:w w:val="219"/>
          <w:b/>
          <w:bCs/>
          <w:position w:val="-1"/>
        </w:rPr>
        <w:t>l</w:t>
      </w:r>
      <w:r>
        <w:rPr>
          <w:rFonts w:ascii="Arial" w:hAnsi="Arial" w:cs="Arial" w:eastAsia="Arial"/>
          <w:sz w:val="15"/>
          <w:szCs w:val="15"/>
          <w:w w:val="127"/>
          <w:b/>
          <w:bCs/>
          <w:position w:val="-1"/>
        </w:rPr>
        <w:t>ogo</w:t>
      </w:r>
      <w:r>
        <w:rPr>
          <w:rFonts w:ascii="Arial" w:hAnsi="Arial" w:cs="Arial" w:eastAsia="Arial"/>
          <w:sz w:val="15"/>
          <w:szCs w:val="15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54" w:after="0" w:line="69" w:lineRule="exact"/>
        <w:ind w:left="6668" w:right="7896"/>
        <w:jc w:val="center"/>
        <w:rPr>
          <w:rFonts w:ascii="Arial" w:hAnsi="Arial" w:cs="Arial" w:eastAsia="Arial"/>
          <w:sz w:val="6"/>
          <w:szCs w:val="6"/>
        </w:rPr>
      </w:pPr>
      <w:rPr/>
      <w:r>
        <w:rPr/>
        <w:pict>
          <v:group style="position:absolute;margin-left:33.303200pt;margin-top:-44.768337pt;width:158.408800pt;height:59.959pt;mso-position-horizontal-relative:page;mso-position-vertical-relative:paragraph;z-index:-783" coordorigin="666,-895" coordsize="3168,1199">
            <v:group style="position:absolute;left:735;top:-885;width:3015;height:1179" coordorigin="735,-885" coordsize="3015,1179">
              <v:shape style="position:absolute;left:735;top:-885;width:3015;height:1179" coordorigin="735,-885" coordsize="3015,1179" path="m3720,-885l763,-885,743,-876,735,-856,735,266,745,286,765,294,3723,294,3742,284,3750,264,3750,-858,3741,-877,3720,-885e" filled="t" fillcolor="#013A81" stroked="f">
                <v:path arrowok="t"/>
                <v:fill/>
              </v:shape>
            </v:group>
            <v:group style="position:absolute;left:676;top:-744;width:3148;height:900" coordorigin="676,-744" coordsize="3148,900">
              <v:shape style="position:absolute;left:676;top:-744;width:3148;height:900" coordorigin="676,-744" coordsize="3148,900" path="m3401,-190l3220,-190,3228,-180,3238,-168,3248,-154,3259,-138,3270,-122,3282,-104,3294,-86,3318,-46,3330,-28,3342,-8,3353,12,3364,30,3375,48,3394,80,694,110,684,110,676,112,676,136,684,138,2905,154,3184,154,3382,156,3637,156,3658,152,3670,134,3670,116,3658,110,3645,108,3616,108,3607,104,3586,96,3573,84,3562,66,3552,52,3542,36,3530,18,3519,0,3507,-18,3494,-40,3481,-60,3468,-82,3442,-124,3401,-190e" filled="t" fillcolor="#FFFFFF" stroked="f">
                <v:path arrowok="t"/>
                <v:fill/>
              </v:shape>
              <v:shape style="position:absolute;left:676;top:-744;width:3148;height:900" coordorigin="676,-744" coordsize="3148,900" path="m3631,106l3616,108,3645,108,3631,106e" filled="t" fillcolor="#FFFFFF" stroked="f">
                <v:path arrowok="t"/>
                <v:fill/>
              </v:shape>
              <v:shape style="position:absolute;left:676;top:-744;width:3148;height:900" coordorigin="676,-744" coordsize="3148,900" path="m1526,-394l1325,-394,1330,-390,1349,-370,1377,-342,1420,-300,1435,-288,1617,-120,1751,0,1765,14,1777,24,1793,36,1811,46,1827,46,1849,-10,1849,-34,1849,-52,1850,-78,1852,-178,1760,-178,1754,-182,1745,-190,1698,-234,1630,-296,1528,-392,1526,-394e" filled="t" fillcolor="#FFFFFF" stroked="f">
                <v:path arrowok="t"/>
                <v:fill/>
              </v:shape>
              <v:shape style="position:absolute;left:676;top:-744;width:3148;height:900" coordorigin="676,-744" coordsize="3148,900" path="m964,-744l859,-742,851,-742,848,-740,833,-728,832,-712,842,-698,859,-694,868,-694,888,-692,896,-692,903,-688,913,-674,918,-654,919,-632,919,-120,919,-102,913,-40,869,-14,845,-4,833,8,833,22,843,32,859,36,879,38,902,36,1390,36,1409,32,1421,22,1421,2,1407,-10,1401,-12,1118,-12,1101,-14,1071,-94,1069,-300,1069,-564,1069,-596,1076,-660,3816,-696,3824,-698,3824,-722,3816,-724,3806,-724,964,-744e" filled="t" fillcolor="#FFFFFF" stroked="f">
                <v:path arrowok="t"/>
                <v:fill/>
              </v:shape>
              <v:shape style="position:absolute;left:676;top:-744;width:3148;height:900" coordorigin="676,-744" coordsize="3148,900" path="m1390,36l1344,36,1368,38,1390,36e" filled="t" fillcolor="#FFFFFF" stroked="f">
                <v:path arrowok="t"/>
                <v:fill/>
              </v:shape>
              <v:shape style="position:absolute;left:676;top:-744;width:3148;height:900" coordorigin="676,-744" coordsize="3148,900" path="m2011,36l1929,36,1946,38,2011,36e" filled="t" fillcolor="#FFFFFF" stroked="f">
                <v:path arrowok="t"/>
                <v:fill/>
              </v:shape>
              <v:shape style="position:absolute;left:676;top:-744;width:3148;height:900" coordorigin="676,-744" coordsize="3148,900" path="m1917,-14l1899,2,1898,18,1911,32,1919,36,2129,36,2151,38,2173,38,2192,36,2213,30,2219,24,2221,2,2213,-8,2197,-12,1929,-12,1917,-14e" filled="t" fillcolor="#FFFFFF" stroked="f">
                <v:path arrowok="t"/>
                <v:fill/>
              </v:shape>
              <v:shape style="position:absolute;left:676;top:-744;width:3148;height:900" coordorigin="676,-744" coordsize="3148,900" path="m2357,-222l2191,-222,2201,-218,2210,-206,2227,-184,2276,-120,2289,-104,2302,-88,2314,-74,2328,-58,2344,-42,2359,-26,2374,-12,2436,26,2493,36,3080,36,3100,38,3155,2,3147,-8,3125,-12,2837,-12,2816,-14,2589,-14,2571,-20,2519,-52,2475,-94,2434,-138,2420,-152,2394,-180,2357,-222e" filled="t" fillcolor="#FFFFFF" stroked="f">
                <v:path arrowok="t"/>
                <v:fill/>
              </v:shape>
              <v:shape style="position:absolute;left:676;top:-744;width:3148;height:900" coordorigin="676,-744" coordsize="3148,900" path="m1267,-632l1243,-626,1232,-610,1229,-588,1228,-538,1226,-350,1223,-214,1222,-154,1220,-70,1192,-14,1171,-12,1386,-12,1368,-14,1360,-14,1354,-16,1330,-78,1328,-146,1321,-370,1320,-386,1320,-394,1526,-394,1438,-476,1393,-518,1385,-526,1371,-538,1313,-594,1299,-608,1283,-624,1267,-632e" filled="t" fillcolor="#FFFFFF" stroked="f">
                <v:path arrowok="t"/>
                <v:fill/>
              </v:shape>
              <v:shape style="position:absolute;left:676;top:-744;width:3148;height:900" coordorigin="676,-744" coordsize="3148,900" path="m1395,-14l1386,-12,1401,-12,1395,-14e" filled="t" fillcolor="#FFFFFF" stroked="f">
                <v:path arrowok="t"/>
                <v:fill/>
              </v:shape>
              <v:shape style="position:absolute;left:676;top:-744;width:3148;height:900" coordorigin="676,-744" coordsize="3148,900" path="m2372,-572l1899,-572,1930,-570,1950,-568,1979,-512,1979,-462,1979,-180,1978,-104,1972,-34,1929,-12,2197,-12,2189,-14,2144,-14,2136,-24,2124,-84,2123,-128,2123,-192,2123,-206,2124,-222,2357,-222,2350,-230,2339,-242,2329,-254,2316,-266,2318,-270,2325,-276,2328,-276,2343,-290,2345,-292,2193,-292,2172,-294,2152,-294,2133,-298,2127,-358,2124,-418,2123,-452,2123,-538,2143,-544,2163,-546,2399,-546,2388,-558,2372,-572e" filled="t" fillcolor="#FFFFFF" stroked="f">
                <v:path arrowok="t"/>
                <v:fill/>
              </v:shape>
              <v:shape style="position:absolute;left:676;top:-744;width:3148;height:900" coordorigin="676,-744" coordsize="3148,900" path="m3118,-14l2917,-14,2894,-12,3125,-12,3118,-14e" filled="t" fillcolor="#FFFFFF" stroked="f">
                <v:path arrowok="t"/>
                <v:fill/>
              </v:shape>
              <v:shape style="position:absolute;left:676;top:-744;width:3148;height:900" coordorigin="676,-744" coordsize="3148,900" path="m2611,-622l2590,-622,2571,-620,2554,-608,2551,-592,2566,-578,2584,-572,2602,-570,2620,-556,2629,-540,2630,-514,2631,-498,2631,-298,2631,-118,2628,-48,2608,-14,2816,-14,2781,-64,2780,-124,2780,-214,2780,-528,2785,-554,2799,-568,2826,-570,2841,-574,2852,-578,2857,-586,2858,-594,2851,-612,2832,-620,2632,-620,2611,-622e" filled="t" fillcolor="#FFFFFF" stroked="f">
                <v:path arrowok="t"/>
                <v:fill/>
              </v:shape>
              <v:shape style="position:absolute;left:676;top:-744;width:3148;height:900" coordorigin="676,-744" coordsize="3148,900" path="m2960,-622l2938,-622,2919,-620,2903,-608,2899,-592,2912,-578,2928,-572,2946,-570,2971,-564,2989,-556,2999,-544,3009,-532,3021,-514,3033,-496,3087,-410,3119,-360,3141,-326,3162,-292,3150,-276,3139,-258,3128,-242,3117,-224,3094,-192,3071,-160,3048,-128,3013,-80,2999,-60,2986,-44,2975,-32,2957,-20,2937,-14,3108,-14,3106,-20,3119,-40,3130,-56,3141,-74,3152,-90,3164,-108,3186,-142,3209,-174,3220,-190,3401,-190,3390,-208,3378,-228,3367,-246,3356,-264,3345,-280,3336,-296,3327,-310,3338,-324,3349,-340,3361,-356,3372,-372,3388,-394,3264,-394,3254,-410,3243,-428,3230,-448,3217,-470,3204,-492,3192,-512,3182,-530,3173,-544,3166,-556,3160,-566,3164,-570,3178,-572,3189,-572,3208,-584,3210,-598,3202,-610,3189,-618,3170,-620,2981,-620,2960,-622e" filled="t" fillcolor="#FFFFFF" stroked="f">
                <v:path arrowok="t"/>
                <v:fill/>
              </v:shape>
              <v:shape style="position:absolute;left:676;top:-744;width:3148;height:900" coordorigin="676,-744" coordsize="3148,900" path="m1726,-622l1704,-622,1685,-620,1664,-608,1658,-594,1664,-578,1671,-574,1680,-572,1701,-570,1721,-570,1740,-556,1752,-484,1757,-334,1759,-254,1760,-178,1852,-178,1853,-208,1853,-220,1853,-242,1854,-276,1854,-292,1854,-318,1857,-410,1857,-430,1858,-448,1858,-462,1858,-502,1858,-522,1861,-542,1865,-556,1881,-566,1899,-572,2372,-572,2355,-584,2262,-616,2222,-620,1747,-620,1726,-622e" filled="t" fillcolor="#FFFFFF" stroked="f">
                <v:path arrowok="t"/>
                <v:fill/>
              </v:shape>
              <v:shape style="position:absolute;left:676;top:-744;width:3148;height:900" coordorigin="676,-744" coordsize="3148,900" path="m2191,-222l2124,-222,2144,-220,2184,-220,2191,-222e" filled="t" fillcolor="#FFFFFF" stroked="f">
                <v:path arrowok="t"/>
                <v:fill/>
              </v:shape>
              <v:shape style="position:absolute;left:676;top:-744;width:3148;height:900" coordorigin="676,-744" coordsize="3148,900" path="m2399,-546l2182,-546,2201,-542,2222,-532,2268,-490,2287,-430,2287,-408,2273,-344,2226,-296,2219,-294,2213,-294,2193,-292,2345,-292,2358,-304,2397,-350,2423,-404,2430,-442,2427,-470,2423,-494,2417,-514,2409,-530,2399,-546e" filled="t" fillcolor="#FFFFFF" stroked="f">
                <v:path arrowok="t"/>
                <v:fill/>
              </v:shape>
              <v:shape style="position:absolute;left:676;top:-744;width:3148;height:900" coordorigin="676,-744" coordsize="3148,900" path="m3542,-572l3376,-572,3380,-566,3356,-528,3345,-510,3333,-492,3307,-452,3280,-414,3270,-400,3264,-394,3388,-394,3420,-440,3432,-458,3443,-474,3455,-490,3480,-526,3491,-540,3505,-556,3521,-566,3542,-572e" filled="t" fillcolor="#FFFFFF" stroked="f">
                <v:path arrowok="t"/>
                <v:fill/>
              </v:shape>
              <v:shape style="position:absolute;left:676;top:-744;width:3148;height:900" coordorigin="676,-744" coordsize="3148,900" path="m3366,-622l3345,-620,3331,-612,3326,-590,3335,-576,3347,-572,3363,-570,3376,-572,3560,-572,3577,-576,3586,-586,3585,-598,3575,-614,3556,-620,3532,-620,3366,-622e" filled="t" fillcolor="#FFFFFF" stroked="f">
                <v:path arrowok="t"/>
                <v:fill/>
              </v:shape>
            </v:group>
            <v:group style="position:absolute;left:3622;top:24;width:63;height:60" coordorigin="3622,24" coordsize="63,60">
              <v:shape style="position:absolute;left:3622;top:24;width:63;height:60" coordorigin="3622,24" coordsize="63,60" path="m3648,24l3640,28,3669,28,3680,40,3680,70,3669,82,3641,82,3667,84,3680,70,3680,70,3685,44,3672,29,3648,24e" filled="t" fillcolor="#FFFFFF" stroked="f">
                <v:path arrowok="t"/>
                <v:fill/>
              </v:shape>
              <v:shape style="position:absolute;left:3622;top:24;width:63;height:60" coordorigin="3622,24" coordsize="63,60" path="m3635,77l3639,82,3641,82,3641,81,3635,77e" filled="t" fillcolor="#FFFFFF" stroked="f">
                <v:path arrowok="t"/>
                <v:fill/>
              </v:shape>
              <v:shape style="position:absolute;left:3622;top:24;width:63;height:60" coordorigin="3622,24" coordsize="63,60" path="m3639,29l3629,34,3622,55,3626,70,3635,77,3628,70,3628,40,3639,29e" filled="t" fillcolor="#FFFFFF" stroked="f">
                <v:path arrowok="t"/>
                <v:fill/>
              </v:shape>
              <v:shape style="position:absolute;left:3622;top:24;width:63;height:60" coordorigin="3622,24" coordsize="63,60" path="m3664,37l3642,37,3642,73,3647,73,3647,57,3659,57,3659,57,3665,56,3669,54,3669,53,3647,53,3647,41,3669,41,3669,40,3664,37e" filled="t" fillcolor="#FFFFFF" stroked="f">
                <v:path arrowok="t"/>
                <v:fill/>
              </v:shape>
              <v:shape style="position:absolute;left:3622;top:24;width:63;height:60" coordorigin="3622,24" coordsize="63,60" path="m3659,57l3654,57,3663,73,3670,73,3659,57e" filled="t" fillcolor="#FFFFFF" stroked="f">
                <v:path arrowok="t"/>
                <v:fill/>
              </v:shape>
              <v:shape style="position:absolute;left:3622;top:24;width:63;height:60" coordorigin="3622,24" coordsize="63,60" path="m3669,41l3659,41,3663,42,3663,52,3659,53,3669,53,3669,41e" filled="t" fillcolor="#FFFFFF" stroked="f">
                <v:path arrowok="t"/>
                <v:fill/>
              </v:shape>
              <v:shape style="position:absolute;left:3622;top:24;width:63;height:60" coordorigin="3622,24" coordsize="63,60" path="m3640,28l3639,29,3640,28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91.554596pt;margin-top:-44.768337pt;width:158.4084pt;height:59.959pt;mso-position-horizontal-relative:page;mso-position-vertical-relative:paragraph;z-index:-781" coordorigin="7831,-895" coordsize="3168,1199">
            <v:group style="position:absolute;left:7900;top:-885;width:3015;height:1179" coordorigin="7900,-885" coordsize="3015,1179">
              <v:shape style="position:absolute;left:7900;top:-885;width:3015;height:1179" coordorigin="7900,-885" coordsize="3015,1179" path="m10885,-885l7928,-885,7908,-876,7900,-856,7900,266,7910,286,7930,294,10888,294,10907,284,10915,264,10915,-858,10906,-877,10885,-885e" filled="t" fillcolor="#000000" stroked="f">
                <v:path arrowok="t"/>
                <v:fill/>
              </v:shape>
            </v:group>
            <v:group style="position:absolute;left:7841;top:-744;width:3148;height:900" coordorigin="7841,-744" coordsize="3148,900">
              <v:shape style="position:absolute;left:7841;top:-744;width:3148;height:900" coordorigin="7841,-744" coordsize="3148,900" path="m10566,-190l10385,-190,10393,-180,10403,-168,10413,-154,10424,-138,10435,-122,10447,-104,10459,-86,10483,-46,10495,-28,10507,-8,10518,12,10529,30,10540,48,10559,80,7859,110,7849,110,7841,112,7841,136,7849,138,10070,154,10349,154,10547,156,10802,156,10823,152,10835,134,10835,116,10823,110,10810,108,10781,108,10772,104,10751,96,10738,84,10727,66,10717,52,10707,36,10696,18,10684,0,10672,-18,10659,-40,10646,-60,10633,-82,10607,-124,10566,-190e" filled="t" fillcolor="#FFFFFF" stroked="f">
                <v:path arrowok="t"/>
                <v:fill/>
              </v:shape>
              <v:shape style="position:absolute;left:7841;top:-744;width:3148;height:900" coordorigin="7841,-744" coordsize="3148,900" path="m10796,106l10781,108,10810,108,10796,106e" filled="t" fillcolor="#FFFFFF" stroked="f">
                <v:path arrowok="t"/>
                <v:fill/>
              </v:shape>
              <v:shape style="position:absolute;left:7841;top:-744;width:3148;height:900" coordorigin="7841,-744" coordsize="3148,900" path="m8691,-394l8490,-394,8495,-390,8514,-370,8542,-342,8585,-300,8600,-288,8782,-120,8916,0,8930,14,8942,24,8958,36,8976,46,8992,46,9014,-10,9014,-34,9014,-52,9015,-78,9017,-178,8925,-178,8919,-182,8910,-190,8863,-234,8795,-296,8694,-392,8691,-394e" filled="t" fillcolor="#FFFFFF" stroked="f">
                <v:path arrowok="t"/>
                <v:fill/>
              </v:shape>
              <v:shape style="position:absolute;left:7841;top:-744;width:3148;height:900" coordorigin="7841,-744" coordsize="3148,900" path="m8129,-744l8024,-742,8016,-742,8013,-740,7998,-728,7997,-712,8007,-698,8024,-694,8033,-694,8053,-692,8061,-692,8068,-688,8078,-674,8083,-654,8084,-632,8084,-120,8084,-102,8078,-40,8034,-14,8010,-4,7998,8,7998,22,8008,32,8024,36,8044,38,8067,36,8555,36,8574,32,8586,22,8586,2,8573,-10,8566,-12,8283,-12,8266,-14,8236,-94,8234,-300,8234,-564,8234,-596,8241,-660,10981,-696,10989,-698,10989,-722,10981,-724,10971,-724,8129,-744e" filled="t" fillcolor="#FFFFFF" stroked="f">
                <v:path arrowok="t"/>
                <v:fill/>
              </v:shape>
              <v:shape style="position:absolute;left:7841;top:-744;width:3148;height:900" coordorigin="7841,-744" coordsize="3148,900" path="m8555,36l8509,36,8533,38,8555,36e" filled="t" fillcolor="#FFFFFF" stroked="f">
                <v:path arrowok="t"/>
                <v:fill/>
              </v:shape>
              <v:shape style="position:absolute;left:7841;top:-744;width:3148;height:900" coordorigin="7841,-744" coordsize="3148,900" path="m9176,36l9094,36,9111,38,9176,36e" filled="t" fillcolor="#FFFFFF" stroked="f">
                <v:path arrowok="t"/>
                <v:fill/>
              </v:shape>
              <v:shape style="position:absolute;left:7841;top:-744;width:3148;height:900" coordorigin="7841,-744" coordsize="3148,900" path="m9082,-14l9064,2,9063,18,9076,32,9084,36,9294,36,9316,38,9338,38,9357,36,9378,30,9384,24,9386,2,9378,-8,9362,-12,9095,-12,9082,-14e" filled="t" fillcolor="#FFFFFF" stroked="f">
                <v:path arrowok="t"/>
                <v:fill/>
              </v:shape>
              <v:shape style="position:absolute;left:7841;top:-744;width:3148;height:900" coordorigin="7841,-744" coordsize="3148,900" path="m9522,-222l9356,-222,9366,-218,9375,-206,9392,-184,9441,-120,9454,-104,9467,-88,9480,-74,9493,-58,9509,-42,9524,-26,9539,-12,9601,26,9658,36,10245,36,10265,38,10320,2,10312,-8,10290,-12,10002,-12,9981,-14,9754,-14,9736,-20,9684,-52,9640,-94,9599,-138,9585,-152,9559,-180,9522,-222e" filled="t" fillcolor="#FFFFFF" stroked="f">
                <v:path arrowok="t"/>
                <v:fill/>
              </v:shape>
              <v:shape style="position:absolute;left:7841;top:-744;width:3148;height:900" coordorigin="7841,-744" coordsize="3148,900" path="m8432,-632l8408,-626,8397,-610,8394,-588,8393,-538,8391,-350,8388,-214,8387,-154,8385,-70,8357,-14,8336,-12,8551,-12,8533,-14,8525,-14,8519,-16,8495,-78,8493,-146,8486,-370,8485,-386,8485,-394,8691,-394,8603,-476,8558,-518,8550,-526,8536,-538,8478,-594,8464,-608,8448,-624,8432,-632e" filled="t" fillcolor="#FFFFFF" stroked="f">
                <v:path arrowok="t"/>
                <v:fill/>
              </v:shape>
              <v:shape style="position:absolute;left:7841;top:-744;width:3148;height:900" coordorigin="7841,-744" coordsize="3148,900" path="m8560,-14l8551,-12,8566,-12,8560,-14e" filled="t" fillcolor="#FFFFFF" stroked="f">
                <v:path arrowok="t"/>
                <v:fill/>
              </v:shape>
              <v:shape style="position:absolute;left:7841;top:-744;width:3148;height:900" coordorigin="7841,-744" coordsize="3148,900" path="m9537,-572l9064,-572,9095,-570,9115,-568,9144,-512,9144,-462,9144,-180,9143,-104,9137,-34,9095,-12,9362,-12,9354,-14,9309,-14,9301,-24,9289,-84,9288,-128,9288,-192,9288,-206,9289,-222,9522,-222,9515,-230,9504,-242,9494,-254,9481,-266,9483,-270,9490,-276,9493,-276,9508,-290,9510,-292,9358,-292,9337,-294,9317,-294,9298,-298,9292,-358,9289,-418,9288,-452,9288,-538,9308,-544,9328,-546,9564,-546,9553,-558,9537,-572e" filled="t" fillcolor="#FFFFFF" stroked="f">
                <v:path arrowok="t"/>
                <v:fill/>
              </v:shape>
              <v:shape style="position:absolute;left:7841;top:-744;width:3148;height:900" coordorigin="7841,-744" coordsize="3148,900" path="m10283,-14l10083,-14,10059,-12,10290,-12,10283,-14e" filled="t" fillcolor="#FFFFFF" stroked="f">
                <v:path arrowok="t"/>
                <v:fill/>
              </v:shape>
              <v:shape style="position:absolute;left:7841;top:-744;width:3148;height:900" coordorigin="7841,-744" coordsize="3148,900" path="m9776,-622l9755,-622,9736,-620,9719,-608,9716,-592,9731,-578,9749,-572,9767,-570,9785,-556,9794,-540,9795,-514,9796,-498,9796,-298,9796,-118,9793,-48,9773,-14,9981,-14,9946,-64,9945,-124,9945,-214,9945,-528,9950,-554,9964,-568,9991,-570,10006,-574,10017,-578,10022,-586,10023,-594,10016,-612,9997,-620,9797,-620,9776,-622e" filled="t" fillcolor="#FFFFFF" stroked="f">
                <v:path arrowok="t"/>
                <v:fill/>
              </v:shape>
              <v:shape style="position:absolute;left:7841;top:-744;width:3148;height:900" coordorigin="7841,-744" coordsize="3148,900" path="m10125,-622l10103,-622,10084,-620,10068,-608,10064,-592,10077,-578,10093,-572,10111,-570,10136,-564,10154,-556,10164,-544,10174,-532,10186,-514,10198,-496,10252,-410,10284,-360,10306,-326,10327,-292,10315,-276,10304,-258,10293,-242,10282,-224,10259,-192,10236,-160,10213,-128,10178,-80,10164,-60,10151,-44,10140,-32,10122,-20,10102,-14,10273,-14,10271,-20,10284,-40,10295,-56,10306,-74,10317,-90,10329,-108,10351,-142,10374,-174,10385,-190,10566,-190,10555,-208,10543,-228,10532,-246,10521,-264,10510,-280,10501,-296,10492,-310,10503,-324,10514,-340,10526,-356,10537,-372,10553,-394,10429,-394,10419,-410,10408,-428,10395,-448,10382,-470,10370,-492,10357,-512,10347,-530,10338,-544,10331,-556,10325,-566,10329,-570,10343,-572,10354,-572,10373,-584,10375,-598,10367,-610,10354,-618,10335,-620,10146,-620,10125,-622e" filled="t" fillcolor="#FFFFFF" stroked="f">
                <v:path arrowok="t"/>
                <v:fill/>
              </v:shape>
              <v:shape style="position:absolute;left:7841;top:-744;width:3148;height:900" coordorigin="7841,-744" coordsize="3148,900" path="m8891,-622l8870,-622,8850,-620,8829,-608,8823,-594,8829,-578,8836,-574,8845,-572,8866,-570,8886,-570,8905,-556,8917,-484,8922,-334,8924,-254,8925,-178,9017,-178,9018,-208,9018,-220,9018,-242,9019,-276,9019,-292,9019,-318,9022,-410,9022,-430,9023,-448,9023,-462,9023,-502,9023,-522,9026,-542,9030,-556,9046,-566,9064,-572,9537,-572,9520,-584,9427,-616,9387,-620,8912,-620,8891,-622e" filled="t" fillcolor="#FFFFFF" stroked="f">
                <v:path arrowok="t"/>
                <v:fill/>
              </v:shape>
              <v:shape style="position:absolute;left:7841;top:-744;width:3148;height:900" coordorigin="7841,-744" coordsize="3148,900" path="m9356,-222l9289,-222,9309,-220,9349,-220,9356,-222e" filled="t" fillcolor="#FFFFFF" stroked="f">
                <v:path arrowok="t"/>
                <v:fill/>
              </v:shape>
              <v:shape style="position:absolute;left:7841;top:-744;width:3148;height:900" coordorigin="7841,-744" coordsize="3148,900" path="m9564,-546l9347,-546,9366,-542,9387,-532,9433,-490,9452,-430,9452,-408,9438,-344,9391,-296,9384,-294,9378,-294,9358,-292,9510,-292,9523,-304,9562,-350,9588,-404,9595,-442,9592,-470,9588,-494,9582,-514,9574,-530,9564,-546e" filled="t" fillcolor="#FFFFFF" stroked="f">
                <v:path arrowok="t"/>
                <v:fill/>
              </v:shape>
              <v:shape style="position:absolute;left:7841;top:-744;width:3148;height:900" coordorigin="7841,-744" coordsize="3148,900" path="m10707,-572l10541,-572,10545,-566,10521,-528,10510,-510,10499,-492,10472,-452,10445,-414,10435,-400,10429,-394,10553,-394,10585,-440,10597,-458,10608,-474,10620,-490,10645,-526,10656,-540,10670,-556,10686,-566,10707,-572e" filled="t" fillcolor="#FFFFFF" stroked="f">
                <v:path arrowok="t"/>
                <v:fill/>
              </v:shape>
              <v:shape style="position:absolute;left:7841;top:-744;width:3148;height:900" coordorigin="7841,-744" coordsize="3148,900" path="m10531,-622l10510,-620,10496,-612,10491,-590,10500,-576,10512,-572,10528,-570,10541,-572,10725,-572,10742,-576,10751,-586,10750,-598,10740,-614,10721,-620,10697,-620,10531,-622e" filled="t" fillcolor="#FFFFFF" stroked="f">
                <v:path arrowok="t"/>
                <v:fill/>
              </v:shape>
            </v:group>
            <v:group style="position:absolute;left:10787;top:24;width:63;height:60" coordorigin="10787,24" coordsize="63,60">
              <v:shape style="position:absolute;left:10787;top:24;width:63;height:60" coordorigin="10787,24" coordsize="63,60" path="m10813,24l10805,28,10834,28,10845,40,10845,70,10834,82,10807,82,10832,84,10845,70,10846,70,10850,44,10837,29,10813,24e" filled="t" fillcolor="#FFFFFF" stroked="f">
                <v:path arrowok="t"/>
                <v:fill/>
              </v:shape>
              <v:shape style="position:absolute;left:10787;top:24;width:63;height:60" coordorigin="10787,24" coordsize="63,60" path="m10800,77l10805,82,10807,82,10806,81,10800,77e" filled="t" fillcolor="#FFFFFF" stroked="f">
                <v:path arrowok="t"/>
                <v:fill/>
              </v:shape>
              <v:shape style="position:absolute;left:10787;top:24;width:63;height:60" coordorigin="10787,24" coordsize="63,60" path="m10804,29l10794,34,10787,55,10791,70,10800,77,10793,70,10793,40,10804,29e" filled="t" fillcolor="#FFFFFF" stroked="f">
                <v:path arrowok="t"/>
                <v:fill/>
              </v:shape>
              <v:shape style="position:absolute;left:10787;top:24;width:63;height:60" coordorigin="10787,24" coordsize="63,60" path="m10829,37l10807,37,10807,73,10812,73,10812,57,10824,57,10824,57,10830,56,10834,54,10834,53,10812,53,10812,41,10834,41,10834,40,10829,37e" filled="t" fillcolor="#FFFFFF" stroked="f">
                <v:path arrowok="t"/>
                <v:fill/>
              </v:shape>
              <v:shape style="position:absolute;left:10787;top:24;width:63;height:60" coordorigin="10787,24" coordsize="63,60" path="m10824,57l10819,57,10828,73,10835,73,10824,57e" filled="t" fillcolor="#FFFFFF" stroked="f">
                <v:path arrowok="t"/>
                <v:fill/>
              </v:shape>
              <v:shape style="position:absolute;left:10787;top:24;width:63;height:60" coordorigin="10787,24" coordsize="63,60" path="m10834,41l10824,41,10828,42,10828,52,10824,53,10834,53,10834,41e" filled="t" fillcolor="#FFFFFF" stroked="f">
                <v:path arrowok="t"/>
                <v:fill/>
              </v:shape>
              <v:shape style="position:absolute;left:10787;top:24;width:63;height:60" coordorigin="10787,24" coordsize="63,60" path="m10805,28l10804,29,10805,28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6"/>
          <w:szCs w:val="6"/>
          <w:color w:val="FFFFFF"/>
          <w:spacing w:val="0"/>
          <w:w w:val="105"/>
        </w:rPr>
        <w:t>®</w:t>
      </w:r>
      <w:r>
        <w:rPr>
          <w:rFonts w:ascii="Arial" w:hAnsi="Arial" w:cs="Arial" w:eastAsia="Arial"/>
          <w:sz w:val="6"/>
          <w:szCs w:val="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560" w:right="600"/>
        </w:sectPr>
      </w:pPr>
      <w:rPr/>
    </w:p>
    <w:p>
      <w:pPr>
        <w:spacing w:before="37" w:after="0" w:line="240" w:lineRule="auto"/>
        <w:ind w:left="16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212.429001pt;margin-top:-70.627708pt;width:158.4089pt;height:59.959pt;mso-position-horizontal-relative:page;mso-position-vertical-relative:paragraph;z-index:-782" coordorigin="4249,-1413" coordsize="3168,1199">
            <v:group style="position:absolute;left:4318;top:-1403;width:3015;height:1179" coordorigin="4318,-1403" coordsize="3015,1179">
              <v:shape style="position:absolute;left:4318;top:-1403;width:3015;height:1179" coordorigin="4318,-1403" coordsize="3015,1179" path="m7303,-1403l4345,-1402,4326,-1393,4318,-1373,4318,-251,4327,-231,4347,-223,7305,-223,7325,-233,7332,-253,7332,-1375,7323,-1395,7303,-1403e" filled="t" fillcolor="#939598" stroked="f">
                <v:path arrowok="t"/>
                <v:fill/>
              </v:shape>
            </v:group>
            <v:group style="position:absolute;left:4259;top:-1261;width:3148;height:900" coordorigin="4259,-1261" coordsize="3148,900">
              <v:shape style="position:absolute;left:4259;top:-1261;width:3148;height:900" coordorigin="4259,-1261" coordsize="3148,900" path="m6984,-707l6802,-707,6811,-697,6821,-685,6831,-671,6842,-655,6853,-639,6864,-621,6876,-603,6900,-563,6912,-545,6924,-525,6936,-505,6947,-487,6957,-469,6976,-437,4277,-407,4267,-407,4259,-405,4259,-381,4267,-379,6487,-363,6767,-363,6965,-361,7220,-361,7240,-365,7252,-383,7252,-401,7240,-407,7227,-409,7199,-409,7189,-413,7168,-421,7155,-433,7144,-451,7135,-465,7124,-481,7113,-499,7101,-517,7089,-535,7077,-557,7064,-577,7051,-599,7024,-641,6984,-707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7214,-411l7199,-409,7227,-409,7214,-41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109,-911l4908,-911,4912,-907,4931,-887,4960,-859,5003,-817,5017,-805,5199,-637,5333,-517,5347,-503,5359,-493,5376,-481,5393,-471,5410,-471,5432,-527,5432,-551,5432,-569,5432,-595,5435,-695,5342,-695,5337,-699,5328,-707,5280,-751,5213,-813,5111,-909,5109,-91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4546,-1261l4441,-1259,4434,-1259,4431,-1257,4416,-1245,4414,-1229,4425,-1215,4442,-1211,4451,-1211,4470,-1209,4479,-1209,4485,-1205,4496,-1191,4500,-1171,4502,-1149,4502,-637,4502,-619,4495,-557,4452,-531,4428,-521,4416,-509,4416,-495,4426,-485,4441,-481,4462,-479,4484,-481,4973,-481,4992,-485,5003,-495,5003,-515,4990,-527,4984,-529,4700,-529,4683,-531,4653,-611,4652,-817,4651,-1081,4652,-1113,4659,-1177,7399,-1213,7407,-1215,7407,-1239,7399,-1241,7388,-1241,4546,-126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4973,-481l4927,-481,4950,-479,4973,-48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593,-481l5512,-481,5528,-479,5593,-48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499,-531l5482,-515,5480,-499,5493,-485,5501,-481,5711,-481,5734,-479,5756,-479,5775,-481,5795,-487,5802,-493,5803,-515,5795,-525,5779,-529,5512,-529,5499,-53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939,-739l5774,-739,5783,-735,5792,-723,5809,-701,5859,-637,5871,-621,5884,-605,5897,-591,5910,-575,5926,-559,5942,-543,5956,-529,6019,-491,6075,-481,6662,-481,6683,-479,6738,-515,6730,-525,6708,-529,6419,-529,6398,-531,6171,-531,6153,-537,6102,-569,6057,-611,6016,-655,6003,-669,5976,-697,5939,-73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4849,-1149l4826,-1143,4814,-1127,4811,-1105,4811,-1055,4808,-867,4806,-731,4804,-671,4802,-587,4775,-531,4753,-529,4968,-529,4951,-531,4942,-531,4936,-533,4913,-595,4910,-663,4903,-887,4903,-903,4902,-911,5109,-911,5020,-993,4976,-1035,4967,-1043,4953,-1055,4896,-1111,4881,-1125,4865,-1141,4849,-114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4977,-531l4968,-529,4984,-529,4977,-53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954,-1089l5482,-1089,5513,-1087,5532,-1085,5561,-1029,5561,-979,5561,-697,5561,-621,5555,-551,5512,-529,5779,-529,5771,-531,5726,-531,5719,-541,5707,-601,5705,-645,5706,-709,5706,-723,5706,-739,5939,-739,5932,-747,5921,-759,5911,-771,5899,-783,5900,-787,5908,-793,5910,-793,5926,-807,5928,-809,5775,-809,5755,-811,5735,-811,5716,-815,5710,-875,5707,-935,5706,-969,5706,-1055,5726,-1061,5746,-1063,5982,-1063,5971,-1075,5954,-108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6700,-531l6500,-531,6477,-529,6708,-529,6700,-531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6193,-1139l6172,-1139,6153,-1137,6137,-1125,6133,-1109,6148,-1095,6167,-1089,6185,-1087,6203,-1073,6211,-1057,6213,-1031,6213,-1015,6213,-815,6213,-635,6210,-565,6191,-531,6398,-531,6364,-581,6363,-641,6363,-731,6362,-1045,6368,-1071,6381,-1085,6409,-1087,6424,-1091,6434,-1095,6440,-1103,6440,-1111,6434,-1129,6415,-1137,6214,-1137,6193,-113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6542,-1139l6521,-1139,6502,-1137,6485,-1125,6481,-1109,6495,-1095,6511,-1089,6529,-1087,6553,-1081,6571,-1073,6582,-1061,6592,-1049,6604,-1031,6616,-1013,6670,-927,6702,-877,6723,-843,6744,-809,6733,-793,6722,-775,6710,-759,6699,-741,6676,-709,6654,-677,6630,-645,6595,-597,6581,-577,6569,-561,6557,-549,6540,-537,6520,-531,6691,-531,6688,-537,6702,-557,6713,-573,6724,-591,6735,-607,6746,-625,6769,-659,6791,-691,6802,-707,6984,-707,6973,-725,6961,-745,6949,-763,6938,-781,6928,-797,6918,-813,6909,-827,6920,-841,6932,-857,6943,-873,6955,-889,6970,-911,6847,-911,6837,-927,6825,-945,6813,-965,6800,-987,6787,-1009,6775,-1029,6764,-1047,6755,-1061,6749,-1073,6742,-1083,6747,-1087,6760,-1089,6772,-1089,6790,-1101,6792,-1115,6784,-1127,6772,-1135,6752,-1137,6563,-1137,6542,-113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309,-1139l5287,-1139,5267,-1137,5247,-1125,5241,-1111,5246,-1095,5254,-1091,5263,-1089,5283,-1087,5303,-1087,5323,-1073,5334,-1001,5339,-851,5341,-771,5342,-695,5435,-695,5436,-725,5436,-737,5436,-759,5436,-793,5436,-809,5437,-835,5439,-927,5440,-947,5440,-965,5440,-979,5440,-1019,5441,-1039,5443,-1059,5448,-1073,5463,-1083,5482,-1089,5954,-1089,5938,-1101,5844,-1133,5805,-1137,5329,-1137,5309,-113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774,-739l5706,-739,5727,-737,5766,-737,5774,-73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5982,-1063l5765,-1063,5784,-1059,5805,-1049,5850,-1007,5869,-947,5869,-925,5855,-861,5808,-813,5802,-811,5796,-811,5775,-809,5928,-809,5940,-821,5979,-867,6006,-921,6013,-959,6010,-987,6005,-1011,5999,-1031,5991,-1047,5982,-1063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7125,-1089l6959,-1089,6962,-1083,6939,-1045,6927,-1027,6916,-1009,6889,-969,6862,-931,6852,-917,6847,-911,6970,-911,7002,-957,7014,-975,7026,-991,7037,-1007,7063,-1043,7074,-1057,7087,-1073,7103,-1083,7125,-1089e" filled="t" fillcolor="#FFFFFF" stroked="f">
                <v:path arrowok="t"/>
                <v:fill/>
              </v:shape>
              <v:shape style="position:absolute;left:4259;top:-1261;width:3148;height:900" coordorigin="4259,-1261" coordsize="3148,900" path="m6949,-1139l6928,-1137,6913,-1129,6909,-1107,6917,-1093,6930,-1089,6946,-1087,6959,-1089,7142,-1089,7159,-1093,7169,-1103,7167,-1115,7158,-1131,7138,-1137,7114,-1137,6949,-1139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blue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gray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black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reversed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560" w:right="600"/>
          <w:cols w:num="4" w:equalWidth="0">
            <w:col w:w="2822" w:space="921"/>
            <w:col w:w="2672" w:space="911"/>
            <w:col w:w="2742" w:space="1281"/>
            <w:col w:w="3331"/>
          </w:cols>
        </w:sectPr>
      </w:pPr>
      <w:rPr/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07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sing</w:t>
      </w:r>
      <w:r>
        <w:rPr>
          <w:rFonts w:ascii="Arial" w:hAnsi="Arial" w:cs="Arial" w:eastAsia="Arial"/>
          <w:sz w:val="28"/>
          <w:szCs w:val="28"/>
          <w:color w:val="808285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INRIX</w:t>
      </w:r>
      <w:r>
        <w:rPr>
          <w:rFonts w:ascii="Arial" w:hAnsi="Arial" w:cs="Arial" w:eastAsia="Arial"/>
          <w:sz w:val="28"/>
          <w:szCs w:val="28"/>
          <w:color w:val="808285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name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8"/>
          <w:szCs w:val="28"/>
          <w:color w:val="808285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written</w:t>
      </w:r>
      <w:r>
        <w:rPr>
          <w:rFonts w:ascii="Arial" w:hAnsi="Arial" w:cs="Arial" w:eastAsia="Arial"/>
          <w:sz w:val="28"/>
          <w:szCs w:val="28"/>
          <w:color w:val="808285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copy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63" w:lineRule="auto"/>
        <w:ind w:left="107" w:right="8451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When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INRIX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name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cop</w:t>
      </w:r>
      <w:r>
        <w:rPr>
          <w:rFonts w:ascii="Arial" w:hAnsi="Arial" w:cs="Arial" w:eastAsia="Arial"/>
          <w:sz w:val="19"/>
          <w:szCs w:val="19"/>
          <w:spacing w:val="-14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,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should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set</w:t>
      </w:r>
      <w:r>
        <w:rPr>
          <w:rFonts w:ascii="Arial" w:hAnsi="Arial" w:cs="Arial" w:eastAsia="Arial"/>
          <w:sz w:val="19"/>
          <w:szCs w:val="19"/>
          <w:spacing w:val="-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all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caps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(INRIX),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upper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and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lower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case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(Inrix).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7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Also,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should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never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possessive</w:t>
      </w:r>
      <w:r>
        <w:rPr>
          <w:rFonts w:ascii="Arial" w:hAnsi="Arial" w:cs="Arial" w:eastAsia="Arial"/>
          <w:sz w:val="19"/>
          <w:szCs w:val="19"/>
          <w:spacing w:val="5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(INRIX</w:t>
      </w:r>
      <w:r>
        <w:rPr>
          <w:rFonts w:ascii="Arial" w:hAnsi="Arial" w:cs="Arial" w:eastAsia="Arial"/>
          <w:sz w:val="19"/>
          <w:szCs w:val="19"/>
          <w:spacing w:val="-3"/>
          <w:w w:val="100"/>
        </w:rPr>
        <w:t>’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s).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560" w:right="60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169" w:lineRule="exact"/>
        <w:ind w:left="12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571.700012pt;margin-top:12.884041pt;width:196.88pt;height:94.34pt;mso-position-horizontal-relative:page;mso-position-vertical-relative:paragraph;z-index:-771" coordorigin="11434,258" coordsize="3938,1887">
            <v:group style="position:absolute;left:11444;top:268;width:3918;height:1867" coordorigin="11444,268" coordsize="3918,1867">
              <v:shape style="position:absolute;left:11444;top:268;width:3918;height:1867" coordorigin="11444,268" coordsize="3918,1867" path="m11444,2134l15362,2134,15362,268,11444,268,11444,2134e" filled="t" fillcolor="#000000" stroked="f">
                <v:path arrowok="t"/>
                <v:fill/>
              </v:shape>
            </v:group>
            <v:group style="position:absolute;left:11934;top:808;width:3026;height:958" coordorigin="11934,808" coordsize="3026,958">
              <v:shape style="position:absolute;left:11934;top:808;width:3026;height:958" coordorigin="11934,808" coordsize="3026,958" path="m14671,1392l14484,1392,14492,1402,14501,1416,14511,1430,14521,1446,14532,1462,14543,1480,14555,1498,14566,1516,14601,1576,14613,1594,14624,1614,14635,1632,14656,1668,14665,1682,11954,1718,11943,1718,11934,1720,11934,1744,11943,1748,14778,1766,14926,1766,14946,1762,14960,1746,14953,1722,14935,1716,14913,1714,14895,1712,14838,1660,14814,1622,14801,1602,14788,1582,14774,1560,14760,1538,14746,1514,14718,1468,14671,1392e" filled="t" fillcolor="#FFFFFF" stroked="f">
                <v:path arrowok="t"/>
                <v:fill/>
              </v:shape>
              <v:shape style="position:absolute;left:11934;top:808;width:3026;height:958" coordorigin="11934,808" coordsize="3026,958" path="m12673,1178l12462,1178,12466,1184,12485,1204,12528,1246,12571,1288,12771,1470,12817,1512,12860,1550,12898,1586,12915,1600,12943,1626,12959,1638,12977,1648,12987,1650,12997,1648,13020,1586,13020,1556,13020,1542,13021,1506,13023,1412,12924,1412,12919,1406,12909,1398,12878,1368,12812,1308,12673,1178e" filled="t" fillcolor="#FFFFFF" stroked="f">
                <v:path arrowok="t"/>
                <v:fill/>
              </v:shape>
              <v:shape style="position:absolute;left:11934;top:808;width:3026;height:958" coordorigin="11934,808" coordsize="3026,958" path="m12076,808l11964,808,11956,810,11953,810,11938,822,11935,838,11944,854,11967,860,11983,860,11995,862,12004,862,12011,868,12029,1080,12029,1268,12029,1454,12027,1518,12026,1528,12025,1534,11978,1586,11959,1588,11941,1596,11934,1612,11940,1628,11957,1634,11977,1638,12482,1638,12505,1640,12528,1638,12548,1636,12561,1626,12563,1606,12554,1592,12541,1588,12251,1588,12230,1586,12191,1526,12190,1458,12189,1380,12189,1312,12189,1218,12188,1148,12188,988,12188,962,12194,902,14884,858,14893,854,14893,832,14884,828,14873,828,12076,808e" filled="t" fillcolor="#FFFFFF" stroked="f">
                <v:path arrowok="t"/>
                <v:fill/>
              </v:shape>
              <v:shape style="position:absolute;left:11934;top:808;width:3026;height:958" coordorigin="11934,808" coordsize="3026,958" path="m13306,1638l13105,1638,13121,1640,13165,1640,13306,1638e" filled="t" fillcolor="#FFFFFF" stroked="f">
                <v:path arrowok="t"/>
                <v:fill/>
              </v:shape>
              <v:shape style="position:absolute;left:11934;top:808;width:3026;height:958" coordorigin="11934,808" coordsize="3026,958" path="m13382,1586l13122,1586,13100,1588,13083,1594,13075,1610,13080,1628,13085,1634,13094,1638,13306,1638,13332,1640,13374,1640,13390,1638,13407,1632,13414,1626,13416,1602,13407,1590,13382,1586e" filled="t" fillcolor="#FFFFFF" stroked="f">
                <v:path arrowok="t"/>
                <v:fill/>
              </v:shape>
              <v:shape style="position:absolute;left:11934;top:808;width:3026;height:958" coordorigin="11934,808" coordsize="3026,958" path="m13561,1364l13385,1364,13395,1366,13404,1380,13409,1388,13422,1404,13434,1418,13459,1450,13496,1498,13535,1542,13550,1558,13595,1600,13662,1632,13721,1638,14332,1638,14352,1640,14412,1622,14412,1602,14403,1590,14380,1586,14055,1586,14045,1584,13813,1584,13795,1580,13780,1574,13760,1562,13744,1552,13709,1522,13695,1508,13682,1494,13653,1464,13638,1448,13624,1434,13612,1420,13600,1406,13575,1378,13561,1364e" filled="t" fillcolor="#FFFFFF" stroked="f">
                <v:path arrowok="t"/>
                <v:fill/>
              </v:shape>
              <v:shape style="position:absolute;left:11934;top:808;width:3026;height:958" coordorigin="11934,808" coordsize="3026,958" path="m12390,924l12370,932,12361,948,12358,972,12357,1082,12355,1230,12352,1398,12350,1482,12347,1546,12300,1588,12541,1588,12535,1586,12507,1586,12498,1584,12467,1520,12465,1458,12457,1218,12457,1208,12455,1182,12462,1178,12673,1178,12603,1112,12546,1060,12525,1040,12453,970,12439,956,12421,940,12405,928,12390,924e" filled="t" fillcolor="#FFFFFF" stroked="f">
                <v:path arrowok="t"/>
                <v:fill/>
              </v:shape>
              <v:shape style="position:absolute;left:11934;top:808;width:3026;height:958" coordorigin="11934,808" coordsize="3026,958" path="m13389,938l12848,938,12826,948,12816,962,12822,982,12830,988,12840,990,12861,992,13123,992,13137,996,13149,1010,13156,1028,13158,1050,13158,1198,13158,1376,13158,1460,13156,1538,13129,1586,13371,1586,13347,1584,13334,1584,13326,1574,13312,1494,13312,1462,13312,1398,13312,1376,13332,1368,13352,1366,13376,1366,13385,1364,13561,1364,13547,1348,13535,1334,13531,1330,13518,1316,13519,1312,13528,1306,13530,1304,13545,1292,13550,1288,13367,1288,13328,1284,13319,1222,13314,1162,13312,1102,13312,1066,13312,1024,13332,1018,13352,1016,13605,1016,13597,1006,13545,970,13448,942,13428,940,13408,940,13389,938e" filled="t" fillcolor="#FFFFFF" stroked="f">
                <v:path arrowok="t"/>
                <v:fill/>
              </v:shape>
              <v:shape style="position:absolute;left:11934;top:808;width:3026;height:958" coordorigin="11934,808" coordsize="3026,958" path="m14431,938l14183,938,14164,940,14145,950,14138,966,14151,982,14167,988,14184,990,14203,994,14257,1034,14282,1072,14336,1156,14368,1206,14389,1240,14411,1274,14421,1292,14398,1324,14386,1342,14258,1518,14244,1538,14232,1552,14220,1566,14202,1578,14182,1584,14162,1586,14362,1586,14359,1580,14373,1558,14384,1542,14395,1524,14406,1508,14417,1490,14440,1456,14463,1424,14484,1392,14671,1392,14663,1378,14650,1356,14637,1336,14626,1318,14615,1300,14604,1284,14595,1270,14606,1254,14617,1240,14629,1222,14640,1206,14663,1174,14533,1174,14521,1160,14509,1144,14496,1124,14482,1102,14469,1082,14456,1060,14444,1042,14434,1026,14426,1012,14421,1004,14417,996,14422,992,14436,990,14449,990,14455,986,14466,970,14463,952,14451,942,14431,938e" filled="t" fillcolor="#FFFFFF" stroked="f">
                <v:path arrowok="t"/>
                <v:fill/>
              </v:shape>
              <v:shape style="position:absolute;left:11934;top:808;width:3026;height:958" coordorigin="11934,808" coordsize="3026,958" path="m14042,938l13793,938,13773,950,13767,966,13782,982,13800,988,13818,992,13833,994,13845,1008,13851,1028,13853,1052,13853,1062,13853,1122,13853,1128,13853,1390,13853,1488,13845,1566,13813,1584,14045,1584,14014,1532,14012,1452,14012,1348,14012,1036,14017,1010,14030,996,14062,990,14072,990,14089,984,14095,976,14095,966,14089,948,14071,940,14042,938e" filled="t" fillcolor="#FFFFFF" stroked="f">
                <v:path arrowok="t"/>
                <v:fill/>
              </v:shape>
              <v:shape style="position:absolute;left:11934;top:808;width:3026;height:958" coordorigin="11934,808" coordsize="3026,958" path="m13070,992l12880,992,12897,996,12909,1010,12917,1090,12919,1160,12922,1264,12924,1356,12924,1412,13023,1412,13024,1390,13024,1368,13024,1356,13025,1324,13025,1300,13025,1286,13025,1268,13026,1226,13028,1172,13028,1152,13029,1132,13029,1122,13029,1102,13029,1062,13030,1042,13032,1022,13037,1008,13052,996,13070,992e" filled="t" fillcolor="#FFFFFF" stroked="f">
                <v:path arrowok="t"/>
                <v:fill/>
              </v:shape>
              <v:shape style="position:absolute;left:11934;top:808;width:3026;height:958" coordorigin="11934,808" coordsize="3026,958" path="m13605,1016l13352,1016,13391,1020,13413,1030,13462,1072,13485,1128,13485,1152,13484,1176,13468,1238,13426,1282,13414,1286,13408,1286,13387,1288,13550,1288,13560,1278,13600,1232,13633,1166,13639,1124,13636,1096,13632,1074,13625,1054,13617,1036,13608,1020,13605,1016e" filled="t" fillcolor="#FFFFFF" stroked="f">
                <v:path arrowok="t"/>
                <v:fill/>
              </v:shape>
              <v:shape style="position:absolute;left:11934;top:808;width:3026;height:958" coordorigin="11934,808" coordsize="3026,958" path="m14833,990l14648,990,14652,996,14649,1002,14639,1018,14628,1036,14616,1054,14605,1070,14595,1086,14570,1122,14556,1142,14543,1162,14533,1174,14663,1174,14700,1122,14711,1106,14723,1090,14735,1072,14746,1058,14784,1008,14820,992,14833,990e" filled="t" fillcolor="#FFFFFF" stroked="f">
                <v:path arrowok="t"/>
                <v:fill/>
              </v:shape>
              <v:shape style="position:absolute;left:11934;top:808;width:3026;height:958" coordorigin="11934,808" coordsize="3026,958" path="m14842,938l14638,938,14617,940,14602,946,14595,968,14601,982,14623,990,14843,990,14862,986,14872,976,14870,962,14861,946,14842,938e" filled="t" fillcolor="#FFFFFF" stroked="f">
                <v:path arrowok="t"/>
                <v:fill/>
              </v:shape>
            </v:group>
            <v:group style="position:absolute;left:14909;top:1628;width:65;height:67" coordorigin="14909,1628" coordsize="65,67">
              <v:shape style="position:absolute;left:14909;top:1628;width:65;height:67" coordorigin="14909,1628" coordsize="65,67" path="m14934,1628l14916,1639,14909,1660,14911,1672,14924,1688,14946,1694,14961,1689,14928,1689,14916,1677,14916,1644,14928,1632,14960,1632,14959,1632,14934,1628e" filled="t" fillcolor="#FFFFFF" stroked="f">
                <v:path arrowok="t"/>
                <v:fill/>
              </v:shape>
              <v:shape style="position:absolute;left:14909;top:1628;width:65;height:67" coordorigin="14909,1628" coordsize="65,67" path="m14967,1681l14959,1689,14961,1689,14962,1689,14967,1681e" filled="t" fillcolor="#FFFFFF" stroked="f">
                <v:path arrowok="t"/>
                <v:fill/>
              </v:shape>
              <v:shape style="position:absolute;left:14909;top:1628;width:65;height:67" coordorigin="14909,1628" coordsize="65,67" path="m14971,1674l14967,1681,14971,1677,14971,1674e" filled="t" fillcolor="#FFFFFF" stroked="f">
                <v:path arrowok="t"/>
                <v:fill/>
              </v:shape>
              <v:shape style="position:absolute;left:14909;top:1628;width:65;height:67" coordorigin="14909,1628" coordsize="65,67" path="m14955,1641l14931,1641,14931,1680,14937,1680,14937,1663,14949,1663,14949,1663,14955,1662,14959,1659,14959,1658,14937,1658,14937,1646,14959,1646,14959,1644,14955,1641e" filled="t" fillcolor="#FFFFFF" stroked="f">
                <v:path arrowok="t"/>
                <v:fill/>
              </v:shape>
              <v:shape style="position:absolute;left:14909;top:1628;width:65;height:67" coordorigin="14909,1628" coordsize="65,67" path="m14949,1663l14943,1663,14954,1680,14960,1680,14949,1663e" filled="t" fillcolor="#FFFFFF" stroked="f">
                <v:path arrowok="t"/>
                <v:fill/>
              </v:shape>
              <v:shape style="position:absolute;left:14909;top:1628;width:65;height:67" coordorigin="14909,1628" coordsize="65,67" path="m14960,1632l14959,1632,14971,1644,14971,1674,14973,1673,14974,1645,14960,1632e" filled="t" fillcolor="#FFFFFF" stroked="f">
                <v:path arrowok="t"/>
                <v:fill/>
              </v:shape>
              <v:shape style="position:absolute;left:14909;top:1628;width:65;height:67" coordorigin="14909,1628" coordsize="65,67" path="m14959,1646l14949,1646,14953,1647,14953,1658,14949,1658,14959,1658,14959,1646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S</w:t>
      </w:r>
      <w:r>
        <w:rPr>
          <w:rFonts w:ascii="Arial" w:hAnsi="Arial" w:cs="Arial" w:eastAsia="Arial"/>
          <w:sz w:val="15"/>
          <w:szCs w:val="15"/>
          <w:spacing w:val="-13"/>
          <w:w w:val="117"/>
          <w:b/>
          <w:bCs/>
          <w:position w:val="-1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a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N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da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117"/>
          <w:b/>
          <w:bCs/>
          <w:position w:val="-1"/>
        </w:rPr>
        <w:t>d</w:t>
      </w:r>
      <w:r>
        <w:rPr>
          <w:rFonts w:ascii="Arial" w:hAnsi="Arial" w:cs="Arial" w:eastAsia="Arial"/>
          <w:sz w:val="15"/>
          <w:szCs w:val="15"/>
          <w:spacing w:val="-6"/>
          <w:w w:val="117"/>
          <w:b/>
          <w:bCs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219"/>
          <w:b/>
          <w:bCs/>
          <w:position w:val="-1"/>
        </w:rPr>
        <w:t>l</w:t>
      </w:r>
      <w:r>
        <w:rPr>
          <w:rFonts w:ascii="Arial" w:hAnsi="Arial" w:cs="Arial" w:eastAsia="Arial"/>
          <w:sz w:val="15"/>
          <w:szCs w:val="15"/>
          <w:spacing w:val="0"/>
          <w:w w:val="127"/>
          <w:b/>
          <w:bCs/>
          <w:position w:val="-1"/>
        </w:rPr>
        <w:t>ogo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697" w:footer="670" w:top="960" w:bottom="860" w:left="600" w:right="600"/>
          <w:headerReference w:type="default" r:id="rId7"/>
          <w:pgSz w:w="15840" w:h="12240" w:orient="landscape"/>
        </w:sectPr>
      </w:pPr>
      <w:rPr/>
    </w:p>
    <w:p>
      <w:pPr>
        <w:spacing w:before="37" w:after="0" w:line="248" w:lineRule="exact"/>
        <w:ind w:left="135" w:right="-74"/>
        <w:jc w:val="left"/>
        <w:tabs>
          <w:tab w:pos="3700" w:val="left"/>
          <w:tab w:pos="728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6.196999pt;margin-top:15.768958pt;width:152.999647pt;height:48.9pt;mso-position-horizontal-relative:page;mso-position-vertical-relative:paragraph;z-index:-774" coordorigin="724,315" coordsize="3060,978">
            <v:group style="position:absolute;left:734;top:325;width:3026;height:958" coordorigin="734,325" coordsize="3026,958">
              <v:shape style="position:absolute;left:734;top:325;width:3026;height:958" coordorigin="734,325" coordsize="3026,958" path="m3471,909l3284,909,3292,919,3301,933,3311,947,3321,963,3332,979,3343,997,3354,1015,3366,1033,3401,1093,3413,1111,3424,1131,3435,1149,3455,1185,3465,1199,754,1235,743,1235,734,1237,734,1261,743,1265,3578,1283,3725,1283,3746,1279,3760,1263,3752,1239,3734,1233,3713,1231,3694,1229,3637,1177,3614,1139,3601,1119,3587,1099,3574,1077,3560,1055,3546,1031,3517,985,3471,909e" filled="t" fillcolor="#013A81" stroked="f">
                <v:path arrowok="t"/>
                <v:fill/>
              </v:shape>
              <v:shape style="position:absolute;left:734;top:325;width:3026;height:958" coordorigin="734,325" coordsize="3026,958" path="m1473,695l1261,695,1266,701,1285,721,1328,763,1371,805,1571,987,1616,1029,1659,1067,1698,1103,1715,1117,1742,1143,1758,1155,1776,1165,1786,1167,1796,1165,1819,1103,1820,1073,1820,1059,1820,1023,1823,929,1724,929,1718,923,1708,915,1678,885,1612,825,1473,695e" filled="t" fillcolor="#013A81" stroked="f">
                <v:path arrowok="t"/>
                <v:fill/>
              </v:shape>
              <v:shape style="position:absolute;left:734;top:325;width:3026;height:958" coordorigin="734,325" coordsize="3026,958" path="m876,325l763,325,756,327,752,327,737,339,734,355,743,371,767,377,783,377,795,379,804,379,811,385,829,597,829,785,829,971,827,1035,826,1045,825,1051,778,1103,758,1105,741,1113,734,1129,739,1145,757,1151,777,1155,1281,1155,1305,1157,1328,1155,1347,1153,1361,1143,1363,1123,1353,1109,1341,1105,1051,1105,1030,1103,991,1043,990,975,989,897,989,829,988,735,988,665,988,521,988,479,994,419,3684,375,3692,371,3692,349,3684,345,3673,345,876,325e" filled="t" fillcolor="#013A81" stroked="f">
                <v:path arrowok="t"/>
                <v:fill/>
              </v:shape>
              <v:shape style="position:absolute;left:734;top:325;width:3026;height:958" coordorigin="734,325" coordsize="3026,958" path="m2105,1155l1905,1155,1921,1157,1965,1157,2105,1155e" filled="t" fillcolor="#013A81" stroked="f">
                <v:path arrowok="t"/>
                <v:fill/>
              </v:shape>
              <v:shape style="position:absolute;left:734;top:325;width:3026;height:958" coordorigin="734,325" coordsize="3026,958" path="m2181,1103l1921,1103,1900,1105,1883,1111,1874,1127,1879,1145,1885,1151,1894,1155,2105,1155,2131,1157,2174,1157,2190,1155,2207,1149,2214,1143,2215,1119,2207,1107,2181,1103e" filled="t" fillcolor="#013A81" stroked="f">
                <v:path arrowok="t"/>
                <v:fill/>
              </v:shape>
              <v:shape style="position:absolute;left:734;top:325;width:3026;height:958" coordorigin="734,325" coordsize="3026,958" path="m2361,881l2184,881,2194,883,2204,897,2209,905,2221,921,2234,935,2258,967,2296,1015,2335,1059,2350,1075,2394,1117,2462,1149,2521,1155,3131,1155,3152,1157,3211,1139,3212,1119,3203,1107,3179,1103,2855,1103,2845,1101,2613,1101,2595,1097,2579,1091,2560,1079,2544,1069,2509,1039,2494,1025,2481,1011,2452,981,2437,965,2424,951,2411,937,2399,923,2374,895,2361,881e" filled="t" fillcolor="#013A81" stroked="f">
                <v:path arrowok="t"/>
                <v:fill/>
              </v:shape>
              <v:shape style="position:absolute;left:734;top:325;width:3026;height:958" coordorigin="734,325" coordsize="3026,958" path="m1189,441l1170,449,1161,465,1158,489,1157,599,1155,747,1152,915,1150,999,1147,1063,1099,1105,1341,1105,1335,1103,1307,1103,1298,1101,1267,1037,1264,975,1257,735,1256,725,1255,699,1261,695,1473,695,1402,629,1346,577,1325,557,1253,487,1238,473,1220,457,1205,445,1189,441e" filled="t" fillcolor="#013A81" stroked="f">
                <v:path arrowok="t"/>
                <v:fill/>
              </v:shape>
              <v:shape style="position:absolute;left:734;top:325;width:3026;height:958" coordorigin="734,325" coordsize="3026,958" path="m2188,455l1648,455,1625,465,1616,479,1622,499,1630,505,1639,507,1660,509,1923,509,1936,513,1949,527,1955,545,1958,567,1958,715,1958,893,1957,977,1955,1055,1929,1103,2171,1103,2146,1101,2133,1101,2125,1091,2112,1011,2111,979,2111,915,2112,893,2132,885,2151,883,2176,883,2184,881,2361,881,2347,865,2334,851,2331,847,2317,833,2319,829,2327,823,2329,821,2345,809,2349,805,2167,805,2127,801,2118,739,2114,679,2112,619,2111,583,2112,541,2132,535,2152,533,2404,533,2396,523,2345,487,2248,459,2228,457,2208,457,2188,455e" filled="t" fillcolor="#013A81" stroked="f">
                <v:path arrowok="t"/>
                <v:fill/>
              </v:shape>
              <v:shape style="position:absolute;left:734;top:325;width:3026;height:958" coordorigin="734,325" coordsize="3026,958" path="m3231,455l2983,455,2964,457,2944,467,2938,483,2951,499,2966,505,2984,507,3003,511,3057,551,3082,589,3135,673,3168,723,3189,757,3210,791,3221,809,3197,841,3186,859,3057,1035,3044,1055,3031,1069,3019,1083,3002,1095,2982,1101,2962,1103,3162,1103,3159,1097,3172,1075,3183,1059,3194,1041,3206,1025,3217,1007,3240,973,3262,941,3284,909,3471,909,3462,895,3449,873,3437,853,3425,835,3414,817,3404,801,3395,787,3406,771,3417,757,3428,739,3440,723,3463,691,3332,691,3321,677,3309,661,3295,641,3282,619,3268,599,3255,577,3244,559,3234,543,3226,529,3221,521,3217,513,3221,509,3236,507,3248,507,3255,503,3266,487,3263,469,3250,459,3231,455e" filled="t" fillcolor="#013A81" stroked="f">
                <v:path arrowok="t"/>
                <v:fill/>
              </v:shape>
              <v:shape style="position:absolute;left:734;top:325;width:3026;height:958" coordorigin="734,325" coordsize="3026,958" path="m2841,455l2592,455,2573,467,2567,483,2581,499,2599,505,2617,509,2632,511,2644,525,2651,545,2652,569,2653,579,2653,639,2653,645,2652,907,2652,1005,2645,1083,2613,1101,2845,1101,2813,1049,2812,969,2812,865,2812,553,2817,527,2830,513,2861,507,2872,507,2888,501,2894,493,2895,483,2889,465,2871,457,2841,455e" filled="t" fillcolor="#013A81" stroked="f">
                <v:path arrowok="t"/>
                <v:fill/>
              </v:shape>
              <v:shape style="position:absolute;left:734;top:325;width:3026;height:958" coordorigin="734,325" coordsize="3026,958" path="m1869,509l1680,509,1697,513,1708,527,1716,607,1719,677,1722,781,1724,873,1724,929,1823,929,1823,907,1824,885,1824,873,1824,841,1824,817,1824,803,1825,785,1826,743,1827,689,1828,669,1828,649,1828,639,1829,619,1829,579,1829,559,1831,539,1836,525,1852,513,1869,509e" filled="t" fillcolor="#013A81" stroked="f">
                <v:path arrowok="t"/>
                <v:fill/>
              </v:shape>
              <v:shape style="position:absolute;left:734;top:325;width:3026;height:958" coordorigin="734,325" coordsize="3026,958" path="m2404,533l2152,533,2190,537,2212,547,2261,589,2284,645,2285,669,2284,693,2268,755,2226,799,2214,803,2208,803,2187,805,2349,805,2360,795,2399,749,2433,683,2439,641,2436,613,2431,591,2425,571,2417,553,2407,537,2404,533e" filled="t" fillcolor="#013A81" stroked="f">
                <v:path arrowok="t"/>
                <v:fill/>
              </v:shape>
              <v:shape style="position:absolute;left:734;top:325;width:3026;height:958" coordorigin="734,325" coordsize="3026,958" path="m3633,507l3447,507,3451,513,3439,535,3428,553,3416,571,3405,587,3394,603,3370,639,3355,659,3342,679,3332,691,3463,691,3499,639,3511,623,3523,607,3534,589,3545,575,3584,525,3620,509,3633,507e" filled="t" fillcolor="#013A81" stroked="f">
                <v:path arrowok="t"/>
                <v:fill/>
              </v:shape>
              <v:shape style="position:absolute;left:734;top:325;width:3026;height:958" coordorigin="734,325" coordsize="3026,958" path="m3642,455l3438,455,3417,457,3401,463,3394,485,3400,499,3422,507,3643,507,3661,503,3671,493,3670,479,3660,463,3642,455e" filled="t" fillcolor="#013A81" stroked="f">
                <v:path arrowok="t"/>
                <v:fill/>
              </v:shape>
            </v:group>
            <v:group style="position:absolute;left:3709;top:1145;width:65;height:67" coordorigin="3709,1145" coordsize="65,67">
              <v:shape style="position:absolute;left:3709;top:1145;width:65;height:67" coordorigin="3709,1145" coordsize="65,67" path="m3734,1145l3716,1156,3709,1177,3711,1189,3724,1205,3746,1211,3761,1206,3728,1206,3716,1194,3716,1161,3728,1149,3759,1149,3759,1149,3734,1145e" filled="t" fillcolor="#013A81" stroked="f">
                <v:path arrowok="t"/>
                <v:fill/>
              </v:shape>
              <v:shape style="position:absolute;left:3709;top:1145;width:65;height:67" coordorigin="3709,1145" coordsize="65,67" path="m3766,1198l3759,1206,3761,1206,3762,1206,3766,1198e" filled="t" fillcolor="#013A81" stroked="f">
                <v:path arrowok="t"/>
                <v:fill/>
              </v:shape>
              <v:shape style="position:absolute;left:3709;top:1145;width:65;height:67" coordorigin="3709,1145" coordsize="65,67" path="m3771,1191l3766,1198,3771,1194,3771,1191e" filled="t" fillcolor="#013A81" stroked="f">
                <v:path arrowok="t"/>
                <v:fill/>
              </v:shape>
              <v:shape style="position:absolute;left:3709;top:1145;width:65;height:67" coordorigin="3709,1145" coordsize="65,67" path="m3754,1158l3730,1158,3730,1197,3736,1197,3736,1180,3749,1180,3749,1180,3755,1179,3759,1176,3759,1175,3736,1175,3736,1163,3759,1163,3759,1161,3754,1158e" filled="t" fillcolor="#013A81" stroked="f">
                <v:path arrowok="t"/>
                <v:fill/>
              </v:shape>
              <v:shape style="position:absolute;left:3709;top:1145;width:65;height:67" coordorigin="3709,1145" coordsize="65,67" path="m3749,1180l3743,1180,3753,1197,3760,1197,3749,1180e" filled="t" fillcolor="#013A81" stroked="f">
                <v:path arrowok="t"/>
                <v:fill/>
              </v:shape>
              <v:shape style="position:absolute;left:3709;top:1145;width:65;height:67" coordorigin="3709,1145" coordsize="65,67" path="m3759,1149l3759,1149,3771,1161,3771,1191,3772,1190,3774,1162,3759,1149e" filled="t" fillcolor="#013A81" stroked="f">
                <v:path arrowok="t"/>
                <v:fill/>
              </v:shape>
              <v:shape style="position:absolute;left:3709;top:1145;width:65;height:67" coordorigin="3709,1145" coordsize="65,67" path="m3759,1163l3748,1163,3753,1164,3753,1175,3748,1175,3759,1175,3759,1163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214.869293pt;margin-top:15.768958pt;width:152.999647pt;height:48.9pt;mso-position-horizontal-relative:page;mso-position-vertical-relative:paragraph;z-index:-773" coordorigin="4297,315" coordsize="3060,978">
            <v:group style="position:absolute;left:4307;top:325;width:3026;height:958" coordorigin="4307,325" coordsize="3026,958">
              <v:shape style="position:absolute;left:4307;top:325;width:3026;height:958" coordorigin="4307,325" coordsize="3026,958" path="m7044,909l6857,909,6866,919,6874,933,6884,947,6894,963,6905,979,6916,997,6928,1015,6939,1033,6975,1093,6986,1111,6997,1131,7008,1149,7029,1185,7038,1199,4327,1235,4316,1235,4307,1237,4307,1261,4316,1265,7151,1283,7299,1283,7319,1279,7333,1263,7326,1239,7308,1233,7286,1231,7268,1229,7211,1177,7187,1139,7174,1119,7161,1099,7147,1077,7133,1055,7119,1031,7091,985,7044,909e" filled="t" fillcolor="#939598" stroked="f">
                <v:path arrowok="t"/>
                <v:fill/>
              </v:shape>
              <v:shape style="position:absolute;left:4307;top:325;width:3026;height:958" coordorigin="4307,325" coordsize="3026,958" path="m5046,695l4835,695,4839,701,4858,721,4901,763,4945,805,5144,987,5190,1029,5233,1067,5271,1103,5288,1117,5316,1143,5332,1155,5350,1165,5360,1167,5370,1165,5393,1103,5393,1073,5393,1059,5394,1023,5396,929,5298,929,5292,923,5282,915,5251,885,5185,825,5046,695e" filled="t" fillcolor="#939598" stroked="f">
                <v:path arrowok="t"/>
                <v:fill/>
              </v:shape>
              <v:shape style="position:absolute;left:4307;top:325;width:3026;height:958" coordorigin="4307,325" coordsize="3026,958" path="m4449,325l4337,325,4329,327,4326,327,4311,339,4308,355,4317,371,4340,377,4356,377,4368,379,4377,379,4384,385,4402,597,4402,785,4402,971,4400,1035,4399,1045,4398,1051,4351,1103,4332,1105,4314,1113,4308,1129,4313,1145,4330,1151,4350,1155,4855,1155,4878,1157,4901,1155,4921,1153,4934,1143,4937,1123,4927,1109,4914,1105,4624,1105,4603,1103,4565,1043,4563,975,4562,897,4562,829,4562,735,4561,665,4561,521,4561,479,4567,419,7257,375,7266,371,7266,349,7257,345,7246,345,4449,325e" filled="t" fillcolor="#939598" stroked="f">
                <v:path arrowok="t"/>
                <v:fill/>
              </v:shape>
              <v:shape style="position:absolute;left:4307;top:325;width:3026;height:958" coordorigin="4307,325" coordsize="3026,958" path="m5679,1155l5478,1155,5494,1157,5538,1157,5679,1155e" filled="t" fillcolor="#939598" stroked="f">
                <v:path arrowok="t"/>
                <v:fill/>
              </v:shape>
              <v:shape style="position:absolute;left:4307;top:325;width:3026;height:958" coordorigin="4307,325" coordsize="3026,958" path="m5755,1103l5495,1103,5473,1105,5456,1111,5448,1127,5453,1145,5458,1151,5467,1155,5679,1155,5705,1157,5747,1157,5763,1155,5781,1149,5787,1143,5789,1119,5780,1107,5755,1103e" filled="t" fillcolor="#939598" stroked="f">
                <v:path arrowok="t"/>
                <v:fill/>
              </v:shape>
              <v:shape style="position:absolute;left:4307;top:325;width:3026;height:958" coordorigin="4307,325" coordsize="3026,958" path="m5934,881l5758,881,5768,883,5777,897,5782,905,5795,921,5807,935,5832,967,5869,1015,5908,1059,5923,1075,5968,1117,6035,1149,6094,1155,6705,1155,6725,1157,6785,1139,6785,1119,6776,1107,6753,1103,6428,1103,6418,1101,6186,1101,6168,1097,6153,1091,6133,1079,6117,1069,6082,1039,6068,1025,6055,1011,6026,981,6011,965,5997,951,5985,937,5973,923,5948,895,5934,881e" filled="t" fillcolor="#939598" stroked="f">
                <v:path arrowok="t"/>
                <v:fill/>
              </v:shape>
              <v:shape style="position:absolute;left:4307;top:325;width:3026;height:958" coordorigin="4307,325" coordsize="3026,958" path="m4763,441l4744,449,4734,465,4731,489,4730,599,4728,747,4725,915,4723,999,4720,1063,4673,1105,4914,1105,4908,1103,4880,1103,4871,1101,4840,1037,4838,975,4830,735,4830,725,4829,699,4835,695,5046,695,4976,629,4919,577,4898,557,4826,487,4812,473,4794,457,4778,445,4763,441e" filled="t" fillcolor="#939598" stroked="f">
                <v:path arrowok="t"/>
                <v:fill/>
              </v:shape>
              <v:shape style="position:absolute;left:4307;top:325;width:3026;height:958" coordorigin="4307,325" coordsize="3026,958" path="m5762,455l5221,455,5199,465,5190,479,5195,499,5203,505,5213,507,5234,509,5496,509,5510,513,5523,527,5529,545,5531,567,5531,715,5531,893,5531,977,5529,1055,5502,1103,5744,1103,5720,1101,5707,1101,5699,1091,5686,1011,5685,979,5685,915,5685,893,5705,885,5725,883,5749,883,5758,881,5934,881,5920,865,5908,851,5904,847,5891,833,5892,829,5901,823,5903,821,5918,809,5923,805,5740,805,5701,801,5692,739,5687,679,5685,619,5685,583,5685,541,5705,535,5725,533,5978,533,5970,523,5919,487,5821,459,5801,457,5781,457,5762,455e" filled="t" fillcolor="#939598" stroked="f">
                <v:path arrowok="t"/>
                <v:fill/>
              </v:shape>
              <v:shape style="position:absolute;left:4307;top:325;width:3026;height:958" coordorigin="4307,325" coordsize="3026,958" path="m6804,455l6557,455,6537,457,6518,467,6511,483,6524,499,6540,505,6557,507,6576,511,6630,551,6655,589,6709,673,6741,723,6762,757,6784,791,6794,809,6771,841,6759,859,6631,1035,6617,1055,6605,1069,6593,1083,6575,1095,6555,1101,6535,1103,6735,1103,6732,1097,6746,1075,6757,1059,6768,1041,6779,1025,6790,1007,6813,973,6836,941,6857,909,7044,909,7036,895,7023,873,7010,853,6999,835,6988,817,6977,801,6968,787,6979,771,6990,757,7002,739,7013,723,7036,691,6906,691,6895,677,6882,661,6869,641,6855,619,6842,599,6829,577,6817,559,6807,543,6799,529,6794,521,6790,513,6795,509,6809,507,6822,507,6828,503,6839,487,6836,469,6824,459,6804,455e" filled="t" fillcolor="#939598" stroked="f">
                <v:path arrowok="t"/>
                <v:fill/>
              </v:shape>
              <v:shape style="position:absolute;left:4307;top:325;width:3026;height:958" coordorigin="4307,325" coordsize="3026,958" path="m6415,455l6166,455,6146,467,6140,483,6155,499,6173,505,6191,509,6206,511,6218,525,6224,545,6226,569,6226,579,6226,639,6226,645,6226,907,6226,1005,6218,1083,6186,1101,6418,1101,6387,1049,6385,969,6385,865,6385,553,6390,527,6403,513,6435,507,6445,507,6462,501,6468,493,6468,483,6462,465,6444,457,6415,455e" filled="t" fillcolor="#939598" stroked="f">
                <v:path arrowok="t"/>
                <v:fill/>
              </v:shape>
              <v:shape style="position:absolute;left:4307;top:325;width:3026;height:958" coordorigin="4307,325" coordsize="3026,958" path="m5443,509l5253,509,5270,513,5282,527,5290,607,5292,677,5295,781,5297,873,5298,929,5396,929,5397,907,5397,885,5397,873,5398,841,5398,817,5398,803,5398,785,5399,743,5401,689,5401,669,5402,649,5402,639,5402,619,5402,579,5403,559,5405,539,5410,525,5425,513,5443,509e" filled="t" fillcolor="#939598" stroked="f">
                <v:path arrowok="t"/>
                <v:fill/>
              </v:shape>
              <v:shape style="position:absolute;left:4307;top:325;width:3026;height:958" coordorigin="4307,325" coordsize="3026,958" path="m5978,533l5725,533,5764,537,5786,547,5835,589,5858,645,5858,669,5857,693,5841,755,5799,799,5787,803,5781,803,5760,805,5923,805,5933,795,5973,749,6006,683,6012,641,6010,613,6005,591,5998,571,5990,553,5981,537,5978,533e" filled="t" fillcolor="#939598" stroked="f">
                <v:path arrowok="t"/>
                <v:fill/>
              </v:shape>
              <v:shape style="position:absolute;left:4307;top:325;width:3026;height:958" coordorigin="4307,325" coordsize="3026,958" path="m7206,507l7021,507,7025,513,7012,535,7001,553,6989,571,6978,587,6968,603,6943,639,6929,659,6916,679,6906,691,7036,691,7073,639,7084,623,7096,607,7108,589,7119,575,7157,525,7193,509,7206,507e" filled="t" fillcolor="#939598" stroked="f">
                <v:path arrowok="t"/>
                <v:fill/>
              </v:shape>
              <v:shape style="position:absolute;left:4307;top:325;width:3026;height:958" coordorigin="4307,325" coordsize="3026,958" path="m7215,455l7011,455,6990,457,6975,463,6968,485,6974,499,6996,507,7216,507,7235,503,7245,493,7243,479,7234,463,7215,455e" filled="t" fillcolor="#939598" stroked="f">
                <v:path arrowok="t"/>
                <v:fill/>
              </v:shape>
            </v:group>
            <v:group style="position:absolute;left:7282;top:1145;width:65;height:67" coordorigin="7282,1145" coordsize="65,67">
              <v:shape style="position:absolute;left:7282;top:1145;width:65;height:67" coordorigin="7282,1145" coordsize="65,67" path="m7307,1145l7290,1156,7282,1177,7284,1189,7297,1205,7319,1211,7334,1206,7301,1206,7289,1194,7289,1161,7301,1149,7333,1149,7333,1149,7307,1145e" filled="t" fillcolor="#939598" stroked="f">
                <v:path arrowok="t"/>
                <v:fill/>
              </v:shape>
              <v:shape style="position:absolute;left:7282;top:1145;width:65;height:67" coordorigin="7282,1145" coordsize="65,67" path="m7340,1198l7332,1206,7334,1206,7335,1206,7340,1198e" filled="t" fillcolor="#939598" stroked="f">
                <v:path arrowok="t"/>
                <v:fill/>
              </v:shape>
              <v:shape style="position:absolute;left:7282;top:1145;width:65;height:67" coordorigin="7282,1145" coordsize="65,67" path="m7344,1191l7340,1198,7344,1194,7344,1191e" filled="t" fillcolor="#939598" stroked="f">
                <v:path arrowok="t"/>
                <v:fill/>
              </v:shape>
              <v:shape style="position:absolute;left:7282;top:1145;width:65;height:67" coordorigin="7282,1145" coordsize="65,67" path="m7328,1158l7304,1158,7304,1197,7310,1197,7310,1180,7323,1180,7322,1180,7328,1179,7333,1176,7333,1175,7310,1175,7310,1163,7333,1163,7333,1161,7328,1158e" filled="t" fillcolor="#939598" stroked="f">
                <v:path arrowok="t"/>
                <v:fill/>
              </v:shape>
              <v:shape style="position:absolute;left:7282;top:1145;width:65;height:67" coordorigin="7282,1145" coordsize="65,67" path="m7323,1180l7317,1180,7327,1197,7334,1197,7323,1180e" filled="t" fillcolor="#939598" stroked="f">
                <v:path arrowok="t"/>
                <v:fill/>
              </v:shape>
              <v:shape style="position:absolute;left:7282;top:1145;width:65;height:67" coordorigin="7282,1145" coordsize="65,67" path="m7333,1149l7332,1149,7344,1161,7344,1191,7346,1190,7347,1162,7333,1149e" filled="t" fillcolor="#939598" stroked="f">
                <v:path arrowok="t"/>
                <v:fill/>
              </v:shape>
              <v:shape style="position:absolute;left:7282;top:1145;width:65;height:67" coordorigin="7282,1145" coordsize="65,67" path="m7333,1163l7322,1163,7326,1164,7326,1175,7322,1175,7333,1175,7333,1163e" filled="t" fillcolor="#939598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94.041595pt;margin-top:15.768958pt;width:152.999747pt;height:48.9pt;mso-position-horizontal-relative:page;mso-position-vertical-relative:paragraph;z-index:-772" coordorigin="7881,315" coordsize="3060,978">
            <v:group style="position:absolute;left:7891;top:325;width:3026;height:958" coordorigin="7891,325" coordsize="3026,958">
              <v:shape style="position:absolute;left:7891;top:325;width:3026;height:958" coordorigin="7891,325" coordsize="3026,958" path="m10628,909l10441,909,10449,919,10458,933,10468,947,10478,963,10488,979,10500,997,10511,1015,10523,1033,10558,1093,10570,1111,10581,1131,10592,1149,10612,1185,10621,1199,7910,1235,7900,1235,7891,1237,7891,1261,7900,1265,10735,1283,10882,1283,10903,1279,10917,1263,10909,1239,10891,1233,10870,1231,10851,1229,10794,1177,10770,1139,10758,1119,10744,1099,10731,1077,10717,1055,10703,1031,10674,985,10628,909e" filled="t" fillcolor="#000000" stroked="f">
                <v:path arrowok="t"/>
                <v:fill/>
              </v:shape>
              <v:shape style="position:absolute;left:7891;top:325;width:3026;height:958" coordorigin="7891,325" coordsize="3026,958" path="m8630,695l8418,695,8423,701,8442,721,8485,763,8528,805,8728,987,8773,1029,8816,1067,8855,1103,8871,1117,8899,1143,8915,1155,8933,1165,8943,1167,8953,1165,8976,1103,8976,1073,8977,1059,8977,1023,8980,929,8881,929,8875,923,8865,915,8835,885,8769,825,8630,695e" filled="t" fillcolor="#000000" stroked="f">
                <v:path arrowok="t"/>
                <v:fill/>
              </v:shape>
              <v:shape style="position:absolute;left:7891;top:325;width:3026;height:958" coordorigin="7891,325" coordsize="3026,958" path="m8032,325l7920,325,7913,327,7909,327,7894,339,7891,355,7900,371,7924,377,7940,377,7952,379,7961,379,7968,385,7985,597,7986,785,7985,971,7984,1035,7982,1045,7982,1051,7935,1103,7915,1105,7898,1113,7891,1129,7896,1145,7914,1151,7934,1155,8438,1155,8462,1157,8484,1155,8504,1153,8517,1143,8520,1123,8510,1109,8498,1105,8207,1105,8186,1103,8148,1043,8147,975,8146,897,8146,829,8145,735,8145,665,8145,505,8145,479,8151,419,10840,375,10849,371,10849,349,10840,345,10830,345,8032,325e" filled="t" fillcolor="#000000" stroked="f">
                <v:path arrowok="t"/>
                <v:fill/>
              </v:shape>
              <v:shape style="position:absolute;left:7891;top:325;width:3026;height:958" coordorigin="7891,325" coordsize="3026,958" path="m9262,1155l9061,1155,9078,1157,9121,1157,9262,1155e" filled="t" fillcolor="#000000" stroked="f">
                <v:path arrowok="t"/>
                <v:fill/>
              </v:shape>
              <v:shape style="position:absolute;left:7891;top:325;width:3026;height:958" coordorigin="7891,325" coordsize="3026,958" path="m9338,1103l9078,1103,9057,1105,9039,1111,9031,1127,9036,1145,9042,1151,9051,1155,9262,1155,9288,1157,9331,1157,9346,1155,9364,1149,9371,1143,9372,1119,9364,1107,9338,1103e" filled="t" fillcolor="#000000" stroked="f">
                <v:path arrowok="t"/>
                <v:fill/>
              </v:shape>
              <v:shape style="position:absolute;left:7891;top:325;width:3026;height:958" coordorigin="7891,325" coordsize="3026,958" path="m9518,881l9341,881,9351,883,9361,897,9366,905,9378,921,9390,935,9415,967,9453,1015,9492,1059,9507,1075,9551,1117,9619,1149,9678,1155,10288,1155,10309,1157,10368,1139,10369,1119,10360,1107,10336,1103,10012,1103,10002,1101,9770,1101,9752,1097,9736,1091,9717,1079,9701,1069,9666,1039,9651,1025,9638,1011,9609,981,9594,965,9581,951,9568,937,9556,923,9531,895,9518,881e" filled="t" fillcolor="#000000" stroked="f">
                <v:path arrowok="t"/>
                <v:fill/>
              </v:shape>
              <v:shape style="position:absolute;left:7891;top:325;width:3026;height:958" coordorigin="7891,325" coordsize="3026,958" path="m8346,441l8327,449,8318,465,8315,489,8314,599,8311,747,8309,915,8307,999,8304,1063,8256,1105,8498,1105,8492,1103,8464,1103,8455,1101,8424,1037,8421,975,8413,735,8413,725,8412,699,8418,695,8630,695,8559,629,8503,577,8481,557,8410,487,8395,473,8377,457,8362,445,8346,441e" filled="t" fillcolor="#000000" stroked="f">
                <v:path arrowok="t"/>
                <v:fill/>
              </v:shape>
              <v:shape style="position:absolute;left:7891;top:325;width:3026;height:958" coordorigin="7891,325" coordsize="3026,958" path="m9345,455l8805,455,8782,465,8773,479,8779,499,8787,505,8796,507,8817,509,9080,509,9093,513,9106,527,9112,545,9114,567,9115,715,9114,893,9114,977,9112,1055,9086,1103,9328,1103,9303,1101,9290,1101,9282,1091,9269,1011,9268,979,9268,915,9269,893,9289,885,9308,883,9333,883,9341,881,9518,881,9504,865,9491,851,9488,847,9474,833,9476,829,9484,823,9486,821,9502,809,9506,805,9323,805,9284,801,9275,739,9270,679,9268,619,9268,583,9269,541,9289,535,9309,533,9561,533,9553,523,9502,487,9405,459,9385,457,9365,457,9345,455e" filled="t" fillcolor="#000000" stroked="f">
                <v:path arrowok="t"/>
                <v:fill/>
              </v:shape>
              <v:shape style="position:absolute;left:7891;top:325;width:3026;height:958" coordorigin="7891,325" coordsize="3026,958" path="m10388,455l10140,455,10121,457,10101,467,10095,483,10108,499,10123,505,10141,507,10159,511,10214,551,10239,589,10292,673,10325,723,10346,757,10367,791,10378,809,10354,841,10343,859,10214,1035,10201,1055,10188,1069,10176,1083,10159,1095,10139,1101,10118,1103,10319,1103,10316,1097,10329,1075,10340,1059,10351,1041,10363,1025,10374,1007,10397,973,10419,941,10441,909,10628,909,10619,895,10606,873,10594,853,10582,835,10571,817,10561,801,10552,787,10563,771,10574,757,10585,739,10597,723,10619,691,10489,691,10478,677,10466,661,10452,641,10439,619,10425,599,10412,577,10401,559,10391,543,10383,529,10378,521,10373,513,10378,509,10393,507,10405,507,10412,503,10423,487,10420,469,10407,459,10388,455e" filled="t" fillcolor="#000000" stroked="f">
                <v:path arrowok="t"/>
                <v:fill/>
              </v:shape>
              <v:shape style="position:absolute;left:7891;top:325;width:3026;height:958" coordorigin="7891,325" coordsize="3026,958" path="m9998,455l9749,455,9730,467,9724,483,9738,499,9756,505,9774,509,9789,511,9801,525,9808,545,9809,569,9809,579,9810,639,9810,645,9809,907,9809,1005,9801,1083,9770,1101,10002,1101,9970,1049,9969,969,9968,865,9968,553,9974,527,9986,513,10018,507,10029,507,10045,501,10051,493,10052,483,10046,465,10027,457,9998,455e" filled="t" fillcolor="#000000" stroked="f">
                <v:path arrowok="t"/>
                <v:fill/>
              </v:shape>
              <v:shape style="position:absolute;left:7891;top:325;width:3026;height:958" coordorigin="7891,325" coordsize="3026,958" path="m9026,509l8837,509,8854,513,8865,527,8873,607,8876,677,8878,781,8880,873,8881,929,8980,929,8980,907,8981,885,8981,873,8981,841,8981,817,8981,803,8982,785,8983,743,8984,689,8985,669,8985,649,8985,639,8986,619,8986,579,8986,559,8988,539,8993,525,9008,513,9026,509e" filled="t" fillcolor="#000000" stroked="f">
                <v:path arrowok="t"/>
                <v:fill/>
              </v:shape>
              <v:shape style="position:absolute;left:7891;top:325;width:3026;height:958" coordorigin="7891,325" coordsize="3026,958" path="m9561,533l9309,533,9347,537,9369,547,9418,589,9441,645,9442,669,9440,693,9425,755,9383,799,9371,803,9364,803,9344,805,9506,805,9517,795,9556,749,9590,683,9596,641,9593,613,9588,591,9582,571,9574,553,9564,537,9561,533e" filled="t" fillcolor="#000000" stroked="f">
                <v:path arrowok="t"/>
                <v:fill/>
              </v:shape>
              <v:shape style="position:absolute;left:7891;top:325;width:3026;height:958" coordorigin="7891,325" coordsize="3026,958" path="m10790,507l10604,507,10608,513,10596,535,10584,553,10573,571,10561,587,10551,603,10527,639,10512,659,10499,679,10489,691,10619,691,10656,639,10668,623,10680,607,10691,589,10702,575,10741,525,10777,509,10790,507e" filled="t" fillcolor="#000000" stroked="f">
                <v:path arrowok="t"/>
                <v:fill/>
              </v:shape>
              <v:shape style="position:absolute;left:7891;top:325;width:3026;height:958" coordorigin="7891,325" coordsize="3026,958" path="m10799,455l10595,455,10574,457,10558,463,10551,485,10557,499,10579,507,10800,507,10818,503,10828,493,10826,479,10817,463,10799,455e" filled="t" fillcolor="#000000" stroked="f">
                <v:path arrowok="t"/>
                <v:fill/>
              </v:shape>
            </v:group>
            <v:group style="position:absolute;left:10866;top:1145;width:65;height:67" coordorigin="10866,1145" coordsize="65,67">
              <v:shape style="position:absolute;left:10866;top:1145;width:65;height:67" coordorigin="10866,1145" coordsize="65,67" path="m10891,1145l10873,1156,10866,1177,10868,1189,10881,1205,10902,1211,10918,1206,10885,1206,10873,1194,10873,1161,10885,1149,10916,1149,10916,1149,10891,1145e" filled="t" fillcolor="#000000" stroked="f">
                <v:path arrowok="t"/>
                <v:fill/>
              </v:shape>
              <v:shape style="position:absolute;left:10866;top:1145;width:65;height:67" coordorigin="10866,1145" coordsize="65,67" path="m10923,1198l10916,1206,10918,1206,10918,1206,10923,1198e" filled="t" fillcolor="#000000" stroked="f">
                <v:path arrowok="t"/>
                <v:fill/>
              </v:shape>
              <v:shape style="position:absolute;left:10866;top:1145;width:65;height:67" coordorigin="10866,1145" coordsize="65,67" path="m10928,1191l10923,1198,10928,1194,10928,1191e" filled="t" fillcolor="#000000" stroked="f">
                <v:path arrowok="t"/>
                <v:fill/>
              </v:shape>
              <v:shape style="position:absolute;left:10866;top:1145;width:65;height:67" coordorigin="10866,1145" coordsize="65,67" path="m10911,1158l10887,1158,10887,1197,10893,1197,10893,1180,10906,1180,10906,1180,10912,1179,10916,1176,10916,1175,10893,1175,10893,1163,10916,1163,10916,1161,10911,1158e" filled="t" fillcolor="#000000" stroked="f">
                <v:path arrowok="t"/>
                <v:fill/>
              </v:shape>
              <v:shape style="position:absolute;left:10866;top:1145;width:65;height:67" coordorigin="10866,1145" coordsize="65,67" path="m10906,1180l10900,1180,10910,1197,10917,1197,10906,1180e" filled="t" fillcolor="#000000" stroked="f">
                <v:path arrowok="t"/>
                <v:fill/>
              </v:shape>
              <v:shape style="position:absolute;left:10866;top:1145;width:65;height:67" coordorigin="10866,1145" coordsize="65,67" path="m10916,1149l10916,1149,10928,1161,10928,1191,10929,1190,10931,1162,10916,1149e" filled="t" fillcolor="#000000" stroked="f">
                <v:path arrowok="t"/>
                <v:fill/>
              </v:shape>
              <v:shape style="position:absolute;left:10866;top:1145;width:65;height:67" coordorigin="10866,1145" coordsize="65,67" path="m10916,1163l10905,1163,10910,1164,10910,1175,10905,1175,10916,1175,10916,1163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013A81"/>
          <w:spacing w:val="-3"/>
          <w:w w:val="83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13A81"/>
          <w:spacing w:val="2"/>
          <w:w w:val="83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13A81"/>
          <w:spacing w:val="0"/>
          <w:w w:val="83"/>
          <w:position w:val="-1"/>
        </w:rPr>
        <w:t>wered</w:t>
      </w:r>
      <w:r>
        <w:rPr>
          <w:rFonts w:ascii="Arial" w:hAnsi="Arial" w:cs="Arial" w:eastAsia="Arial"/>
          <w:sz w:val="22"/>
          <w:szCs w:val="22"/>
          <w:color w:val="013A81"/>
          <w:spacing w:val="4"/>
          <w:w w:val="83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13A81"/>
          <w:spacing w:val="0"/>
          <w:w w:val="100"/>
          <w:position w:val="-1"/>
        </w:rPr>
        <w:t>by</w:t>
      </w:r>
      <w:r>
        <w:rPr>
          <w:rFonts w:ascii="Arial" w:hAnsi="Arial" w:cs="Arial" w:eastAsia="Arial"/>
          <w:sz w:val="22"/>
          <w:szCs w:val="22"/>
          <w:color w:val="013A81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2"/>
          <w:szCs w:val="22"/>
          <w:color w:val="013A81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939598"/>
          <w:spacing w:val="-3"/>
          <w:w w:val="83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939598"/>
          <w:spacing w:val="2"/>
          <w:w w:val="83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939598"/>
          <w:spacing w:val="0"/>
          <w:w w:val="83"/>
          <w:position w:val="-1"/>
        </w:rPr>
        <w:t>wered</w:t>
      </w:r>
      <w:r>
        <w:rPr>
          <w:rFonts w:ascii="Arial" w:hAnsi="Arial" w:cs="Arial" w:eastAsia="Arial"/>
          <w:sz w:val="22"/>
          <w:szCs w:val="22"/>
          <w:color w:val="939598"/>
          <w:spacing w:val="4"/>
          <w:w w:val="83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939598"/>
          <w:spacing w:val="0"/>
          <w:w w:val="100"/>
          <w:position w:val="-1"/>
        </w:rPr>
        <w:t>by</w:t>
      </w:r>
      <w:r>
        <w:rPr>
          <w:rFonts w:ascii="Arial" w:hAnsi="Arial" w:cs="Arial" w:eastAsia="Arial"/>
          <w:sz w:val="22"/>
          <w:szCs w:val="22"/>
          <w:color w:val="939598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2"/>
          <w:szCs w:val="22"/>
          <w:color w:val="939598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83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83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83"/>
          <w:position w:val="-1"/>
        </w:rPr>
        <w:t>wered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83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by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37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83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83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83"/>
          <w:position w:val="-1"/>
        </w:rPr>
        <w:t>wered</w:t>
      </w:r>
      <w:r>
        <w:rPr>
          <w:rFonts w:ascii="Arial" w:hAnsi="Arial" w:cs="Arial" w:eastAsia="Arial"/>
          <w:sz w:val="22"/>
          <w:szCs w:val="22"/>
          <w:color w:val="FFFFFF"/>
          <w:spacing w:val="4"/>
          <w:w w:val="83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position w:val="-1"/>
        </w:rPr>
        <w:t>by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2" w:equalWidth="0">
            <w:col w:w="8264" w:space="3071"/>
            <w:col w:w="330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</w:sectPr>
      </w:pPr>
      <w:rPr/>
    </w:p>
    <w:p>
      <w:pPr>
        <w:spacing w:before="37" w:after="0" w:line="240" w:lineRule="auto"/>
        <w:ind w:left="12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blue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8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gray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8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black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reversed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4" w:equalWidth="0">
            <w:col w:w="2782" w:space="921"/>
            <w:col w:w="2672" w:space="911"/>
            <w:col w:w="2742" w:space="1281"/>
            <w:col w:w="3331"/>
          </w:cols>
        </w:sectPr>
      </w:pPr>
      <w:rPr/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169" w:lineRule="exact"/>
        <w:ind w:left="12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15"/>
          <w:szCs w:val="15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15"/>
          <w:szCs w:val="15"/>
          <w:w w:val="143"/>
          <w:b/>
          <w:bCs/>
          <w:position w:val="-1"/>
        </w:rPr>
        <w:t>et</w:t>
      </w:r>
      <w:r>
        <w:rPr>
          <w:rFonts w:ascii="Arial" w:hAnsi="Arial" w:cs="Arial" w:eastAsia="Arial"/>
          <w:sz w:val="15"/>
          <w:szCs w:val="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5"/>
          <w:szCs w:val="15"/>
          <w:w w:val="219"/>
          <w:b/>
          <w:bCs/>
          <w:position w:val="-1"/>
        </w:rPr>
        <w:t>l</w:t>
      </w:r>
      <w:r>
        <w:rPr>
          <w:rFonts w:ascii="Arial" w:hAnsi="Arial" w:cs="Arial" w:eastAsia="Arial"/>
          <w:sz w:val="15"/>
          <w:szCs w:val="15"/>
          <w:w w:val="127"/>
          <w:b/>
          <w:bCs/>
          <w:position w:val="-1"/>
        </w:rPr>
        <w:t>ogo</w:t>
      </w:r>
      <w:r>
        <w:rPr>
          <w:rFonts w:ascii="Arial" w:hAnsi="Arial" w:cs="Arial" w:eastAsia="Arial"/>
          <w:sz w:val="15"/>
          <w:szCs w:val="15"/>
          <w:w w:val="100"/>
          <w:position w:val="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56" w:lineRule="exact"/>
        <w:ind w:left="132" w:right="-20"/>
        <w:jc w:val="left"/>
        <w:tabs>
          <w:tab w:pos="3700" w:val="left"/>
          <w:tab w:pos="7280" w:val="left"/>
          <w:tab w:pos="1124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571.700012pt;margin-top:-9.010938pt;width:196.88pt;height:102.1pt;mso-position-horizontal-relative:page;mso-position-vertical-relative:paragraph;z-index:-778" coordorigin="11434,-180" coordsize="3938,2042">
            <v:group style="position:absolute;left:11444;top:-170;width:3918;height:2022" coordorigin="11444,-170" coordsize="3918,2022">
              <v:shape style="position:absolute;left:11444;top:-170;width:3918;height:2022" coordorigin="11444,-170" coordsize="3918,2022" path="m11444,1852l15362,1852,15362,-170,11444,-170,11444,1852e" filled="t" fillcolor="#000000" stroked="f">
                <v:path arrowok="t"/>
                <v:fill/>
              </v:shape>
            </v:group>
            <v:group style="position:absolute;left:14843;top:1260;width:16;height:12" coordorigin="14843,1260" coordsize="16,12">
              <v:shape style="position:absolute;left:14843;top:1260;width:16;height:12" coordorigin="14843,1260" coordsize="16,12" path="m14854,1260l14843,1260,14843,1272,14854,1272,14859,1271,14859,1261,14854,1260e" filled="t" fillcolor="#FFFFFF" stroked="f">
                <v:path arrowok="t"/>
                <v:fill/>
              </v:shape>
            </v:group>
            <v:group style="position:absolute;left:11863;top:312;width:3085;height:1017" coordorigin="11863,312" coordsize="3085,1017">
              <v:shape style="position:absolute;left:11863;top:312;width:3085;height:1017" coordorigin="11863,312" coordsize="3085,1017" path="m11893,312l11873,320,11863,339,11863,1329,14590,1310,14563,1265,12971,1265,12966,1264,12948,1256,12946,1254,12515,1254,12023,1254,12001,1254,11982,1252,11965,1239,11962,1223,11969,1210,11994,1205,12014,1203,12029,1199,12048,1138,12050,1048,12050,976,12051,899,12051,581,12050,558,12004,507,11989,507,11980,505,11965,495,11961,479,11969,464,11981,458,11989,456,14948,456,14948,342,14940,322,14921,312,11893,312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3093,632l13028,639,13011,737,13011,757,13011,777,13010,797,13008,876,13008,899,13007,913,13007,936,13007,976,13007,990,13006,1016,13004,1121,13003,1136,13003,1151,13003,1176,13002,1201,13002,1222,12999,1243,12991,1258,12980,1264,12971,1265,14563,1265,14557,1255,13327,1255,13321,1255,13102,1255,13085,1254,13074,1253,13065,1250,13052,1235,13054,1219,13061,1212,13079,1205,13100,1203,13107,1202,13134,1138,13135,1068,13135,1016,13135,686,13133,664,13128,647,13111,637,13093,632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3298,991l13284,1068,13283,1114,13284,1129,13295,1191,13350,1203,13375,1208,13383,1219,13381,1241,13375,1248,13365,1251,13348,1254,13327,1255,14557,1255,14288,1255,14267,1254,13709,1254,13646,1252,13574,1230,13527,1192,13483,1146,13444,1098,13369,1002,13358,992,13357,992,13338,992,13318,991,13298,991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4415,1016l14368,1078,14332,1130,14288,1197,14291,1203,14308,1203,14331,1208,14339,1218,14339,1238,14333,1245,14327,1249,14310,1254,14288,1255,14557,1255,14523,1196,14483,1129,14441,1058,14423,1028,14415,1016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3305,1254l13102,1255,13321,1255,13305,1254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2886,1203l12537,1203,12546,1205,12561,1214,12566,1232,12555,1246,12537,1253,12515,1254,12946,1254,12931,1244,12904,1219,12886,1203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2045,1254l12023,1254,12515,1254,12493,1254,12045,1254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2460,810l12463,876,12470,1098,12471,1121,12478,1184,12528,1204,12537,1203,12886,1203,12812,1136,12583,926,12525,871,12471,818,12467,813,12460,810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3353,990l13345,992,13357,992,13353,990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1999,507l11989,507,12004,507,11999,507e" filled="t" fillcolor="#FFFFFF" stroked="f">
                <v:path arrowok="t"/>
                <v:fill/>
              </v:shape>
              <v:shape style="position:absolute;left:11863;top:312;width:3085;height:1017" coordorigin="11863,312" coordsize="3085,1017" path="m14948,456l12096,456,14948,475,14948,456e" filled="t" fillcolor="#FFFFFF" stroked="f">
                <v:path arrowok="t"/>
                <v:fill/>
              </v:shape>
            </v:group>
            <v:group style="position:absolute;left:13283;top:656;width:168;height:261" coordorigin="13283,656" coordsize="168,261">
              <v:shape style="position:absolute;left:13283;top:656;width:168;height:261" coordorigin="13283,656" coordsize="168,261" path="m13317,656l13289,716,13284,777,13283,896,13301,906,13320,913,13339,916,13359,917,13375,916,13434,869,13450,807,13451,785,13448,762,13423,703,13357,660,13317,656e" filled="t" fillcolor="#FFFFFF" stroked="f">
                <v:path arrowok="t"/>
                <v:fill/>
              </v:shape>
            </v:group>
            <v:group style="position:absolute;left:14823;top:1247;width:53;height:54" coordorigin="14823,1247" coordsize="53,54">
              <v:shape style="position:absolute;left:14823;top:1247;width:53;height:54" coordorigin="14823,1247" coordsize="53,54" path="m14864,1247l14835,1247,14823,1259,14823,1290,14835,1301,14864,1301,14873,1293,14837,1293,14837,1255,14873,1255,14864,1247e" filled="t" fillcolor="#FFFFFF" stroked="f">
                <v:path arrowok="t"/>
                <v:fill/>
              </v:shape>
              <v:shape style="position:absolute;left:14823;top:1247;width:53;height:54" coordorigin="14823,1247" coordsize="53,54" path="m14849,1277l14843,1277,14843,1293,14859,1293,14849,1277e" filled="t" fillcolor="#FFFFFF" stroked="f">
                <v:path arrowok="t"/>
                <v:fill/>
              </v:shape>
              <v:shape style="position:absolute;left:14823;top:1247;width:53;height:54" coordorigin="14823,1247" coordsize="53,54" path="m14873,1255l14860,1255,14865,1259,14865,1273,14860,1276,14855,1276,14866,1293,14873,1293,14876,1290,14876,1259,14873,1255e" filled="t" fillcolor="#FFFFFF" stroked="f">
                <v:path arrowok="t"/>
                <v:fill/>
              </v:shape>
            </v:group>
            <v:group style="position:absolute;left:11863;top:506;width:3085;height:1012" coordorigin="11863,506" coordsize="3085,1012">
              <v:shape style="position:absolute;left:11863;top:506;width:3085;height:1012" coordorigin="11863,506" coordsize="3085,1012" path="m11863,1360l11863,1488,11870,1508,11890,1518,14917,1518,14938,1512,14947,1492,14948,1378,14708,1378,14575,1376,14375,1376,11863,1360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948,582l14742,582,14763,586,14777,598,14780,618,14771,628,14753,632,14736,632,14712,638,14696,648,14681,668,14670,682,14658,700,14634,732,14622,750,14563,834,14551,850,14540,866,14529,880,14519,896,14536,926,14557,962,14569,982,14581,1002,14593,1024,14606,1044,14619,1066,14659,1132,14672,1154,14684,1174,14697,1194,14709,1214,14721,1232,14731,1250,14742,1266,14751,1280,14763,1298,14774,1312,14792,1322,14814,1326,14832,1328,14856,1334,14866,1350,14855,1370,14835,1378,14948,1378,14948,1308,14850,1308,14829,1300,14817,1282,14822,1258,14837,1244,14948,1244,14948,582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948,1244l14837,1244,14863,1248,14878,1260,14877,1286,14866,1302,14850,1308,14948,1308,14948,1244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948,506l12260,524,12205,570,12204,698,12204,914,12205,1008,12205,1082,12208,1156,12254,1204,12276,1206,12302,1206,12356,1178,12360,1082,12363,926,12365,780,12367,682,12367,632,12368,608,12372,586,12382,572,14948,572,14948,506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3768,582l13373,582,13431,588,13454,592,13512,614,13569,664,13593,720,13597,766,13594,788,13565,856,13524,904,13496,930,13490,936,13482,940,13481,946,13493,958,13497,962,13510,976,13524,992,13537,1008,13568,1042,13581,1056,13594,1070,13606,1082,13637,1114,13650,1128,13664,1142,13711,1180,13763,1204,13788,1194,13802,1116,13803,754,13803,738,13803,720,13803,698,13803,692,13800,664,13794,646,13776,638,13757,634,13739,630,13726,624,13720,604,13728,590,13748,584,13768,582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122,582l13984,582,14010,584,14029,592,14035,608,14034,618,14029,626,14013,632,13993,632,13972,638,13957,708,13956,786,13955,936,13956,1094,13959,1178,14006,1204,14091,1204,14150,1190,14331,948,14343,932,14334,914,14306,860,14286,826,14275,808,14265,790,14255,774,14244,758,14234,740,14223,724,14202,692,14190,674,14126,634,14106,632,14091,628,14079,610,14081,594,14102,586,14122,582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948,572l12406,572,12422,580,12439,596,12455,610,12470,624,12511,664,12726,866,12883,1010,12905,1032,12911,1036,12910,976,12907,848,12904,738,12899,662,12836,632,12820,630,12813,624,12809,618,12809,598,12821,586,12838,582,14948,582,14948,572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565,632l14348,632,14344,638,14347,642,14351,650,14367,678,14391,716,14417,760,14429,780,14440,798,14450,814,14457,806,14468,790,14482,770,14497,750,14509,732,14520,716,14532,698,14543,680,14554,662,14564,646,14569,638,14565,632e" filled="t" fillcolor="#FFFFFF" stroked="f">
                <v:path arrowok="t"/>
                <v:fill/>
              </v:shape>
              <v:shape style="position:absolute;left:11863;top:506;width:3085;height:1012" coordorigin="11863,506" coordsize="3085,1012" path="m14543,582l14355,582,14374,584,14387,594,14391,612,14381,626,14374,632,14535,632,14528,630,14515,618,14514,598,14525,586,14543,582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.697399pt;margin-top:15.781363pt;width:151.697pt;height:59.945pt;mso-position-horizontal-relative:page;mso-position-vertical-relative:paragraph;z-index:-777" coordorigin="734,316" coordsize="3034,1199">
            <v:group style="position:absolute;left:744;top:326;width:3014;height:1179" coordorigin="744,326" coordsize="3014,1179">
              <v:shape style="position:absolute;left:744;top:326;width:3014;height:1179" coordorigin="744,326" coordsize="3014,1179" path="m3728,326l771,326,752,335,744,355,744,1477,753,1497,774,1505,3730,1504,3750,1495,3758,1475,3758,353,3748,334,3728,326e" filled="t" fillcolor="#013A81" stroked="f">
                <v:path arrowok="t"/>
                <v:fill/>
              </v:shape>
            </v:group>
            <v:group style="position:absolute;left:3630;top:1234;width:63;height:60" coordorigin="3630,1234" coordsize="63,60">
              <v:shape style="position:absolute;left:3630;top:1234;width:63;height:60" coordorigin="3630,1234" coordsize="63,60" path="m3656,1234l3647,1239,3676,1239,3688,1251,3688,1281,3676,1292,3649,1292,3675,1295,3688,1281,3688,1281,3692,1255,3679,1240,3656,1234e" filled="t" fillcolor="#FFFFFF" stroked="f">
                <v:path arrowok="t"/>
                <v:fill/>
              </v:shape>
              <v:shape style="position:absolute;left:3630;top:1234;width:63;height:60" coordorigin="3630,1234" coordsize="63,60" path="m3643,1288l3647,1292,3649,1292,3649,1292,3643,1288e" filled="t" fillcolor="#FFFFFF" stroked="f">
                <v:path arrowok="t"/>
                <v:fill/>
              </v:shape>
              <v:shape style="position:absolute;left:3630;top:1234;width:63;height:60" coordorigin="3630,1234" coordsize="63,60" path="m3647,1239l3637,1245,3630,1266,3634,1281,3643,1288,3636,1281,3636,1251,3647,1239e" filled="t" fillcolor="#FFFFFF" stroked="f">
                <v:path arrowok="t"/>
                <v:fill/>
              </v:shape>
              <v:shape style="position:absolute;left:3630;top:1234;width:63;height:60" coordorigin="3630,1234" coordsize="63,60" path="m3672,1247l3650,1247,3650,1284,3655,1284,3655,1268,3667,1268,3667,1268,3673,1267,3677,1264,3677,1263,3655,1263,3655,1252,3677,1252,3677,1251,3672,1247e" filled="t" fillcolor="#FFFFFF" stroked="f">
                <v:path arrowok="t"/>
                <v:fill/>
              </v:shape>
              <v:shape style="position:absolute;left:3630;top:1234;width:63;height:60" coordorigin="3630,1234" coordsize="63,60" path="m3667,1268l3662,1268,3671,1284,3678,1284,3667,1268e" filled="t" fillcolor="#FFFFFF" stroked="f">
                <v:path arrowok="t"/>
                <v:fill/>
              </v:shape>
              <v:shape style="position:absolute;left:3630;top:1234;width:63;height:60" coordorigin="3630,1234" coordsize="63,60" path="m3677,1252l3667,1252,3671,1253,3671,1263,3667,1263,3677,1263,3677,1252e" filled="t" fillcolor="#FFFFFF" stroked="f">
                <v:path arrowok="t"/>
                <v:fill/>
              </v:shape>
              <v:shape style="position:absolute;left:3630;top:1234;width:63;height:60" coordorigin="3630,1234" coordsize="63,60" path="m3647,1239l3647,1239,3647,1239e" filled="t" fillcolor="#FFFFFF" stroked="f">
                <v:path arrowok="t"/>
                <v:fill/>
              </v:shape>
            </v:group>
            <v:group style="position:absolute;left:744;top:468;width:3014;height:898" coordorigin="744,468" coordsize="3014,898">
              <v:shape style="position:absolute;left:744;top:468;width:3014;height:898" coordorigin="744,468" coordsize="3014,898" path="m3409,1020l3228,1020,3236,1030,3246,1042,3256,1056,3267,1072,3278,1088,3290,1106,3302,1124,3326,1164,3338,1182,3350,1202,3361,1222,3372,1240,3383,1258,3402,1290,744,1320,744,1348,2922,1364,3198,1364,3394,1366,3645,1366,3665,1362,3678,1344,3678,1326,3666,1320,3651,1318,3624,1318,3615,1314,3593,1306,3581,1294,3570,1276,3560,1262,3550,1246,3538,1228,3527,1210,3515,1192,3502,1170,3489,1150,3476,1130,3450,1086,3409,1020e" filled="t" fillcolor="#FFFFFF" stroked="f">
                <v:path arrowok="t"/>
                <v:fill/>
              </v:shape>
              <v:shape style="position:absolute;left:744;top:468;width:3014;height:898" coordorigin="744,468" coordsize="3014,898" path="m3639,1316l3624,1318,3651,1318,3639,1316e" filled="t" fillcolor="#FFFFFF" stroked="f">
                <v:path arrowok="t"/>
                <v:fill/>
              </v:shape>
              <v:shape style="position:absolute;left:744;top:468;width:3014;height:898" coordorigin="744,468" coordsize="3014,898" path="m1533,816l1334,816,1338,820,1357,840,1386,868,1429,910,1443,922,1625,1090,1759,1210,1773,1224,1785,1234,1801,1246,1819,1256,1836,1256,1857,1200,1858,1176,1858,1158,1858,1138,1861,1034,1768,1034,1763,1028,1754,1020,1706,976,1537,820,1533,816e" filled="t" fillcolor="#FFFFFF" stroked="f">
                <v:path arrowok="t"/>
                <v:fill/>
              </v:shape>
              <v:shape style="position:absolute;left:744;top:468;width:3014;height:898" coordorigin="744,468" coordsize="3014,898" path="m3465,516l877,516,897,518,905,520,928,578,928,704,928,946,928,1064,926,1134,926,1138,925,1144,921,1170,913,1188,897,1194,877,1196,853,1206,842,1218,842,1232,860,1242,880,1246,1353,1246,1376,1248,1399,1246,1418,1242,1429,1232,1429,1212,1416,1200,1410,1198,1126,1198,1109,1196,1080,1134,1079,1064,1078,944,1078,838,1078,678,1078,614,1085,550,1121,532,3465,516e" filled="t" fillcolor="#FFFFFF" stroked="f">
                <v:path arrowok="t"/>
                <v:fill/>
              </v:shape>
              <v:shape style="position:absolute;left:744;top:468;width:3014;height:898" coordorigin="744,468" coordsize="3014,898" path="m2019,1246l1937,1246,1954,1248,2019,1246e" filled="t" fillcolor="#FFFFFF" stroked="f">
                <v:path arrowok="t"/>
                <v:fill/>
              </v:shape>
              <v:shape style="position:absolute;left:744;top:468;width:3014;height:898" coordorigin="744,468" coordsize="3014,898" path="m1925,1196l1908,1212,1906,1228,1919,1242,1927,1246,2137,1246,2160,1248,2182,1248,2201,1246,2221,1240,2228,1234,2229,1212,2221,1202,2205,1198,1938,1198,1925,1196e" filled="t" fillcolor="#FFFFFF" stroked="f">
                <v:path arrowok="t"/>
                <v:fill/>
              </v:shape>
              <v:shape style="position:absolute;left:744;top:468;width:3014;height:898" coordorigin="744,468" coordsize="3014,898" path="m2365,988l2200,988,2209,992,2218,1004,2223,1010,2285,1090,2297,1106,2310,1122,2323,1136,2336,1152,2352,1168,2367,1184,2382,1198,2445,1236,2501,1246,3088,1246,3108,1248,3163,1212,3155,1202,3133,1198,2824,1198,2818,1196,2597,1196,2579,1190,2527,1158,2483,1116,2469,1102,2442,1074,2429,1058,2402,1030,2365,988e" filled="t" fillcolor="#FFFFFF" stroked="f">
                <v:path arrowok="t"/>
                <v:fill/>
              </v:shape>
              <v:shape style="position:absolute;left:744;top:468;width:3014;height:898" coordorigin="744,468" coordsize="3014,898" path="m1275,578l1252,584,1240,600,1237,622,1237,672,1234,854,1232,996,1230,1056,1228,1140,1201,1196,1179,1198,1394,1198,1377,1196,1368,1196,1362,1194,1339,1132,1336,1064,1329,840,1328,820,1328,816,1533,816,1446,734,1413,704,1393,686,1322,616,1307,602,1291,588,1275,578e" filled="t" fillcolor="#FFFFFF" stroked="f">
                <v:path arrowok="t"/>
                <v:fill/>
              </v:shape>
              <v:shape style="position:absolute;left:744;top:468;width:3014;height:898" coordorigin="744,468" coordsize="3014,898" path="m1403,1196l1394,1198,1410,1198,1403,1196e" filled="t" fillcolor="#FFFFFF" stroked="f">
                <v:path arrowok="t"/>
                <v:fill/>
              </v:shape>
              <v:shape style="position:absolute;left:744;top:468;width:3014;height:898" coordorigin="744,468" coordsize="3014,898" path="m1713,588l1693,590,1673,602,1667,616,1672,632,1680,636,1689,638,1709,640,1939,640,1958,642,1987,696,1987,978,1987,1082,1985,1154,1938,1198,2205,1198,2197,1196,2152,1196,2144,1186,2132,1108,2131,1076,2131,1024,2132,1002,2132,988,2365,988,2358,980,2347,968,2337,956,2325,944,2326,940,2334,936,2336,934,2351,920,2354,918,2201,918,2181,916,2161,916,2141,912,2135,852,2132,792,2132,758,2132,672,2152,666,2171,664,2407,664,2397,652,2346,616,2270,594,2250,592,2231,592,2211,590,1735,590,1713,588e" filled="t" fillcolor="#FFFFFF" stroked="f">
                <v:path arrowok="t"/>
                <v:fill/>
              </v:shape>
              <v:shape style="position:absolute;left:744;top:468;width:3014;height:898" coordorigin="744,468" coordsize="3014,898" path="m3126,1196l2926,1196,2903,1198,3133,1198,3126,1196e" filled="t" fillcolor="#FFFFFF" stroked="f">
                <v:path arrowok="t"/>
                <v:fill/>
              </v:shape>
              <v:shape style="position:absolute;left:744;top:468;width:3014;height:898" coordorigin="744,468" coordsize="3014,898" path="m2841,590l2598,590,2579,592,2562,602,2559,620,2574,632,2593,638,2611,640,2628,654,2637,670,2638,696,2639,708,2639,1016,2639,1098,2636,1162,2616,1196,2818,1196,2789,1138,2788,1072,2788,964,2788,682,2793,656,2807,642,2834,640,2849,636,2860,632,2865,626,2866,616,2860,598,2841,590e" filled="t" fillcolor="#FFFFFF" stroked="f">
                <v:path arrowok="t"/>
                <v:fill/>
              </v:shape>
              <v:shape style="position:absolute;left:744;top:468;width:3014;height:898" coordorigin="744,468" coordsize="3014,898" path="m3178,590l2946,590,2928,592,2911,602,2907,618,2920,632,2936,638,2954,640,2979,646,3029,696,3077,770,3109,822,3130,854,3149,886,3169,916,3147,952,3125,984,3113,1002,3102,1018,3056,1082,3007,1150,2946,1196,3116,1196,3114,1190,3127,1170,3138,1154,3149,1136,3160,1120,3172,1102,3195,1068,3217,1036,3228,1020,3409,1020,3398,1002,3386,982,3374,964,3363,946,3353,930,3344,914,3335,900,3346,886,3357,870,3369,854,3380,838,3396,816,3272,816,3262,800,3251,782,3238,762,3225,740,3212,720,3200,698,3190,680,3181,666,3174,654,3168,644,3172,640,3186,638,3198,638,3216,626,3218,612,3210,600,3197,592,3178,590e" filled="t" fillcolor="#FFFFFF" stroked="f">
                <v:path arrowok="t"/>
                <v:fill/>
              </v:shape>
              <v:shape style="position:absolute;left:744;top:468;width:3014;height:898" coordorigin="744,468" coordsize="3014,898" path="m1908,640l1729,640,1749,654,1757,672,1762,772,1765,876,1768,980,1768,1034,1861,1034,1861,1002,1862,990,1862,968,1862,934,1862,918,1863,892,1865,800,1866,780,1866,762,1866,748,1866,708,1867,688,1869,668,1874,654,1889,644,1908,640e" filled="t" fillcolor="#FFFFFF" stroked="f">
                <v:path arrowok="t"/>
                <v:fill/>
              </v:shape>
              <v:shape style="position:absolute;left:744;top:468;width:3014;height:898" coordorigin="744,468" coordsize="3014,898" path="m2200,988l2132,988,2152,990,2192,990,2200,988e" filled="t" fillcolor="#FFFFFF" stroked="f">
                <v:path arrowok="t"/>
                <v:fill/>
              </v:shape>
              <v:shape style="position:absolute;left:744;top:468;width:3014;height:898" coordorigin="744,468" coordsize="3014,898" path="m2407,664l2191,664,2209,668,2230,678,2276,720,2295,780,2295,802,2281,866,2234,914,2227,916,2222,916,2201,918,2354,918,2366,906,2405,860,2431,806,2438,768,2436,740,2431,716,2425,696,2417,680,2407,664e" filled="t" fillcolor="#FFFFFF" stroked="f">
                <v:path arrowok="t"/>
                <v:fill/>
              </v:shape>
              <v:shape style="position:absolute;left:744;top:468;width:3014;height:898" coordorigin="744,468" coordsize="3014,898" path="m3564,590l3374,590,3353,592,3339,598,3334,620,3343,634,3355,638,3371,640,3384,640,3388,644,3385,648,3375,664,3364,682,3353,702,3341,718,3315,758,3288,796,3278,810,3272,816,3396,816,3428,770,3440,752,3451,736,3463,720,3488,684,3499,670,3513,654,3529,644,3550,640,3558,638,3568,638,3585,634,3594,624,3593,612,3583,596,3564,590e" filled="t" fillcolor="#FFFFFF" stroked="f">
                <v:path arrowok="t"/>
                <v:fill/>
              </v:shape>
              <v:shape style="position:absolute;left:744;top:468;width:3014;height:898" coordorigin="744,468" coordsize="3014,898" path="m972,468l867,468,860,470,857,470,842,482,840,498,851,512,868,518,877,516,3465,516,3758,514,3758,486,972,468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215.369797pt;margin-top:15.781363pt;width:151.697pt;height:59.945pt;mso-position-horizontal-relative:page;mso-position-vertical-relative:paragraph;z-index:-776" coordorigin="4307,316" coordsize="3034,1199">
            <v:group style="position:absolute;left:4317;top:326;width:3014;height:1179" coordorigin="4317,326" coordsize="3014,1179">
              <v:shape style="position:absolute;left:4317;top:326;width:3014;height:1179" coordorigin="4317,326" coordsize="3014,1179" path="m7302,326l4345,326,4325,335,4317,355,4317,1477,4327,1497,4347,1505,7304,1504,7323,1495,7331,1475,7331,353,7322,334,7302,326e" filled="t" fillcolor="#939598" stroked="f">
                <v:path arrowok="t"/>
                <v:fill/>
              </v:shape>
            </v:group>
            <v:group style="position:absolute;left:7203;top:1234;width:63;height:60" coordorigin="7203,1234" coordsize="63,60">
              <v:shape style="position:absolute;left:7203;top:1234;width:63;height:60" coordorigin="7203,1234" coordsize="63,60" path="m7229,1234l7221,1239,7250,1239,7261,1251,7261,1281,7250,1292,7223,1292,7248,1295,7262,1281,7262,1281,7266,1255,7253,1240,7229,1234e" filled="t" fillcolor="#FFFFFF" stroked="f">
                <v:path arrowok="t"/>
                <v:fill/>
              </v:shape>
              <v:shape style="position:absolute;left:7203;top:1234;width:63;height:60" coordorigin="7203,1234" coordsize="63,60" path="m7216,1288l7221,1292,7223,1292,7222,1292,7216,1288e" filled="t" fillcolor="#FFFFFF" stroked="f">
                <v:path arrowok="t"/>
                <v:fill/>
              </v:shape>
              <v:shape style="position:absolute;left:7203;top:1234;width:63;height:60" coordorigin="7203,1234" coordsize="63,60" path="m7221,1239l7211,1245,7203,1266,7207,1281,7216,1288,7209,1281,7209,1251,7221,1239e" filled="t" fillcolor="#FFFFFF" stroked="f">
                <v:path arrowok="t"/>
                <v:fill/>
              </v:shape>
              <v:shape style="position:absolute;left:7203;top:1234;width:63;height:60" coordorigin="7203,1234" coordsize="63,60" path="m7246,1247l7223,1247,7223,1284,7229,1284,7229,1268,7241,1268,7241,1268,7246,1267,7250,1264,7250,1263,7229,1263,7229,1252,7250,1252,7250,1251,7246,1247e" filled="t" fillcolor="#FFFFFF" stroked="f">
                <v:path arrowok="t"/>
                <v:fill/>
              </v:shape>
              <v:shape style="position:absolute;left:7203;top:1234;width:63;height:60" coordorigin="7203,1234" coordsize="63,60" path="m7241,1268l7235,1268,7245,1284,7251,1284,7241,1268e" filled="t" fillcolor="#FFFFFF" stroked="f">
                <v:path arrowok="t"/>
                <v:fill/>
              </v:shape>
              <v:shape style="position:absolute;left:7203;top:1234;width:63;height:60" coordorigin="7203,1234" coordsize="63,60" path="m7250,1252l7240,1252,7244,1253,7244,1263,7240,1263,7250,1263,7250,1252e" filled="t" fillcolor="#FFFFFF" stroked="f">
                <v:path arrowok="t"/>
                <v:fill/>
              </v:shape>
              <v:shape style="position:absolute;left:7203;top:1234;width:63;height:60" coordorigin="7203,1234" coordsize="63,60" path="m7221,1239l7221,1239,7221,1239e" filled="t" fillcolor="#FFFFFF" stroked="f">
                <v:path arrowok="t"/>
                <v:fill/>
              </v:shape>
            </v:group>
            <v:group style="position:absolute;left:4317;top:468;width:3014;height:898" coordorigin="4317,468" coordsize="3014,898">
              <v:shape style="position:absolute;left:4317;top:468;width:3014;height:898" coordorigin="4317,468" coordsize="3014,898" path="m6983,1020l6801,1020,6810,1030,6820,1042,6830,1056,6841,1072,6852,1088,6863,1106,6875,1124,6899,1164,6911,1182,6923,1202,6935,1222,6946,1240,6956,1258,6975,1290,4317,1320,4317,1348,6496,1364,6772,1364,6967,1366,7218,1366,7239,1362,7251,1344,7251,1326,7239,1320,7225,1318,7198,1318,7188,1314,7167,1306,7154,1294,7143,1276,7134,1262,7123,1246,7112,1228,7100,1210,7088,1192,7075,1170,7063,1150,7050,1130,7023,1086,6983,1020e" filled="t" fillcolor="#FFFFFF" stroked="f">
                <v:path arrowok="t"/>
                <v:fill/>
              </v:shape>
              <v:shape style="position:absolute;left:4317;top:468;width:3014;height:898" coordorigin="4317,468" coordsize="3014,898" path="m7213,1316l7198,1318,7225,1318,7213,1316e" filled="t" fillcolor="#FFFFFF" stroked="f">
                <v:path arrowok="t"/>
                <v:fill/>
              </v:shape>
              <v:shape style="position:absolute;left:4317;top:468;width:3014;height:898" coordorigin="4317,468" coordsize="3014,898" path="m5106,816l4907,816,4912,820,4931,840,4959,868,5002,910,5017,922,5198,1090,5333,1210,5347,1224,5359,1234,5375,1246,5393,1256,5409,1256,5431,1200,5431,1176,5431,1158,5432,1138,5434,1034,5342,1034,5336,1028,5327,1020,5280,976,5110,820,5106,816e" filled="t" fillcolor="#FFFFFF" stroked="f">
                <v:path arrowok="t"/>
                <v:fill/>
              </v:shape>
              <v:shape style="position:absolute;left:4317;top:468;width:3014;height:898" coordorigin="4317,468" coordsize="3014,898" path="m7038,516l4450,516,4470,518,4478,520,4501,578,4502,704,4502,946,4502,1064,4500,1134,4499,1138,4499,1144,4495,1170,4487,1188,4470,1194,4450,1196,4427,1206,4415,1218,4415,1232,4434,1242,4454,1246,4926,1246,4950,1248,4972,1246,4991,1242,5003,1232,5003,1212,4989,1200,4983,1198,4700,1198,4683,1196,4654,1134,4652,1064,4652,944,4651,838,4651,678,4651,614,4659,550,4695,532,7038,516e" filled="t" fillcolor="#FFFFFF" stroked="f">
                <v:path arrowok="t"/>
                <v:fill/>
              </v:shape>
              <v:shape style="position:absolute;left:4317;top:468;width:3014;height:898" coordorigin="4317,468" coordsize="3014,898" path="m5592,1246l5511,1246,5527,1248,5592,1246e" filled="t" fillcolor="#FFFFFF" stroked="f">
                <v:path arrowok="t"/>
                <v:fill/>
              </v:shape>
              <v:shape style="position:absolute;left:4317;top:468;width:3014;height:898" coordorigin="4317,468" coordsize="3014,898" path="m5499,1196l5481,1212,5479,1228,5492,1242,5501,1246,5710,1246,5733,1248,5755,1248,5774,1246,5795,1240,5801,1234,5802,1212,5794,1202,5779,1198,5511,1198,5499,1196e" filled="t" fillcolor="#FFFFFF" stroked="f">
                <v:path arrowok="t"/>
                <v:fill/>
              </v:shape>
              <v:shape style="position:absolute;left:4317;top:468;width:3014;height:898" coordorigin="4317,468" coordsize="3014,898" path="m5938,988l5773,988,5783,992,5791,1004,5796,1010,5858,1090,5871,1106,5883,1122,5896,1136,5909,1152,5925,1168,5941,1184,5955,1198,6018,1236,6075,1246,6661,1246,6682,1248,6737,1212,6729,1202,6707,1198,6398,1198,6391,1196,6171,1196,6152,1190,6101,1158,6056,1116,6043,1102,6016,1074,6002,1058,5975,1030,5938,988e" filled="t" fillcolor="#FFFFFF" stroked="f">
                <v:path arrowok="t"/>
                <v:fill/>
              </v:shape>
              <v:shape style="position:absolute;left:4317;top:468;width:3014;height:898" coordorigin="4317,468" coordsize="3014,898" path="m4849,578l4825,584,4814,600,4811,622,4810,672,4808,854,4805,996,4804,1056,4802,1140,4774,1196,4753,1198,4968,1198,4950,1196,4942,1196,4936,1194,4912,1132,4910,1064,4903,840,4902,820,4902,816,5106,816,5020,734,4987,704,4967,686,4895,616,4881,602,4865,588,4849,578e" filled="t" fillcolor="#FFFFFF" stroked="f">
                <v:path arrowok="t"/>
                <v:fill/>
              </v:shape>
              <v:shape style="position:absolute;left:4317;top:468;width:3014;height:898" coordorigin="4317,468" coordsize="3014,898" path="m4977,1196l4968,1198,4983,1198,4977,1196e" filled="t" fillcolor="#FFFFFF" stroked="f">
                <v:path arrowok="t"/>
                <v:fill/>
              </v:shape>
              <v:shape style="position:absolute;left:4317;top:468;width:3014;height:898" coordorigin="4317,468" coordsize="3014,898" path="m5286,588l5267,590,5246,602,5240,616,5246,632,5253,636,5262,638,5283,640,5512,640,5532,642,5560,696,5561,978,5560,1082,5558,1154,5511,1198,5779,1198,5771,1196,5725,1196,5718,1186,5705,1108,5705,1076,5705,1024,5705,1002,5706,988,5938,988,5931,980,5920,968,5910,956,5898,944,5899,940,5907,936,5909,934,5925,920,5927,918,5774,918,5754,916,5734,916,5715,912,5709,852,5706,792,5705,758,5705,672,5725,666,5745,664,5981,664,5970,652,5919,616,5843,594,5824,592,5804,592,5784,590,5308,590,5286,588e" filled="t" fillcolor="#FFFFFF" stroked="f">
                <v:path arrowok="t"/>
                <v:fill/>
              </v:shape>
              <v:shape style="position:absolute;left:4317;top:468;width:3014;height:898" coordorigin="4317,468" coordsize="3014,898" path="m6699,1196l6499,1196,6476,1198,6707,1198,6699,1196e" filled="t" fillcolor="#FFFFFF" stroked="f">
                <v:path arrowok="t"/>
                <v:fill/>
              </v:shape>
              <v:shape style="position:absolute;left:4317;top:468;width:3014;height:898" coordorigin="4317,468" coordsize="3014,898" path="m6414,590l6171,590,6153,592,6136,602,6132,620,6147,632,6166,638,6184,640,6202,654,6210,670,6212,696,6212,708,6212,1016,6212,1098,6209,1162,6190,1196,6391,1196,6363,1138,6362,1072,6361,964,6361,682,6367,656,6381,642,6408,640,6423,636,6433,632,6439,626,6439,616,6433,598,6414,590e" filled="t" fillcolor="#FFFFFF" stroked="f">
                <v:path arrowok="t"/>
                <v:fill/>
              </v:shape>
              <v:shape style="position:absolute;left:4317;top:468;width:3014;height:898" coordorigin="4317,468" coordsize="3014,898" path="m6751,590l6520,590,6501,592,6484,602,6480,618,6494,632,6510,638,6528,640,6552,646,6603,696,6650,770,6682,822,6703,854,6723,886,6742,916,6720,952,6698,984,6687,1002,6675,1018,6630,1082,6580,1150,6519,1196,6690,1196,6687,1190,6701,1170,6711,1154,6723,1136,6734,1120,6745,1102,6768,1068,6790,1036,6801,1020,6983,1020,6972,1002,6960,982,6948,964,6937,946,6927,930,6917,914,6908,900,6919,886,6931,870,6942,854,6954,838,6969,816,6846,816,6836,800,6824,782,6812,762,6799,740,6786,720,6774,698,6763,680,6754,666,6748,654,6741,644,6746,640,6759,638,6771,638,6789,626,6791,612,6783,600,6771,592,6751,590e" filled="t" fillcolor="#FFFFFF" stroked="f">
                <v:path arrowok="t"/>
                <v:fill/>
              </v:shape>
              <v:shape style="position:absolute;left:4317;top:468;width:3014;height:898" coordorigin="4317,468" coordsize="3014,898" path="m5481,640l5302,640,5322,654,5331,672,5335,772,5339,876,5341,980,5342,1034,5434,1034,5435,1002,5435,990,5435,968,5435,934,5436,918,5436,892,5439,800,5439,780,5439,762,5440,748,5440,708,5440,688,5442,668,5447,654,5462,644,5481,640e" filled="t" fillcolor="#FFFFFF" stroked="f">
                <v:path arrowok="t"/>
                <v:fill/>
              </v:shape>
              <v:shape style="position:absolute;left:4317;top:468;width:3014;height:898" coordorigin="4317,468" coordsize="3014,898" path="m5773,988l5706,988,5726,990,5765,990,5773,988e" filled="t" fillcolor="#FFFFFF" stroked="f">
                <v:path arrowok="t"/>
                <v:fill/>
              </v:shape>
              <v:shape style="position:absolute;left:4317;top:468;width:3014;height:898" coordorigin="4317,468" coordsize="3014,898" path="m5981,664l5764,664,5783,668,5804,678,5849,720,5868,780,5868,802,5854,866,5808,914,5801,916,5795,916,5774,918,5927,918,5940,906,5978,860,6005,806,6012,768,6009,740,6005,716,5998,696,5990,680,5981,664e" filled="t" fillcolor="#FFFFFF" stroked="f">
                <v:path arrowok="t"/>
                <v:fill/>
              </v:shape>
              <v:shape style="position:absolute;left:4317;top:468;width:3014;height:898" coordorigin="4317,468" coordsize="3014,898" path="m7137,590l6947,590,6927,592,6912,598,6908,620,6916,634,6928,638,6944,640,6958,640,6961,644,6959,648,6949,664,6938,682,6926,702,6915,718,6888,758,6861,796,6851,810,6846,816,6969,816,7001,770,7013,752,7025,736,7036,720,7062,684,7073,670,7086,654,7102,644,7124,640,7132,638,7141,638,7158,634,7168,624,7166,612,7157,596,7137,590e" filled="t" fillcolor="#FFFFFF" stroked="f">
                <v:path arrowok="t"/>
                <v:fill/>
              </v:shape>
              <v:shape style="position:absolute;left:4317;top:468;width:3014;height:898" coordorigin="4317,468" coordsize="3014,898" path="m4546,468l4441,468,4433,470,4430,470,4415,482,4414,498,4425,512,4441,518,4450,516,7038,516,7331,514,7331,486,4546,468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94.542114pt;margin-top:15.781363pt;width:151.697pt;height:59.945pt;mso-position-horizontal-relative:page;mso-position-vertical-relative:paragraph;z-index:-775" coordorigin="7891,316" coordsize="3034,1199">
            <v:group style="position:absolute;left:7901;top:326;width:3014;height:1179" coordorigin="7901,326" coordsize="3014,1179">
              <v:shape style="position:absolute;left:7901;top:326;width:3014;height:1179" coordorigin="7901,326" coordsize="3014,1179" path="m10885,326l7928,326,7909,335,7901,355,7901,1477,7910,1497,7930,1505,10887,1504,10907,1495,10915,1475,10915,353,10905,334,10885,326e" filled="t" fillcolor="#000000" stroked="f">
                <v:path arrowok="t"/>
                <v:fill/>
              </v:shape>
            </v:group>
            <v:group style="position:absolute;left:10786;top:1234;width:63;height:60" coordorigin="10786,1234" coordsize="63,60">
              <v:shape style="position:absolute;left:10786;top:1234;width:63;height:60" coordorigin="10786,1234" coordsize="63,60" path="m10813,1234l10804,1239,10833,1239,10845,1251,10845,1281,10833,1292,10806,1292,10832,1295,10845,1281,10845,1281,10849,1255,10836,1240,10813,1234e" filled="t" fillcolor="#FFFFFF" stroked="f">
                <v:path arrowok="t"/>
                <v:fill/>
              </v:shape>
              <v:shape style="position:absolute;left:10786;top:1234;width:63;height:60" coordorigin="10786,1234" coordsize="63,60" path="m10800,1288l10804,1292,10806,1292,10806,1292,10800,1288e" filled="t" fillcolor="#FFFFFF" stroked="f">
                <v:path arrowok="t"/>
                <v:fill/>
              </v:shape>
              <v:shape style="position:absolute;left:10786;top:1234;width:63;height:60" coordorigin="10786,1234" coordsize="63,60" path="m10804,1239l10794,1245,10786,1266,10791,1281,10800,1288,10793,1281,10793,1251,10804,1239e" filled="t" fillcolor="#FFFFFF" stroked="f">
                <v:path arrowok="t"/>
                <v:fill/>
              </v:shape>
              <v:shape style="position:absolute;left:10786;top:1234;width:63;height:60" coordorigin="10786,1234" coordsize="63,60" path="m10829,1247l10807,1247,10807,1284,10812,1284,10812,1268,10824,1268,10824,1268,10829,1267,10834,1264,10834,1263,10812,1263,10812,1252,10834,1252,10834,1251,10829,1247e" filled="t" fillcolor="#FFFFFF" stroked="f">
                <v:path arrowok="t"/>
                <v:fill/>
              </v:shape>
              <v:shape style="position:absolute;left:10786;top:1234;width:63;height:60" coordorigin="10786,1234" coordsize="63,60" path="m10824,1268l10819,1268,10828,1284,10834,1284,10824,1268e" filled="t" fillcolor="#FFFFFF" stroked="f">
                <v:path arrowok="t"/>
                <v:fill/>
              </v:shape>
              <v:shape style="position:absolute;left:10786;top:1234;width:63;height:60" coordorigin="10786,1234" coordsize="63,60" path="m10834,1252l10824,1252,10828,1253,10828,1263,10824,1263,10834,1263,10834,1252e" filled="t" fillcolor="#FFFFFF" stroked="f">
                <v:path arrowok="t"/>
                <v:fill/>
              </v:shape>
              <v:shape style="position:absolute;left:10786;top:1234;width:63;height:60" coordorigin="10786,1234" coordsize="63,60" path="m10804,1239l10804,1239,10804,1239e" filled="t" fillcolor="#FFFFFF" stroked="f">
                <v:path arrowok="t"/>
                <v:fill/>
              </v:shape>
            </v:group>
            <v:group style="position:absolute;left:7901;top:468;width:3014;height:898" coordorigin="7901,468" coordsize="3014,898">
              <v:shape style="position:absolute;left:7901;top:468;width:3014;height:898" coordorigin="7901,468" coordsize="3014,898" path="m10566,1020l10385,1020,10393,1030,10403,1042,10413,1056,10424,1072,10435,1088,10447,1106,10459,1124,10483,1164,10495,1182,10507,1202,10518,1222,10529,1240,10540,1258,10559,1290,7901,1320,7901,1348,10079,1364,10355,1364,10550,1366,10802,1366,10822,1362,10835,1344,10835,1326,10823,1320,10808,1318,10781,1318,10772,1314,10750,1306,10738,1294,10727,1276,10717,1262,10706,1246,10695,1228,10684,1210,10671,1192,10659,1170,10646,1150,10633,1130,10607,1086,10566,1020e" filled="t" fillcolor="#FFFFFF" stroked="f">
                <v:path arrowok="t"/>
                <v:fill/>
              </v:shape>
              <v:shape style="position:absolute;left:7901;top:468;width:3014;height:898" coordorigin="7901,468" coordsize="3014,898" path="m10796,1316l10781,1318,10808,1318,10796,1316e" filled="t" fillcolor="#FFFFFF" stroked="f">
                <v:path arrowok="t"/>
                <v:fill/>
              </v:shape>
              <v:shape style="position:absolute;left:7901;top:468;width:3014;height:898" coordorigin="7901,468" coordsize="3014,898" path="m8690,816l8491,816,8495,820,8514,840,8542,868,8586,910,8600,922,8782,1090,8916,1210,8930,1224,8942,1234,8958,1246,8976,1256,8993,1256,9014,1200,9014,1176,9015,1158,9015,1138,9018,1034,8925,1034,8920,1028,8910,1020,8863,976,8694,820,8690,816e" filled="t" fillcolor="#FFFFFF" stroked="f">
                <v:path arrowok="t"/>
                <v:fill/>
              </v:shape>
              <v:shape style="position:absolute;left:7901;top:468;width:3014;height:898" coordorigin="7901,468" coordsize="3014,898" path="m10622,516l8034,516,8053,518,8062,520,8085,578,8085,704,8085,946,8085,1064,8083,1134,8083,1138,8082,1144,8078,1170,8070,1188,8054,1194,8034,1196,8010,1206,7999,1218,7999,1232,8017,1242,8037,1246,8510,1246,8533,1248,8556,1246,8575,1242,8586,1232,8586,1212,8573,1200,8566,1198,8283,1198,8266,1196,8237,1134,8236,1064,8235,944,8235,838,8234,678,8235,614,8242,550,8278,532,10622,516e" filled="t" fillcolor="#FFFFFF" stroked="f">
                <v:path arrowok="t"/>
                <v:fill/>
              </v:shape>
              <v:shape style="position:absolute;left:7901;top:468;width:3014;height:898" coordorigin="7901,468" coordsize="3014,898" path="m9176,1246l9094,1246,9111,1248,9176,1246e" filled="t" fillcolor="#FFFFFF" stroked="f">
                <v:path arrowok="t"/>
                <v:fill/>
              </v:shape>
              <v:shape style="position:absolute;left:7901;top:468;width:3014;height:898" coordorigin="7901,468" coordsize="3014,898" path="m9082,1196l9064,1212,9063,1228,9076,1242,9084,1246,9294,1246,9317,1248,9338,1248,9357,1246,9378,1240,9385,1234,9386,1212,9378,1202,9362,1198,9095,1198,9082,1196e" filled="t" fillcolor="#FFFFFF" stroked="f">
                <v:path arrowok="t"/>
                <v:fill/>
              </v:shape>
              <v:shape style="position:absolute;left:7901;top:468;width:3014;height:898" coordorigin="7901,468" coordsize="3014,898" path="m9522,988l9357,988,9366,992,9375,1004,9380,1010,9442,1090,9454,1106,9467,1122,9480,1136,9493,1152,9509,1168,9524,1184,9539,1198,9601,1236,9658,1246,10245,1246,10265,1248,10320,1212,10312,1202,10290,1198,9981,1198,9975,1196,9754,1196,9736,1190,9684,1158,9640,1116,9626,1102,9599,1074,9586,1058,9559,1030,9522,988e" filled="t" fillcolor="#FFFFFF" stroked="f">
                <v:path arrowok="t"/>
                <v:fill/>
              </v:shape>
              <v:shape style="position:absolute;left:7901;top:468;width:3014;height:898" coordorigin="7901,468" coordsize="3014,898" path="m8432,578l8408,584,8397,600,8394,622,8394,672,8391,854,8389,996,8387,1056,8385,1140,8358,1196,8336,1198,8551,1198,8534,1196,8525,1196,8519,1194,8496,1132,8493,1064,8486,840,8485,820,8485,816,8690,816,8603,734,8570,704,8550,686,8479,616,8464,602,8448,588,8432,578e" filled="t" fillcolor="#FFFFFF" stroked="f">
                <v:path arrowok="t"/>
                <v:fill/>
              </v:shape>
              <v:shape style="position:absolute;left:7901;top:468;width:3014;height:898" coordorigin="7901,468" coordsize="3014,898" path="m8560,1196l8551,1198,8566,1198,8560,1196e" filled="t" fillcolor="#FFFFFF" stroked="f">
                <v:path arrowok="t"/>
                <v:fill/>
              </v:shape>
              <v:shape style="position:absolute;left:7901;top:468;width:3014;height:898" coordorigin="7901,468" coordsize="3014,898" path="m8870,588l8850,590,8830,602,8823,616,8829,632,8837,636,8846,638,8866,640,9096,640,9115,642,9144,696,9144,978,9144,1082,9142,1154,9095,1198,9362,1198,9354,1196,9309,1196,9301,1186,9289,1108,9288,1076,9288,1024,9289,1002,9289,988,9522,988,9515,980,9504,968,9494,956,9481,944,9483,940,9491,936,9493,934,9508,920,9510,918,9358,918,9337,916,9318,916,9298,912,9292,852,9289,792,9288,758,9288,672,9309,666,9328,664,9564,664,9554,652,9503,616,9427,594,9407,592,9388,592,9368,590,8891,590,8870,588e" filled="t" fillcolor="#FFFFFF" stroked="f">
                <v:path arrowok="t"/>
                <v:fill/>
              </v:shape>
              <v:shape style="position:absolute;left:7901;top:468;width:3014;height:898" coordorigin="7901,468" coordsize="3014,898" path="m10283,1196l10083,1196,10060,1198,10290,1198,10283,1196e" filled="t" fillcolor="#FFFFFF" stroked="f">
                <v:path arrowok="t"/>
                <v:fill/>
              </v:shape>
              <v:shape style="position:absolute;left:7901;top:468;width:3014;height:898" coordorigin="7901,468" coordsize="3014,898" path="m9997,590l9755,590,9736,592,9719,602,9716,620,9731,632,9749,638,9767,640,9785,654,9794,670,9795,696,9796,708,9796,1016,9796,1098,9793,1162,9773,1196,9975,1196,9946,1138,9945,1072,9945,964,9945,682,9950,656,9964,642,9991,640,10006,636,10017,632,10022,626,10023,616,10016,598,9997,590e" filled="t" fillcolor="#FFFFFF" stroked="f">
                <v:path arrowok="t"/>
                <v:fill/>
              </v:shape>
              <v:shape style="position:absolute;left:7901;top:468;width:3014;height:898" coordorigin="7901,468" coordsize="3014,898" path="m10335,590l10103,590,10084,592,10068,602,10064,618,10077,632,10093,638,10111,640,10136,646,10186,696,10233,770,10266,822,10286,854,10306,886,10326,916,10304,952,10281,984,10270,1002,10259,1018,10213,1082,10164,1150,10102,1196,10273,1196,10271,1190,10284,1170,10295,1154,10306,1136,10317,1120,10329,1102,10351,1068,10374,1036,10385,1020,10566,1020,10555,1002,10543,982,10531,964,10520,946,10510,930,10501,914,10492,900,10503,886,10514,870,10526,854,10537,838,10553,816,10429,816,10419,800,10408,782,10395,762,10382,740,10369,720,10357,698,10346,680,10337,666,10331,654,10325,644,10329,640,10343,638,10354,638,10372,626,10375,612,10367,600,10354,592,10335,590e" filled="t" fillcolor="#FFFFFF" stroked="f">
                <v:path arrowok="t"/>
                <v:fill/>
              </v:shape>
              <v:shape style="position:absolute;left:7901;top:468;width:3014;height:898" coordorigin="7901,468" coordsize="3014,898" path="m9064,640l8886,640,8906,654,8914,672,8919,772,8922,876,8924,980,8925,1034,9018,1034,9018,1002,9019,990,9019,968,9019,934,9019,918,9020,892,9022,800,9023,780,9023,762,9023,748,9023,708,9024,688,9026,668,9031,654,9046,644,9064,640e" filled="t" fillcolor="#FFFFFF" stroked="f">
                <v:path arrowok="t"/>
                <v:fill/>
              </v:shape>
              <v:shape style="position:absolute;left:7901;top:468;width:3014;height:898" coordorigin="7901,468" coordsize="3014,898" path="m9357,988l9289,988,9309,990,9349,990,9357,988e" filled="t" fillcolor="#FFFFFF" stroked="f">
                <v:path arrowok="t"/>
                <v:fill/>
              </v:shape>
              <v:shape style="position:absolute;left:7901;top:468;width:3014;height:898" coordorigin="7901,468" coordsize="3014,898" path="m9564,664l9348,664,9366,668,9387,678,9433,720,9452,780,9452,802,9438,866,9391,914,9384,916,9378,916,9358,918,9510,918,9523,906,9562,860,9588,806,9595,768,9593,740,9588,716,9582,696,9574,680,9564,664e" filled="t" fillcolor="#FFFFFF" stroked="f">
                <v:path arrowok="t"/>
                <v:fill/>
              </v:shape>
              <v:shape style="position:absolute;left:7901;top:468;width:3014;height:898" coordorigin="7901,468" coordsize="3014,898" path="m10721,590l10531,590,10510,592,10496,598,10491,620,10500,634,10512,638,10528,640,10541,640,10545,644,10542,648,10532,664,10521,682,10510,702,10498,718,10472,758,10445,796,10435,810,10429,816,10553,816,10585,770,10596,752,10608,736,10620,720,10645,684,10656,670,10670,654,10686,644,10707,640,10715,638,10725,638,10742,634,10751,624,10750,612,10740,596,10721,590e" filled="t" fillcolor="#FFFFFF" stroked="f">
                <v:path arrowok="t"/>
                <v:fill/>
              </v:shape>
              <v:shape style="position:absolute;left:7901;top:468;width:3014;height:898" coordorigin="7901,468" coordsize="3014,898" path="m8129,468l8024,468,8017,470,8014,470,7999,482,7997,498,8008,512,8025,518,8034,516,10622,516,10915,514,10915,486,8129,468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013A81"/>
          <w:spacing w:val="-3"/>
          <w:w w:val="81"/>
          <w:position w:val="-1"/>
        </w:rPr>
        <w:t>P</w:t>
      </w:r>
      <w:r>
        <w:rPr>
          <w:rFonts w:ascii="Arial" w:hAnsi="Arial" w:cs="Arial" w:eastAsia="Arial"/>
          <w:sz w:val="21"/>
          <w:szCs w:val="21"/>
          <w:color w:val="013A81"/>
          <w:spacing w:val="2"/>
          <w:w w:val="81"/>
          <w:position w:val="-1"/>
        </w:rPr>
        <w:t>o</w:t>
      </w:r>
      <w:r>
        <w:rPr>
          <w:rFonts w:ascii="Arial" w:hAnsi="Arial" w:cs="Arial" w:eastAsia="Arial"/>
          <w:sz w:val="21"/>
          <w:szCs w:val="21"/>
          <w:color w:val="013A81"/>
          <w:spacing w:val="0"/>
          <w:w w:val="81"/>
          <w:position w:val="-1"/>
        </w:rPr>
        <w:t>wered</w:t>
      </w:r>
      <w:r>
        <w:rPr>
          <w:rFonts w:ascii="Arial" w:hAnsi="Arial" w:cs="Arial" w:eastAsia="Arial"/>
          <w:sz w:val="21"/>
          <w:szCs w:val="21"/>
          <w:color w:val="013A81"/>
          <w:spacing w:val="6"/>
          <w:w w:val="81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013A81"/>
          <w:spacing w:val="0"/>
          <w:w w:val="81"/>
          <w:position w:val="-1"/>
        </w:rPr>
        <w:t>by</w:t>
      </w:r>
      <w:r>
        <w:rPr>
          <w:rFonts w:ascii="Arial" w:hAnsi="Arial" w:cs="Arial" w:eastAsia="Arial"/>
          <w:sz w:val="21"/>
          <w:szCs w:val="21"/>
          <w:color w:val="013A81"/>
          <w:spacing w:val="-45"/>
          <w:w w:val="81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013A81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1"/>
          <w:szCs w:val="21"/>
          <w:color w:val="013A81"/>
          <w:spacing w:val="0"/>
          <w:w w:val="100"/>
          <w:position w:val="-1"/>
        </w:rPr>
      </w:r>
      <w:r>
        <w:rPr>
          <w:rFonts w:ascii="Arial" w:hAnsi="Arial" w:cs="Arial" w:eastAsia="Arial"/>
          <w:sz w:val="21"/>
          <w:szCs w:val="21"/>
          <w:color w:val="939598"/>
          <w:spacing w:val="-3"/>
          <w:w w:val="81"/>
          <w:position w:val="-1"/>
        </w:rPr>
        <w:t>P</w:t>
      </w:r>
      <w:r>
        <w:rPr>
          <w:rFonts w:ascii="Arial" w:hAnsi="Arial" w:cs="Arial" w:eastAsia="Arial"/>
          <w:sz w:val="21"/>
          <w:szCs w:val="21"/>
          <w:color w:val="939598"/>
          <w:spacing w:val="2"/>
          <w:w w:val="81"/>
          <w:position w:val="-1"/>
        </w:rPr>
        <w:t>o</w:t>
      </w:r>
      <w:r>
        <w:rPr>
          <w:rFonts w:ascii="Arial" w:hAnsi="Arial" w:cs="Arial" w:eastAsia="Arial"/>
          <w:sz w:val="21"/>
          <w:szCs w:val="21"/>
          <w:color w:val="939598"/>
          <w:spacing w:val="0"/>
          <w:w w:val="81"/>
          <w:position w:val="-1"/>
        </w:rPr>
        <w:t>wered</w:t>
      </w:r>
      <w:r>
        <w:rPr>
          <w:rFonts w:ascii="Arial" w:hAnsi="Arial" w:cs="Arial" w:eastAsia="Arial"/>
          <w:sz w:val="21"/>
          <w:szCs w:val="21"/>
          <w:color w:val="939598"/>
          <w:spacing w:val="6"/>
          <w:w w:val="81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939598"/>
          <w:spacing w:val="0"/>
          <w:w w:val="81"/>
          <w:position w:val="-1"/>
        </w:rPr>
        <w:t>by</w:t>
      </w:r>
      <w:r>
        <w:rPr>
          <w:rFonts w:ascii="Arial" w:hAnsi="Arial" w:cs="Arial" w:eastAsia="Arial"/>
          <w:sz w:val="21"/>
          <w:szCs w:val="21"/>
          <w:color w:val="939598"/>
          <w:spacing w:val="-45"/>
          <w:w w:val="81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939598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1"/>
          <w:szCs w:val="21"/>
          <w:color w:val="939598"/>
          <w:spacing w:val="0"/>
          <w:w w:val="100"/>
          <w:position w:val="-1"/>
        </w:rPr>
      </w:r>
      <w:r>
        <w:rPr>
          <w:rFonts w:ascii="Arial" w:hAnsi="Arial" w:cs="Arial" w:eastAsia="Arial"/>
          <w:sz w:val="21"/>
          <w:szCs w:val="21"/>
          <w:color w:val="000000"/>
          <w:spacing w:val="-3"/>
          <w:w w:val="81"/>
          <w:position w:val="-1"/>
        </w:rPr>
        <w:t>P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81"/>
          <w:position w:val="-1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81"/>
          <w:position w:val="-1"/>
        </w:rPr>
        <w:t>wered</w:t>
      </w:r>
      <w:r>
        <w:rPr>
          <w:rFonts w:ascii="Arial" w:hAnsi="Arial" w:cs="Arial" w:eastAsia="Arial"/>
          <w:sz w:val="21"/>
          <w:szCs w:val="21"/>
          <w:color w:val="000000"/>
          <w:spacing w:val="6"/>
          <w:w w:val="81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81"/>
          <w:position w:val="-1"/>
        </w:rPr>
        <w:t>by</w:t>
      </w:r>
      <w:r>
        <w:rPr>
          <w:rFonts w:ascii="Arial" w:hAnsi="Arial" w:cs="Arial" w:eastAsia="Arial"/>
          <w:sz w:val="21"/>
          <w:szCs w:val="21"/>
          <w:color w:val="000000"/>
          <w:spacing w:val="-45"/>
          <w:w w:val="81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-1"/>
        </w:rPr>
      </w:r>
      <w:r>
        <w:rPr>
          <w:rFonts w:ascii="Arial" w:hAnsi="Arial" w:cs="Arial" w:eastAsia="Arial"/>
          <w:sz w:val="21"/>
          <w:szCs w:val="21"/>
          <w:color w:val="FFFFFF"/>
          <w:spacing w:val="-3"/>
          <w:w w:val="81"/>
          <w:position w:val="0"/>
        </w:rPr>
        <w:t>P</w:t>
      </w:r>
      <w:r>
        <w:rPr>
          <w:rFonts w:ascii="Arial" w:hAnsi="Arial" w:cs="Arial" w:eastAsia="Arial"/>
          <w:sz w:val="21"/>
          <w:szCs w:val="21"/>
          <w:color w:val="FFFFFF"/>
          <w:spacing w:val="2"/>
          <w:w w:val="81"/>
          <w:position w:val="0"/>
        </w:rPr>
        <w:t>o</w:t>
      </w:r>
      <w:r>
        <w:rPr>
          <w:rFonts w:ascii="Arial" w:hAnsi="Arial" w:cs="Arial" w:eastAsia="Arial"/>
          <w:sz w:val="21"/>
          <w:szCs w:val="21"/>
          <w:color w:val="FFFFFF"/>
          <w:spacing w:val="0"/>
          <w:w w:val="81"/>
          <w:position w:val="0"/>
        </w:rPr>
        <w:t>wered</w:t>
      </w:r>
      <w:r>
        <w:rPr>
          <w:rFonts w:ascii="Arial" w:hAnsi="Arial" w:cs="Arial" w:eastAsia="Arial"/>
          <w:sz w:val="21"/>
          <w:szCs w:val="21"/>
          <w:color w:val="FFFFFF"/>
          <w:spacing w:val="24"/>
          <w:w w:val="81"/>
          <w:position w:val="0"/>
        </w:rPr>
        <w:t> </w:t>
      </w:r>
      <w:r>
        <w:rPr>
          <w:rFonts w:ascii="Arial" w:hAnsi="Arial" w:cs="Arial" w:eastAsia="Arial"/>
          <w:sz w:val="21"/>
          <w:szCs w:val="21"/>
          <w:color w:val="FFFFFF"/>
          <w:spacing w:val="0"/>
          <w:w w:val="100"/>
          <w:position w:val="0"/>
        </w:rPr>
        <w:t>by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</w:sectPr>
      </w:pPr>
      <w:rPr/>
    </w:p>
    <w:p>
      <w:pPr>
        <w:spacing w:before="37" w:after="0" w:line="240" w:lineRule="auto"/>
        <w:ind w:left="125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blue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gray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1-color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black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Correct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usage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reversed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4" w:equalWidth="0">
            <w:col w:w="2786" w:space="916"/>
            <w:col w:w="2672" w:space="911"/>
            <w:col w:w="2742" w:space="1281"/>
            <w:col w:w="333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697" w:footer="670" w:top="960" w:bottom="860" w:left="600" w:right="600"/>
          <w:headerReference w:type="default" r:id="rId8"/>
          <w:pgSz w:w="15840" w:h="12240" w:orient="landscape"/>
        </w:sectPr>
      </w:pPr>
      <w:rPr/>
    </w:p>
    <w:p>
      <w:pPr>
        <w:spacing w:before="37" w:after="0" w:line="203" w:lineRule="exact"/>
        <w:ind w:left="12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04.625pt;margin-top:-51.717815pt;width:147.896pt;height:47.714pt;mso-position-horizontal-relative:page;mso-position-vertical-relative:paragraph;z-index:-769" coordorigin="6093,-1034" coordsize="2958,954">
            <v:group style="position:absolute;left:6133;top:-994;width:550;height:874" coordorigin="6133,-994" coordsize="550,874">
              <v:shape style="position:absolute;left:6133;top:-994;width:550;height:874" coordorigin="6133,-994" coordsize="550,874" path="m7006,119l7003,126e" filled="f" stroked="t" strokeweight="4pt" strokecolor="#636466">
                <v:path arrowok="t"/>
              </v:shape>
            </v:group>
            <v:group style="position:absolute;left:6133;top:-994;width:777;height:874" coordorigin="6133,-994" coordsize="777,874">
              <v:shape style="position:absolute;left:6133;top:-994;width:777;height:874" coordorigin="6133,-994" coordsize="777,874" path="m7006,119l6776,588e" filled="f" stroked="t" strokeweight="4pt" strokecolor="#636466">
                <v:path arrowok="t"/>
              </v:shape>
            </v:group>
            <v:group style="position:absolute;left:6133;top:-994;width:1003;height:874" coordorigin="6133,-994" coordsize="1003,874">
              <v:shape style="position:absolute;left:6133;top:-994;width:1003;height:874" coordorigin="6133,-994" coordsize="1003,874" path="m7006,119l6577,994e" filled="f" stroked="t" strokeweight="4.0pt" strokecolor="#636466">
                <v:path arrowok="t"/>
              </v:shape>
            </v:group>
            <v:group style="position:absolute;left:6133;top:-994;width:1230;height:874" coordorigin="6133,-994" coordsize="1230,874">
              <v:shape style="position:absolute;left:6133;top:-994;width:1230;height:874" coordorigin="6133,-994" coordsize="1230,874" path="m7006,119l6577,994e" filled="f" stroked="t" strokeweight="4.0pt" strokecolor="#636466">
                <v:path arrowok="t"/>
              </v:shape>
            </v:group>
            <v:group style="position:absolute;left:6169;top:-994;width:1420;height:874" coordorigin="6169,-994" coordsize="1420,874">
              <v:shape style="position:absolute;left:6169;top:-994;width:1420;height:874" coordorigin="6169,-994" coordsize="1420,874" path="m7043,119l6613,994e" filled="f" stroked="t" strokeweight="4.0pt" strokecolor="#636466">
                <v:path arrowok="t"/>
              </v:shape>
            </v:group>
            <v:group style="position:absolute;left:6396;top:-994;width:1420;height:874" coordorigin="6396,-994" coordsize="1420,874">
              <v:shape style="position:absolute;left:6396;top:-994;width:1420;height:874" coordorigin="6396,-994" coordsize="1420,874" path="m7269,119l6840,994e" filled="f" stroked="t" strokeweight="4.0pt" strokecolor="#636466">
                <v:path arrowok="t"/>
              </v:shape>
            </v:group>
            <v:group style="position:absolute;left:6622;top:-994;width:1420;height:874" coordorigin="6622,-994" coordsize="1420,874">
              <v:shape style="position:absolute;left:6622;top:-994;width:1420;height:874" coordorigin="6622,-994" coordsize="1420,874" path="m7496,119l7067,994e" filled="f" stroked="t" strokeweight="4.0pt" strokecolor="#636466">
                <v:path arrowok="t"/>
              </v:shape>
            </v:group>
            <v:group style="position:absolute;left:6849;top:-994;width:1420;height:874" coordorigin="6849,-994" coordsize="1420,874">
              <v:shape style="position:absolute;left:6849;top:-994;width:1420;height:874" coordorigin="6849,-994" coordsize="1420,874" path="m7723,119l7293,994e" filled="f" stroked="t" strokeweight="4.0pt" strokecolor="#636466">
                <v:path arrowok="t"/>
              </v:shape>
            </v:group>
            <v:group style="position:absolute;left:7076;top:-994;width:1420;height:874" coordorigin="7076,-994" coordsize="1420,874">
              <v:shape style="position:absolute;left:7076;top:-994;width:1420;height:874" coordorigin="7076,-994" coordsize="1420,874" path="m7949,119l7520,994e" filled="f" stroked="t" strokeweight="4.0pt" strokecolor="#636466">
                <v:path arrowok="t"/>
              </v:shape>
            </v:group>
            <v:group style="position:absolute;left:7302;top:-994;width:1420;height:874" coordorigin="7302,-994" coordsize="1420,874">
              <v:shape style="position:absolute;left:7302;top:-994;width:1420;height:874" coordorigin="7302,-994" coordsize="1420,874" path="m8176,119l7747,994e" filled="f" stroked="t" strokeweight="4.0pt" strokecolor="#636466">
                <v:path arrowok="t"/>
              </v:shape>
            </v:group>
            <v:group style="position:absolute;left:7529;top:-994;width:1420;height:874" coordorigin="7529,-994" coordsize="1420,874">
              <v:shape style="position:absolute;left:7529;top:-994;width:1420;height:874" coordorigin="7529,-994" coordsize="1420,874" path="m8403,119l7973,994e" filled="f" stroked="t" strokeweight="4.0pt" strokecolor="#636466">
                <v:path arrowok="t"/>
              </v:shape>
            </v:group>
            <v:group style="position:absolute;left:7756;top:-994;width:1255;height:874" coordorigin="7756,-994" coordsize="1255,874">
              <v:shape style="position:absolute;left:7756;top:-994;width:1255;height:874" coordorigin="7756,-994" coordsize="1255,874" path="m8629,119l8200,994e" filled="f" stroked="t" strokeweight="4.0pt" strokecolor="#636466">
                <v:path arrowok="t"/>
              </v:shape>
            </v:group>
            <v:group style="position:absolute;left:7982;top:-994;width:1028;height:874" coordorigin="7982,-994" coordsize="1028,874">
              <v:shape style="position:absolute;left:7982;top:-994;width:1028;height:874" coordorigin="7982,-994" coordsize="1028,874" path="m8856,119l8427,994e" filled="f" stroked="t" strokeweight="4.0pt" strokecolor="#636466">
                <v:path arrowok="t"/>
              </v:shape>
            </v:group>
            <v:group style="position:absolute;left:8209;top:-994;width:801;height:874" coordorigin="8209,-994" coordsize="801,874">
              <v:shape style="position:absolute;left:8209;top:-994;width:801;height:874" coordorigin="8209,-994" coordsize="801,874" path="m9010,266l8653,994e" filled="f" stroked="t" strokeweight="4pt" strokecolor="#636466">
                <v:path arrowok="t"/>
              </v:shape>
            </v:group>
            <v:group style="position:absolute;left:8436;top:-994;width:575;height:874" coordorigin="8436,-994" coordsize="575,874">
              <v:shape style="position:absolute;left:8436;top:-994;width:575;height:874" coordorigin="8436,-994" coordsize="575,874" path="m9010,728l8880,994e" filled="f" stroked="t" strokeweight="4pt" strokecolor="#636466">
                <v:path arrowok="t"/>
              </v:shape>
            </v:group>
            <v:group style="position:absolute;left:6436;top:-210;width:2;height:2" coordorigin="6436,-210" coordsize="2,2">
              <v:shape style="position:absolute;left:6436;top:-210;width:2;height:2" coordorigin="6436,-210" coordsize="0,0" path="m6436,-210l6436,-210,6436,-210,6436,-210xe" filled="t" fillcolor="#013A81" stroked="f">
                <v:path arrowok="t"/>
                <v:fill/>
              </v:shape>
            </v:group>
            <v:group style="position:absolute;left:6436;top:-915;width:2313;height:732" coordorigin="6436,-915" coordsize="2313,732">
              <v:shape style="position:absolute;left:6436;top:-915;width:2313;height:732" coordorigin="6436,-915" coordsize="2313,732" path="m8531,-463l8381,-463,8390,-453,8400,-439,8411,-425,8423,-409,8435,-391,8447,-373,8459,-353,8471,-335,8483,-315,8494,-295,8505,-277,8515,-259,8525,-243,6451,-219,6443,-219,6436,-217,6436,-199,6443,-197,8610,-183,8733,-183,8749,-187,8749,-217,8740,-221,8718,-223,8706,-223,8698,-225,8678,-233,8667,-247,8657,-261,8647,-277,8637,-293,8626,-311,8614,-329,8603,-347,8591,-367,8567,-405,8531,-463e" filled="t" fillcolor="#013A81" stroked="f">
                <v:path arrowok="t"/>
                <v:fill/>
              </v:shape>
              <v:shape style="position:absolute;left:6436;top:-915;width:2313;height:732" coordorigin="6436,-915" coordsize="2313,732" path="m7000,-633l6834,-633,6839,-631,6843,-627,6846,-623,6889,-581,6918,-553,7009,-471,7080,-405,7133,-357,7164,-329,7178,-317,7191,-305,7202,-295,7220,-281,7235,-273,7240,-271,7248,-273,7252,-275,7263,-287,7266,-309,7266,-337,7266,-353,7266,-373,7269,-455,7193,-455,7189,-459,7181,-465,7171,-475,7067,-571,7000,-633e" filled="t" fillcolor="#013A81" stroked="f">
                <v:path arrowok="t"/>
                <v:fill/>
              </v:shape>
              <v:shape style="position:absolute;left:6436;top:-915;width:2313;height:732" coordorigin="6436,-915" coordsize="2313,732" path="m6544,-915l6459,-915,6453,-913,6450,-913,6437,-901,6440,-885,6459,-875,6467,-875,6483,-873,6489,-873,6495,-869,6504,-855,6508,-833,6508,-655,6508,-411,6508,-397,6499,-333,6463,-321,6442,-311,6437,-297,6445,-285,6462,-281,6483,-279,6870,-279,6893,-281,6909,-285,6915,-305,6907,-317,6901,-319,6678,-319,6658,-321,6631,-387,6630,-523,6630,-799,6648,-861,6660,-863,6675,-863,8691,-877,8698,-879,8698,-897,8691,-901,8683,-901,6544,-915e" filled="t" fillcolor="#013A81" stroked="f">
                <v:path arrowok="t"/>
                <v:fill/>
              </v:shape>
              <v:shape style="position:absolute;left:6436;top:-915;width:2313;height:732" coordorigin="6436,-915" coordsize="2313,732" path="m7321,-321l7307,-307,7305,-295,7316,-283,7323,-281,7331,-279,7536,-279,7552,-281,7562,-285,7568,-291,7569,-307,7562,-317,7552,-319,7331,-319,7321,-321e" filled="t" fillcolor="#013A81" stroked="f">
                <v:path arrowok="t"/>
                <v:fill/>
              </v:shape>
              <v:shape style="position:absolute;left:6436;top:-915;width:2313;height:732" coordorigin="6436,-915" coordsize="2313,732" path="m7679,-491l7545,-491,7553,-487,7560,-477,7563,-473,7613,-409,7626,-393,7668,-345,7727,-295,8269,-279,8289,-279,8311,-281,8325,-287,8330,-293,8330,-309,8323,-317,8306,-321,7865,-321,7848,-329,7797,-365,7741,-423,7728,-437,7702,-465,7679,-491e" filled="t" fillcolor="#013A81" stroked="f">
                <v:path arrowok="t"/>
                <v:fill/>
              </v:shape>
              <v:shape style="position:absolute;left:6436;top:-915;width:2313;height:732" coordorigin="6436,-915" coordsize="2313,732" path="m6783,-827l6766,-817,6761,-797,6758,-627,6756,-487,6754,-417,6752,-357,6704,-319,6901,-319,6895,-321,6867,-321,6850,-325,6842,-387,6835,-609,6835,-623,6834,-633,7000,-633,6984,-647,6916,-711,6894,-731,6888,-737,6830,-793,6816,-807,6800,-821,6783,-827e" filled="t" fillcolor="#013A81" stroked="f">
                <v:path arrowok="t"/>
                <v:fill/>
              </v:shape>
              <v:shape style="position:absolute;left:6436;top:-915;width:2313;height:732" coordorigin="6436,-915" coordsize="2313,732" path="m7693,-775l7339,-775,7355,-771,7367,-757,7371,-737,7371,-727,7372,-523,7371,-413,7369,-351,7331,-319,7552,-319,7543,-321,7516,-321,7506,-323,7500,-329,7493,-335,7492,-351,7491,-365,7490,-385,7489,-405,7489,-419,7489,-459,7489,-467,7490,-485,7510,-489,7538,-489,7545,-491,7679,-491,7674,-497,7661,-511,7657,-517,7647,-527,7648,-531,7654,-535,7656,-535,7671,-549,7522,-549,7502,-551,7493,-613,7490,-675,7489,-751,7509,-755,7714,-755,7705,-765,7693,-775e" filled="t" fillcolor="#013A81" stroked="f">
                <v:path arrowok="t"/>
                <v:fill/>
              </v:shape>
              <v:shape style="position:absolute;left:6436;top:-915;width:2313;height:732" coordorigin="6436,-915" coordsize="2313,732" path="m7883,-817l7862,-815,7841,-805,7838,-789,7854,-779,7873,-775,7888,-773,7897,-767,7902,-753,7903,-737,7903,-727,7903,-693,7903,-681,7903,-659,7903,-407,7899,-337,7884,-321,8056,-321,8025,-385,8024,-491,8024,-615,8024,-741,8031,-765,8047,-775,8070,-775,8083,-781,8087,-787,8088,-793,8080,-811,8058,-815,7904,-815,7883,-817e" filled="t" fillcolor="#013A81" stroked="f">
                <v:path arrowok="t"/>
                <v:fill/>
              </v:shape>
              <v:shape style="position:absolute;left:6436;top:-915;width:2313;height:732" coordorigin="6436,-915" coordsize="2313,732" path="m8167,-817l8146,-815,8125,-805,8121,-791,8135,-779,8152,-775,8172,-773,8182,-771,8196,-763,8204,-755,8209,-747,8222,-727,8274,-647,8295,-613,8317,-579,8327,-561,8338,-545,8204,-361,8145,-321,8292,-321,8290,-325,8303,-345,8314,-363,8325,-379,8336,-397,8359,-429,8381,-463,8531,-463,8521,-479,8511,-497,8501,-513,8491,-529,8482,-543,8474,-555,8484,-573,8494,-589,8505,-607,8516,-623,8521,-631,8419,-631,8409,-647,8397,-667,8384,-687,8371,-709,8359,-729,8349,-747,8341,-759,8334,-771,8338,-775,8348,-775,8358,-777,8373,-785,8375,-797,8368,-807,8355,-815,8188,-815,8167,-817e" filled="t" fillcolor="#013A81" stroked="f">
                <v:path arrowok="t"/>
                <v:fill/>
              </v:shape>
              <v:shape style="position:absolute;left:6436;top:-915;width:2313;height:732" coordorigin="6436,-915" coordsize="2313,732" path="m7162,-817l7140,-815,7123,-813,7113,-809,7107,-797,7115,-781,7121,-777,7128,-777,7168,-773,7188,-679,7190,-603,7192,-523,7193,-455,7269,-455,7269,-489,7270,-535,7270,-555,7270,-573,7272,-649,7273,-667,7273,-679,7273,-717,7274,-741,7277,-757,7293,-771,7311,-775,7693,-775,7689,-779,7596,-813,7577,-815,7183,-815,7162,-817e" filled="t" fillcolor="#013A81" stroked="f">
                <v:path arrowok="t"/>
                <v:fill/>
              </v:shape>
              <v:shape style="position:absolute;left:6436;top:-915;width:2313;height:732" coordorigin="6436,-915" coordsize="2313,732" path="m7714,-755l7529,-755,7549,-753,7570,-743,7613,-697,7622,-649,7622,-637,7603,-575,7573,-551,7567,-551,7563,-549,7671,-549,7686,-563,7723,-613,7739,-669,7736,-695,7731,-719,7724,-737,7715,-753,7714,-755e" filled="t" fillcolor="#013A81" stroked="f">
                <v:path arrowok="t"/>
                <v:fill/>
              </v:shape>
              <v:shape style="position:absolute;left:6436;top:-915;width:2313;height:732" coordorigin="6436,-915" coordsize="2313,732" path="m8640,-775l8510,-775,8513,-771,8511,-767,8501,-751,8478,-715,8465,-695,8450,-675,8437,-655,8426,-639,8419,-631,8521,-631,8527,-641,8539,-659,8562,-691,8573,-707,8584,-723,8601,-747,8607,-755,8620,-767,8640,-775e" filled="t" fillcolor="#013A81" stroked="f">
                <v:path arrowok="t"/>
                <v:fill/>
              </v:shape>
              <v:shape style="position:absolute;left:6436;top:-915;width:2313;height:732" coordorigin="6436,-915" coordsize="2313,732" path="m8648,-815l8498,-815,8479,-813,8471,-791,8477,-779,8486,-775,8652,-775,8660,-777,8674,-779,8681,-787,8680,-797,8669,-813,8648,-815e" filled="t" fillcolor="#013A81" stroked="f">
                <v:path arrowok="t"/>
                <v:fill/>
              </v:shape>
            </v:group>
            <v:group style="position:absolute;left:8710;top:-290;width:53;height:52" coordorigin="8710,-290" coordsize="53,52">
              <v:shape style="position:absolute;left:8710;top:-290;width:53;height:52" coordorigin="8710,-290" coordsize="53,52" path="m8751,-290l8722,-290,8710,-279,8710,-249,8722,-238,8751,-238,8756,-243,8725,-243,8715,-252,8715,-277,8725,-286,8756,-286,8751,-290e" filled="t" fillcolor="#013A81" stroked="f">
                <v:path arrowok="t"/>
                <v:fill/>
              </v:shape>
              <v:shape style="position:absolute;left:8710;top:-290;width:53;height:52" coordorigin="8710,-290" coordsize="53,52" path="m8756,-286l8748,-286,8758,-277,8758,-252,8748,-243,8756,-243,8763,-249,8763,-279,8756,-286e" filled="t" fillcolor="#013A81" stroked="f">
                <v:path arrowok="t"/>
                <v:fill/>
              </v:shape>
              <v:shape style="position:absolute;left:8710;top:-290;width:53;height:52" coordorigin="8710,-290" coordsize="53,52" path="m8745,-279l8727,-279,8727,-249,8731,-249,8731,-262,8741,-262,8741,-263,8745,-263,8749,-265,8749,-266,8731,-266,8731,-275,8749,-275,8749,-277,8745,-279e" filled="t" fillcolor="#013A81" stroked="f">
                <v:path arrowok="t"/>
                <v:fill/>
              </v:shape>
              <v:shape style="position:absolute;left:8710;top:-290;width:53;height:52" coordorigin="8710,-290" coordsize="53,52" path="m8741,-262l8736,-262,8744,-249,8749,-249,8741,-262e" filled="t" fillcolor="#013A81" stroked="f">
                <v:path arrowok="t"/>
                <v:fill/>
              </v:shape>
              <v:shape style="position:absolute;left:8710;top:-290;width:53;height:52" coordorigin="8710,-290" coordsize="53,52" path="m8749,-275l8740,-275,8744,-275,8744,-266,8740,-266,8749,-266,8749,-275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.211567pt;margin-top:-46.267414pt;width:117.301434pt;height:37.6pt;mso-position-horizontal-relative:page;mso-position-vertical-relative:paragraph;z-index:-766" coordorigin="724,-925" coordsize="2346,752">
            <v:group style="position:absolute;left:734;top:-915;width:2313;height:732" coordorigin="734,-915" coordsize="2313,732">
              <v:shape style="position:absolute;left:734;top:-915;width:2313;height:732" coordorigin="734,-915" coordsize="2313,732" path="m2835,-481l2690,-481,2699,-471,2708,-457,2718,-443,2728,-425,2738,-407,2770,-347,2790,-305,2800,-285,2810,-267,2819,-251,2827,-235,2170,-221,2161,-221,2155,-219,2155,-201,2161,-199,2170,-199,2910,-183,3030,-183,3047,-187,3047,-217,3037,-221,3015,-223,3003,-223,2995,-225,2975,-233,2964,-247,2955,-261,2946,-275,2936,-293,2926,-309,2916,-329,2905,-347,2895,-369,2873,-409,2840,-471,2835,-481e" filled="t" fillcolor="#013A81" stroked="f">
                <v:path arrowok="t"/>
                <v:fill/>
              </v:shape>
              <v:shape style="position:absolute;left:734;top:-915;width:2313;height:732" coordorigin="734,-915" coordsize="2313,732" path="m1297,-633l1132,-633,1137,-631,1140,-627,1144,-623,1187,-581,1215,-553,1306,-471,1377,-405,1430,-357,1461,-329,1476,-317,1488,-305,1499,-295,1517,-281,1533,-273,1538,-271,1545,-273,1549,-275,1560,-287,1563,-309,1563,-337,1564,-353,1564,-373,1566,-455,1490,-455,1486,-459,1478,-465,1468,-475,1365,-571,1297,-633e" filled="t" fillcolor="#013A81" stroked="f">
                <v:path arrowok="t"/>
                <v:fill/>
              </v:shape>
              <v:shape style="position:absolute;left:734;top:-915;width:2313;height:732" coordorigin="734,-915" coordsize="2313,732" path="m1214,-913l748,-913,734,-901,737,-885,757,-875,764,-875,780,-873,787,-873,792,-869,802,-855,805,-833,805,-655,806,-411,806,-399,797,-333,760,-321,740,-311,734,-297,743,-285,759,-281,780,-279,1168,-279,1190,-281,1207,-285,1213,-305,1205,-317,1199,-319,975,-319,955,-321,929,-385,928,-527,928,-801,945,-861,957,-863,972,-863,1205,-891,1214,-891,1220,-893,1220,-911,1214,-913e" filled="t" fillcolor="#013A81" stroked="f">
                <v:path arrowok="t"/>
                <v:fill/>
              </v:shape>
              <v:shape style="position:absolute;left:734;top:-915;width:2313;height:732" coordorigin="734,-915" coordsize="2313,732" path="m1618,-321l1604,-307,1603,-295,1613,-283,1620,-281,1628,-279,1833,-279,1850,-281,1860,-285,1865,-291,1866,-307,1860,-317,1850,-319,1629,-319,1618,-321e" filled="t" fillcolor="#013A81" stroked="f">
                <v:path arrowok="t"/>
                <v:fill/>
              </v:shape>
              <v:shape style="position:absolute;left:734;top:-915;width:2313;height:732" coordorigin="734,-915" coordsize="2313,732" path="m1977,-491l1842,-491,1850,-487,1857,-477,1861,-473,1910,-409,1923,-393,1966,-345,2025,-295,2566,-279,2587,-279,2608,-281,2623,-287,2627,-293,2628,-309,2621,-317,2603,-321,2163,-321,2145,-329,2095,-365,2039,-423,2025,-437,1999,-465,1977,-491e" filled="t" fillcolor="#013A81" stroked="f">
                <v:path arrowok="t"/>
                <v:fill/>
              </v:shape>
              <v:shape style="position:absolute;left:734;top:-915;width:2313;height:732" coordorigin="734,-915" coordsize="2313,732" path="m1080,-827l1064,-817,1058,-797,1056,-627,1053,-489,1052,-417,1050,-357,1002,-319,1199,-319,1193,-321,1164,-321,1147,-325,1140,-389,1134,-581,1133,-609,1132,-623,1132,-633,1297,-633,1282,-647,1213,-711,1192,-731,1185,-737,1128,-793,1113,-807,1098,-821,1080,-827e" filled="t" fillcolor="#013A81" stroked="f">
                <v:path arrowok="t"/>
                <v:fill/>
              </v:shape>
              <v:shape style="position:absolute;left:734;top:-915;width:2313;height:732" coordorigin="734,-915" coordsize="2313,732" path="m1991,-775l1637,-775,1653,-771,1664,-757,1668,-737,1669,-725,1669,-535,1669,-415,1666,-351,1629,-319,1850,-319,1840,-321,1813,-321,1803,-323,1787,-383,1786,-419,1786,-459,1787,-467,1787,-485,1807,-489,1836,-489,1842,-491,1977,-491,1972,-497,1959,-511,1954,-517,1944,-527,1945,-531,1951,-535,1953,-535,1969,-549,1819,-549,1800,-551,1791,-613,1787,-675,1787,-751,1807,-755,2011,-755,2002,-765,1991,-775e" filled="t" fillcolor="#013A81" stroked="f">
                <v:path arrowok="t"/>
                <v:fill/>
              </v:shape>
              <v:shape style="position:absolute;left:734;top:-915;width:2313;height:732" coordorigin="734,-915" coordsize="2313,732" path="m2180,-817l2159,-815,2139,-805,2135,-789,2151,-779,2170,-775,2186,-773,2195,-767,2199,-753,2200,-737,2200,-725,2201,-693,2200,-681,2200,-657,2200,-407,2196,-337,2182,-321,2355,-321,2322,-385,2322,-499,2322,-741,2328,-765,2344,-775,2368,-775,2380,-781,2385,-787,2385,-793,2377,-811,2355,-815,2201,-815,2180,-817e" filled="t" fillcolor="#013A81" stroked="f">
                <v:path arrowok="t"/>
                <v:fill/>
              </v:shape>
              <v:shape style="position:absolute;left:734;top:-915;width:2313;height:732" coordorigin="734,-915" coordsize="2313,732" path="m2631,-907l2443,-907,2423,-895,2419,-881,2433,-869,2450,-867,2469,-865,2480,-861,2494,-855,2501,-845,2506,-837,2519,-819,2528,-805,2537,-791,2546,-775,2556,-757,2565,-739,2575,-719,2605,-661,2615,-641,2625,-623,2634,-607,2643,-591,2633,-575,2624,-559,2593,-505,2582,-487,2549,-433,2539,-415,2528,-399,2518,-383,2508,-369,2482,-337,2464,-325,2445,-321,2589,-321,2587,-325,2599,-345,2610,-361,2621,-377,2633,-395,2657,-431,2680,-465,2690,-481,2835,-481,2829,-493,2819,-511,2809,-531,2800,-547,2791,-563,2782,-579,2774,-591,2767,-603,2776,-617,2786,-631,2795,-649,2805,-667,2815,-687,2827,-711,2720,-711,2710,-725,2673,-785,2636,-855,2631,-863,2635,-867,2655,-867,2670,-877,2672,-889,2666,-897,2652,-905,2631,-907e" filled="t" fillcolor="#013A81" stroked="f">
                <v:path arrowok="t"/>
                <v:fill/>
              </v:shape>
              <v:shape style="position:absolute;left:734;top:-915;width:2313;height:732" coordorigin="734,-915" coordsize="2313,732" path="m1459,-817l1438,-815,1420,-813,1410,-809,1404,-797,1412,-781,1418,-777,1426,-777,1465,-773,1485,-679,1488,-603,1489,-523,1490,-455,1566,-455,1566,-477,1567,-487,1567,-505,1567,-531,1567,-553,1568,-573,1570,-649,1570,-669,1570,-681,1570,-717,1571,-741,1574,-757,1590,-771,1609,-775,1991,-775,1986,-779,1894,-813,1875,-815,1480,-815,1459,-817e" filled="t" fillcolor="#013A81" stroked="f">
                <v:path arrowok="t"/>
                <v:fill/>
              </v:shape>
              <v:shape style="position:absolute;left:734;top:-915;width:2313;height:732" coordorigin="734,-915" coordsize="2313,732" path="m2011,-755l1827,-755,1846,-753,1868,-743,1910,-697,1920,-657,1920,-637,1900,-575,1870,-551,1865,-551,1860,-549,1969,-549,1983,-563,2020,-613,2036,-669,2034,-695,2029,-719,2022,-737,2013,-753,2011,-755e" filled="t" fillcolor="#013A81" stroked="f">
                <v:path arrowok="t"/>
                <v:fill/>
              </v:shape>
              <v:shape style="position:absolute;left:734;top:-915;width:2313;height:732" coordorigin="734,-915" coordsize="2313,732" path="m2938,-867l2808,-867,2811,-863,2808,-859,2798,-843,2787,-823,2776,-807,2764,-787,2751,-765,2739,-745,2728,-725,2720,-711,2827,-711,2844,-747,2854,-767,2864,-785,2873,-801,2882,-815,2899,-837,2905,-845,2917,-859,2938,-867e" filled="t" fillcolor="#013A81" stroked="f">
                <v:path arrowok="t"/>
                <v:fill/>
              </v:shape>
              <v:shape style="position:absolute;left:734;top:-915;width:2313;height:732" coordorigin="734,-915" coordsize="2313,732" path="m2945,-907l2795,-907,2776,-903,2768,-883,2775,-871,2784,-867,2957,-867,2971,-871,2979,-879,2978,-889,2967,-903,2945,-907e" filled="t" fillcolor="#013A81" stroked="f">
                <v:path arrowok="t"/>
                <v:fill/>
              </v:shape>
              <v:shape style="position:absolute;left:734;top:-915;width:2313;height:732" coordorigin="734,-915" coordsize="2313,732" path="m842,-915l756,-915,750,-913,1205,-913,842,-915e" filled="t" fillcolor="#013A81" stroked="f">
                <v:path arrowok="t"/>
                <v:fill/>
              </v:shape>
            </v:group>
            <v:group style="position:absolute;left:3008;top:-290;width:53;height:52" coordorigin="3008,-290" coordsize="53,52">
              <v:shape style="position:absolute;left:3008;top:-290;width:53;height:52" coordorigin="3008,-290" coordsize="53,52" path="m3048,-290l3020,-290,3008,-279,3008,-249,3020,-238,3048,-238,3053,-243,3022,-243,3013,-252,3013,-277,3022,-286,3053,-286,3048,-290e" filled="t" fillcolor="#013A81" stroked="f">
                <v:path arrowok="t"/>
                <v:fill/>
              </v:shape>
              <v:shape style="position:absolute;left:3008;top:-290;width:53;height:52" coordorigin="3008,-290" coordsize="53,52" path="m3053,-286l3046,-286,3055,-277,3055,-252,3046,-243,3053,-243,3060,-249,3060,-279,3053,-286e" filled="t" fillcolor="#013A81" stroked="f">
                <v:path arrowok="t"/>
                <v:fill/>
              </v:shape>
              <v:shape style="position:absolute;left:3008;top:-290;width:53;height:52" coordorigin="3008,-290" coordsize="53,52" path="m3042,-279l3024,-279,3024,-249,3029,-249,3029,-262,3038,-262,3038,-263,3043,-263,3046,-265,3046,-266,3029,-266,3029,-275,3046,-275,3046,-277,3042,-279e" filled="t" fillcolor="#013A81" stroked="f">
                <v:path arrowok="t"/>
                <v:fill/>
              </v:shape>
              <v:shape style="position:absolute;left:3008;top:-290;width:53;height:52" coordorigin="3008,-290" coordsize="53,52" path="m3038,-262l3034,-262,3042,-249,3047,-249,3038,-262e" filled="t" fillcolor="#013A81" stroked="f">
                <v:path arrowok="t"/>
                <v:fill/>
              </v:shape>
              <v:shape style="position:absolute;left:3008;top:-290;width:53;height:52" coordorigin="3008,-290" coordsize="53,52" path="m3046,-275l3038,-275,3041,-275,3041,-266,3038,-266,3046,-266,3046,-275e" filled="t" fillcolor="#013A8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rearrange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resize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elements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37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place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on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high-contrast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  <w:position w:val="-1"/>
        </w:rPr>
        <w:t>background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2" w:equalWidth="0">
            <w:col w:w="2892" w:space="2641"/>
            <w:col w:w="9107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</w:sectPr>
      </w:pPr>
      <w:rPr/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9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06.625pt;margin-top:-49.803799pt;width:143.896pt;height:47.801pt;mso-position-horizontal-relative:page;mso-position-vertical-relative:paragraph;z-index:-768" coordorigin="6133,-996" coordsize="2878,956">
            <v:shape style="position:absolute;left:6133;top:-996;width:2878;height:956" type="#_x0000_t75">
              <v:imagedata r:id="rId9" o:title=""/>
            </v:shape>
            <v:group style="position:absolute;left:6436;top:-165;width:2;height:2" coordorigin="6436,-165" coordsize="2,2">
              <v:shape style="position:absolute;left:6436;top:-165;width:2;height:2" coordorigin="6436,-165" coordsize="0,0" path="m6436,-164l6436,-164,6436,-165,6436,-164xe" filled="t" fillcolor="#013A81" stroked="f">
                <v:path arrowok="t"/>
                <v:fill/>
              </v:shape>
            </v:group>
            <v:group style="position:absolute;left:6436;top:-870;width:2313;height:732" coordorigin="6436,-870" coordsize="2313,732">
              <v:shape style="position:absolute;left:6436;top:-870;width:2313;height:732" coordorigin="6436,-870" coordsize="2313,732" path="m8531,-418l8381,-418,8390,-408,8400,-394,8411,-380,8423,-364,8435,-346,8447,-328,8459,-308,8471,-290,8483,-270,8494,-250,8505,-232,8515,-214,8525,-198,6451,-174,6443,-174,6436,-172,6436,-154,6443,-152,8610,-138,8733,-138,8749,-142,8749,-172,8740,-176,8718,-178,8706,-178,8698,-180,8678,-188,8667,-202,8657,-216,8647,-232,8637,-248,8626,-266,8614,-284,8603,-302,8591,-322,8567,-360,8531,-418e" filled="t" fillcolor="#013A81" stroked="f">
                <v:path arrowok="t"/>
                <v:fill/>
              </v:shape>
              <v:shape style="position:absolute;left:6436;top:-870;width:2313;height:732" coordorigin="6436,-870" coordsize="2313,732" path="m7000,-588l6834,-588,6839,-586,6843,-582,6861,-564,6889,-536,6918,-508,7009,-426,7080,-360,7133,-312,7164,-284,7178,-272,7191,-260,7202,-250,7220,-236,7235,-228,7240,-226,7248,-228,7252,-230,7263,-242,7266,-264,7266,-292,7266,-308,7266,-328,7269,-410,7193,-410,7189,-414,7181,-420,7171,-430,7067,-526,7000,-588e" filled="t" fillcolor="#013A81" stroked="f">
                <v:path arrowok="t"/>
                <v:fill/>
              </v:shape>
              <v:shape style="position:absolute;left:6436;top:-870;width:2313;height:732" coordorigin="6436,-870" coordsize="2313,732" path="m6544,-870l6459,-870,6453,-868,6450,-868,6437,-856,6440,-840,6459,-830,6467,-830,6483,-828,6489,-828,6495,-824,6504,-810,6508,-788,6508,-610,6508,-366,6508,-352,6499,-288,6463,-276,6442,-266,6437,-252,6445,-240,6462,-236,6483,-234,6870,-234,6893,-236,6909,-240,6915,-260,6907,-272,6901,-274,6678,-274,6658,-276,6631,-342,6630,-478,6630,-754,6648,-816,6660,-818,6675,-818,8691,-832,8698,-834,8698,-852,8691,-856,8683,-856,6544,-870e" filled="t" fillcolor="#013A81" stroked="f">
                <v:path arrowok="t"/>
                <v:fill/>
              </v:shape>
              <v:shape style="position:absolute;left:6436;top:-870;width:2313;height:732" coordorigin="6436,-870" coordsize="2313,732" path="m7321,-276l7307,-262,7305,-250,7316,-238,7323,-236,7331,-234,7536,-234,7552,-236,7562,-240,7568,-246,7569,-262,7562,-272,7552,-274,7331,-274,7321,-276e" filled="t" fillcolor="#013A81" stroked="f">
                <v:path arrowok="t"/>
                <v:fill/>
              </v:shape>
              <v:shape style="position:absolute;left:6436;top:-870;width:2313;height:732" coordorigin="6436,-870" coordsize="2313,732" path="m7679,-446l7545,-446,7553,-442,7560,-432,7563,-428,7613,-364,7626,-348,7668,-300,7727,-250,8269,-234,8289,-234,8311,-236,8325,-242,8330,-248,8330,-264,8323,-272,8306,-276,7865,-276,7848,-284,7797,-320,7741,-378,7728,-392,7702,-420,7679,-446e" filled="t" fillcolor="#013A81" stroked="f">
                <v:path arrowok="t"/>
                <v:fill/>
              </v:shape>
              <v:shape style="position:absolute;left:6436;top:-870;width:2313;height:732" coordorigin="6436,-870" coordsize="2313,732" path="m6783,-782l6766,-772,6761,-752,6758,-582,6756,-442,6754,-372,6752,-312,6704,-274,6901,-274,6895,-276,6867,-276,6850,-280,6842,-342,6835,-564,6835,-578,6834,-588,7000,-588,6984,-602,6916,-666,6894,-686,6888,-692,6830,-748,6816,-762,6800,-776,6783,-782e" filled="t" fillcolor="#013A81" stroked="f">
                <v:path arrowok="t"/>
                <v:fill/>
              </v:shape>
              <v:shape style="position:absolute;left:6436;top:-870;width:2313;height:732" coordorigin="6436,-870" coordsize="2313,732" path="m7693,-730l7339,-730,7355,-726,7367,-712,7371,-692,7371,-682,7372,-478,7371,-368,7369,-306,7331,-274,7552,-274,7543,-276,7516,-276,7506,-278,7500,-284,7493,-290,7492,-306,7491,-320,7490,-340,7489,-360,7489,-374,7489,-414,7489,-422,7490,-440,7510,-444,7538,-444,7545,-446,7679,-446,7674,-452,7661,-466,7657,-472,7647,-482,7648,-486,7654,-490,7656,-490,7671,-504,7522,-504,7502,-506,7493,-568,7490,-630,7489,-706,7509,-710,7714,-710,7705,-720,7693,-730e" filled="t" fillcolor="#013A81" stroked="f">
                <v:path arrowok="t"/>
                <v:fill/>
              </v:shape>
              <v:shape style="position:absolute;left:6436;top:-870;width:2313;height:732" coordorigin="6436,-870" coordsize="2313,732" path="m7883,-772l7862,-770,7841,-760,7838,-744,7854,-734,7873,-730,7888,-728,7897,-722,7902,-708,7903,-692,7903,-682,7903,-648,7903,-636,7903,-614,7903,-362,7899,-292,7884,-276,8056,-276,8025,-340,8024,-446,8024,-570,8024,-696,8031,-720,8047,-730,8070,-730,8083,-736,8087,-742,8088,-748,8080,-766,8058,-770,7904,-770,7883,-772e" filled="t" fillcolor="#013A81" stroked="f">
                <v:path arrowok="t"/>
                <v:fill/>
              </v:shape>
              <v:shape style="position:absolute;left:6436;top:-870;width:2313;height:732" coordorigin="6436,-870" coordsize="2313,732" path="m8167,-772l8146,-770,8125,-760,8121,-746,8135,-734,8152,-730,8172,-728,8182,-726,8196,-718,8204,-710,8209,-702,8222,-682,8274,-602,8295,-568,8317,-534,8327,-516,8338,-500,8204,-316,8145,-276,8292,-276,8290,-280,8303,-300,8314,-318,8325,-334,8336,-352,8359,-384,8381,-418,8531,-418,8521,-434,8511,-452,8501,-468,8491,-484,8482,-498,8474,-510,8484,-528,8494,-544,8505,-562,8516,-578,8521,-586,8419,-586,8409,-602,8397,-622,8384,-642,8371,-664,8359,-684,8349,-702,8341,-714,8334,-726,8338,-730,8348,-730,8358,-732,8373,-740,8375,-752,8368,-762,8355,-770,8188,-770,8167,-772e" filled="t" fillcolor="#013A81" stroked="f">
                <v:path arrowok="t"/>
                <v:fill/>
              </v:shape>
              <v:shape style="position:absolute;left:6436;top:-870;width:2313;height:732" coordorigin="6436,-870" coordsize="2313,732" path="m7162,-772l7140,-770,7123,-768,7113,-764,7107,-752,7115,-736,7121,-732,7128,-732,7168,-728,7188,-634,7190,-558,7192,-478,7193,-410,7269,-410,7269,-444,7270,-490,7270,-510,7270,-528,7272,-604,7273,-622,7273,-634,7273,-672,7274,-696,7277,-712,7293,-726,7311,-730,7693,-730,7689,-734,7596,-768,7577,-770,7183,-770,7162,-772e" filled="t" fillcolor="#013A81" stroked="f">
                <v:path arrowok="t"/>
                <v:fill/>
              </v:shape>
              <v:shape style="position:absolute;left:6436;top:-870;width:2313;height:732" coordorigin="6436,-870" coordsize="2313,732" path="m7714,-710l7529,-710,7549,-708,7570,-698,7613,-652,7622,-604,7622,-592,7603,-530,7573,-506,7567,-506,7563,-504,7671,-504,7686,-518,7723,-568,7739,-624,7736,-650,7731,-674,7724,-692,7715,-708,7714,-710e" filled="t" fillcolor="#013A81" stroked="f">
                <v:path arrowok="t"/>
                <v:fill/>
              </v:shape>
              <v:shape style="position:absolute;left:6436;top:-870;width:2313;height:732" coordorigin="6436,-870" coordsize="2313,732" path="m8640,-730l8510,-730,8513,-726,8511,-722,8501,-706,8478,-670,8465,-650,8450,-630,8437,-610,8426,-594,8419,-586,8521,-586,8527,-596,8539,-614,8562,-646,8573,-662,8584,-678,8601,-702,8607,-710,8620,-722,8640,-730e" filled="t" fillcolor="#013A81" stroked="f">
                <v:path arrowok="t"/>
                <v:fill/>
              </v:shape>
              <v:shape style="position:absolute;left:6436;top:-870;width:2313;height:732" coordorigin="6436,-870" coordsize="2313,732" path="m8648,-770l8498,-770,8479,-768,8471,-746,8477,-734,8486,-730,8652,-730,8660,-732,8674,-734,8681,-742,8680,-752,8669,-768,8648,-770e" filled="t" fillcolor="#013A81" stroked="f">
                <v:path arrowok="t"/>
                <v:fill/>
              </v:shape>
            </v:group>
            <v:group style="position:absolute;left:8710;top:-245;width:53;height:52" coordorigin="8710,-245" coordsize="53,52">
              <v:shape style="position:absolute;left:8710;top:-245;width:53;height:52" coordorigin="8710,-245" coordsize="53,52" path="m8751,-245l8722,-245,8710,-234,8710,-204,8722,-193,8751,-193,8756,-197,8725,-197,8715,-206,8715,-231,8725,-241,8756,-241,8751,-245e" filled="t" fillcolor="#013A81" stroked="f">
                <v:path arrowok="t"/>
                <v:fill/>
              </v:shape>
              <v:shape style="position:absolute;left:8710;top:-245;width:53;height:52" coordorigin="8710,-245" coordsize="53,52" path="m8756,-241l8748,-241,8758,-231,8758,-206,8748,-197,8756,-197,8763,-204,8763,-234,8756,-241e" filled="t" fillcolor="#013A81" stroked="f">
                <v:path arrowok="t"/>
                <v:fill/>
              </v:shape>
              <v:shape style="position:absolute;left:8710;top:-245;width:53;height:52" coordorigin="8710,-245" coordsize="53,52" path="m8745,-234l8727,-234,8727,-204,8731,-204,8731,-217,8741,-217,8741,-217,8745,-218,8749,-220,8749,-221,8731,-221,8731,-230,8749,-230,8749,-231,8745,-234e" filled="t" fillcolor="#013A81" stroked="f">
                <v:path arrowok="t"/>
                <v:fill/>
              </v:shape>
              <v:shape style="position:absolute;left:8710;top:-245;width:53;height:52" coordorigin="8710,-245" coordsize="53,52" path="m8741,-217l8736,-217,8744,-204,8749,-204,8741,-217e" filled="t" fillcolor="#013A81" stroked="f">
                <v:path arrowok="t"/>
                <v:fill/>
              </v:shape>
              <v:shape style="position:absolute;left:8710;top:-245;width:53;height:52" coordorigin="8710,-245" coordsize="53,52" path="m8749,-230l8740,-230,8744,-229,8744,-221,8740,-221,8749,-221,8749,-230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.174801pt;margin-top:45.916302pt;width:117.3382pt;height:37.6pt;mso-position-horizontal-relative:page;mso-position-vertical-relative:paragraph;z-index:-765" coordorigin="723,918" coordsize="2347,752">
            <v:group style="position:absolute;left:733;top:1634;width:2;height:2" coordorigin="733,1634" coordsize="2,2">
              <v:shape style="position:absolute;left:733;top:1634;width:2;height:2" coordorigin="733,1634" coordsize="0,0" path="m733,1634l733,1634,733,1634,733,1634xe" filled="t" fillcolor="#EC098D" stroked="f">
                <v:path arrowok="t"/>
                <v:fill/>
              </v:shape>
            </v:group>
            <v:group style="position:absolute;left:734;top:928;width:2313;height:732" coordorigin="734,928" coordsize="2313,732">
              <v:shape style="position:absolute;left:734;top:928;width:2313;height:732" coordorigin="734,928" coordsize="2313,732" path="m2829,1380l2678,1380,2688,1390,2698,1404,2709,1418,2720,1434,2732,1452,2744,1470,2756,1490,2768,1508,2780,1528,2792,1548,2803,1566,2813,1584,2822,1600,749,1624,740,1624,734,1626,734,1644,740,1646,2907,1660,3030,1660,3047,1656,3047,1626,3037,1622,3015,1620,3003,1620,2995,1618,2975,1610,2964,1596,2955,1582,2945,1566,2934,1550,2923,1532,2912,1514,2900,1496,2888,1476,2865,1438,2829,1380e" filled="t" fillcolor="#EC098D" stroked="f">
                <v:path arrowok="t"/>
                <v:fill/>
              </v:shape>
              <v:shape style="position:absolute;left:734;top:928;width:2313;height:732" coordorigin="734,928" coordsize="2313,732" path="m1297,1210l1132,1210,1137,1212,1140,1216,1144,1220,1187,1262,1215,1290,1306,1372,1377,1438,1430,1486,1461,1514,1476,1526,1488,1538,1499,1548,1517,1562,1533,1570,1538,1572,1545,1570,1549,1568,1560,1556,1563,1534,1563,1506,1564,1490,1564,1470,1566,1388,1490,1388,1486,1384,1478,1378,1468,1368,1365,1272,1297,1210e" filled="t" fillcolor="#EC098D" stroked="f">
                <v:path arrowok="t"/>
                <v:fill/>
              </v:shape>
              <v:shape style="position:absolute;left:734;top:928;width:2313;height:732" coordorigin="734,928" coordsize="2313,732" path="m842,928l756,928,750,930,748,930,734,942,737,958,757,968,764,968,780,970,787,970,792,974,802,988,805,1010,805,1188,806,1432,805,1446,797,1510,760,1522,740,1532,734,1546,743,1558,759,1562,780,1564,1168,1564,1190,1562,1207,1558,1213,1538,1205,1526,1199,1524,975,1524,955,1522,929,1456,928,1314,928,1044,945,982,957,980,972,980,2988,966,2995,964,2995,946,2988,942,2980,942,842,928e" filled="t" fillcolor="#EC098D" stroked="f">
                <v:path arrowok="t"/>
                <v:fill/>
              </v:shape>
              <v:shape style="position:absolute;left:734;top:928;width:2313;height:732" coordorigin="734,928" coordsize="2313,732" path="m1618,1522l1604,1536,1603,1548,1613,1560,1620,1562,1628,1564,1833,1564,1850,1562,1860,1558,1865,1552,1866,1536,1860,1526,1850,1524,1629,1524,1618,1522e" filled="t" fillcolor="#EC098D" stroked="f">
                <v:path arrowok="t"/>
                <v:fill/>
              </v:shape>
              <v:shape style="position:absolute;left:734;top:928;width:2313;height:732" coordorigin="734,928" coordsize="2313,732" path="m1977,1352l1842,1352,1850,1356,1857,1366,1861,1370,1910,1434,1923,1450,1966,1498,2025,1548,2566,1564,2587,1564,2608,1562,2623,1556,2627,1550,2628,1534,2621,1526,2603,1522,2163,1522,2145,1514,2095,1478,2039,1420,2025,1406,1999,1378,1977,1352e" filled="t" fillcolor="#EC098D" stroked="f">
                <v:path arrowok="t"/>
                <v:fill/>
              </v:shape>
              <v:shape style="position:absolute;left:734;top:928;width:2313;height:732" coordorigin="734,928" coordsize="2313,732" path="m1080,1016l1064,1026,1058,1046,1056,1216,1053,1356,1052,1426,1050,1486,1002,1524,1199,1524,1193,1522,1164,1522,1147,1518,1140,1456,1133,1234,1132,1220,1132,1210,1297,1210,1282,1196,1213,1132,1192,1112,1185,1106,1128,1050,1113,1036,1098,1022,1080,1016e" filled="t" fillcolor="#EC098D" stroked="f">
                <v:path arrowok="t"/>
                <v:fill/>
              </v:shape>
              <v:shape style="position:absolute;left:734;top:928;width:2313;height:732" coordorigin="734,928" coordsize="2313,732" path="m1991,1068l1637,1068,1653,1072,1664,1086,1668,1106,1669,1116,1669,1320,1669,1430,1666,1492,1629,1524,1850,1524,1840,1522,1813,1522,1803,1520,1787,1458,1786,1424,1786,1384,1787,1376,1787,1358,1807,1354,1836,1354,1842,1352,1977,1352,1972,1346,1959,1332,1954,1326,1944,1316,1945,1312,1951,1308,1953,1308,1969,1294,1819,1294,1800,1292,1791,1230,1787,1168,1787,1092,1807,1088,2011,1088,2002,1078,1991,1068e" filled="t" fillcolor="#EC098D" stroked="f">
                <v:path arrowok="t"/>
                <v:fill/>
              </v:shape>
              <v:shape style="position:absolute;left:734;top:928;width:2313;height:732" coordorigin="734,928" coordsize="2313,732" path="m2180,1026l2159,1028,2139,1038,2135,1054,2151,1064,2170,1068,2186,1070,2195,1076,2199,1090,2200,1106,2200,1116,2201,1150,2200,1162,2200,1184,2200,1436,2196,1506,2182,1522,2354,1522,2322,1458,2322,1352,2322,1210,2322,1102,2328,1078,2344,1068,2368,1068,2380,1062,2385,1056,2385,1050,2377,1032,2355,1028,2201,1028,2180,1026e" filled="t" fillcolor="#EC098D" stroked="f">
                <v:path arrowok="t"/>
                <v:fill/>
              </v:shape>
              <v:shape style="position:absolute;left:734;top:928;width:2313;height:732" coordorigin="734,928" coordsize="2313,732" path="m2464,1026l2443,1028,2423,1038,2419,1052,2433,1064,2450,1068,2469,1070,2480,1072,2494,1080,2501,1088,2506,1096,2519,1116,2571,1196,2593,1230,2614,1264,2625,1282,2635,1298,2501,1482,2442,1522,2589,1522,2587,1518,2600,1498,2611,1480,2622,1464,2634,1446,2656,1414,2678,1380,2829,1380,2819,1364,2808,1346,2798,1330,2788,1314,2780,1300,2771,1288,2781,1270,2792,1254,2802,1236,2813,1220,2818,1212,2717,1212,2707,1196,2694,1176,2682,1156,2669,1134,2656,1114,2646,1096,2638,1084,2631,1072,2635,1068,2646,1068,2655,1066,2670,1058,2672,1046,2666,1036,2652,1028,2485,1028,2464,1026e" filled="t" fillcolor="#EC098D" stroked="f">
                <v:path arrowok="t"/>
                <v:fill/>
              </v:shape>
              <v:shape style="position:absolute;left:734;top:928;width:2313;height:732" coordorigin="734,928" coordsize="2313,732" path="m1459,1026l1438,1028,1420,1030,1410,1034,1404,1046,1412,1062,1418,1066,1426,1066,1465,1070,1485,1164,1488,1240,1489,1320,1490,1388,1566,1388,1567,1354,1567,1308,1567,1288,1568,1270,1570,1194,1570,1176,1570,1164,1570,1126,1571,1102,1574,1086,1590,1072,1609,1068,1991,1068,1986,1064,1894,1030,1875,1028,1480,1028,1459,1026e" filled="t" fillcolor="#EC098D" stroked="f">
                <v:path arrowok="t"/>
                <v:fill/>
              </v:shape>
              <v:shape style="position:absolute;left:734;top:928;width:2313;height:732" coordorigin="734,928" coordsize="2313,732" path="m2011,1088l1827,1088,1846,1090,1868,1100,1910,1146,1920,1194,1920,1206,1900,1268,1870,1292,1865,1292,1860,1294,1969,1294,1983,1280,2020,1230,2036,1174,2034,1148,2029,1124,2022,1106,2013,1090,2011,1088e" filled="t" fillcolor="#EC098D" stroked="f">
                <v:path arrowok="t"/>
                <v:fill/>
              </v:shape>
              <v:shape style="position:absolute;left:734;top:928;width:2313;height:732" coordorigin="734,928" coordsize="2313,732" path="m2938,1068l2808,1068,2811,1072,2808,1076,2798,1092,2776,1128,2762,1148,2748,1168,2734,1188,2723,1204,2717,1212,2818,1212,2825,1202,2836,1184,2859,1152,2871,1136,2882,1120,2899,1096,2905,1088,2917,1076,2938,1068e" filled="t" fillcolor="#EC098D" stroked="f">
                <v:path arrowok="t"/>
                <v:fill/>
              </v:shape>
              <v:shape style="position:absolute;left:734;top:928;width:2313;height:732" coordorigin="734,928" coordsize="2313,732" path="m2945,1028l2795,1028,2776,1030,2768,1052,2775,1064,2784,1068,2950,1068,2957,1066,2971,1064,2979,1056,2978,1046,2967,1030,2945,1028e" filled="t" fillcolor="#EC098D" stroked="f">
                <v:path arrowok="t"/>
                <v:fill/>
              </v:shape>
            </v:group>
            <v:group style="position:absolute;left:3008;top:1553;width:53;height:52" coordorigin="3008,1553" coordsize="53,52">
              <v:shape style="position:absolute;left:3008;top:1553;width:53;height:52" coordorigin="3008,1553" coordsize="53,52" path="m3048,1553l3020,1553,3008,1564,3008,1594,3020,1605,3048,1605,3053,1601,3022,1601,3013,1592,3013,1567,3022,1558,3053,1558,3048,1553e" filled="t" fillcolor="#EC098D" stroked="f">
                <v:path arrowok="t"/>
                <v:fill/>
              </v:shape>
              <v:shape style="position:absolute;left:3008;top:1553;width:53;height:52" coordorigin="3008,1553" coordsize="53,52" path="m3053,1558l3046,1558,3055,1567,3055,1592,3046,1601,3053,1601,3060,1594,3060,1564,3053,1558e" filled="t" fillcolor="#EC098D" stroked="f">
                <v:path arrowok="t"/>
                <v:fill/>
              </v:shape>
              <v:shape style="position:absolute;left:3008;top:1553;width:53;height:52" coordorigin="3008,1553" coordsize="53,52" path="m3042,1564l3024,1564,3024,1594,3029,1594,3029,1581,3038,1581,3038,1581,3043,1581,3046,1578,3046,1578,3029,1578,3029,1568,3046,1568,3046,1567,3042,1564e" filled="t" fillcolor="#EC098D" stroked="f">
                <v:path arrowok="t"/>
                <v:fill/>
              </v:shape>
              <v:shape style="position:absolute;left:3008;top:1553;width:53;height:52" coordorigin="3008,1553" coordsize="53,52" path="m3038,1581l3034,1581,3042,1594,3047,1594,3038,1581e" filled="t" fillcolor="#EC098D" stroked="f">
                <v:path arrowok="t"/>
                <v:fill/>
              </v:shape>
              <v:shape style="position:absolute;left:3008;top:1553;width:53;height:52" coordorigin="3008,1553" coordsize="53,52" path="m3046,1568l3038,1568,3041,1569,3041,1577,3038,1578,3046,1578,3046,1568e" filled="t" fillcolor="#EC098D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5.855968pt;margin-top:-44.94664pt;width:130.44449pt;height:37.651689pt;mso-position-horizontal-relative:page;mso-position-vertical-relative:paragraph;z-index:-762" coordorigin="717,-899" coordsize="2609,753">
            <v:group style="position:absolute;left:732;top:-182;width:2;height:2" coordorigin="732,-182" coordsize="2,2">
              <v:shape style="position:absolute;left:732;top:-182;width:2;height:2" coordorigin="732,-182" coordsize="0,0" path="m732,-181l732,-182,732,-181e" filled="t" fillcolor="#013A81" stroked="f">
                <v:path arrowok="t"/>
                <v:fill/>
              </v:shape>
            </v:group>
            <v:group style="position:absolute;left:728;top:-888;width:2588;height:732" coordorigin="728,-888" coordsize="2588,732">
              <v:shape style="position:absolute;left:728;top:-888;width:2588;height:732" coordorigin="728,-888" coordsize="2588,732" path="m1222,-254l791,-254,776,-258,774,-270,786,-284,810,-294,830,-296,851,-304,886,-358,1089,-792,1102,-830,1100,-844,1095,-846,1089,-848,1066,-848,1050,-858,1056,-874,1075,-886,1078,-888,1170,-888,3310,-874,3315,-872,3306,-852,3298,-850,3290,-850,1261,-836,1214,-796,1028,-400,999,-332,993,-312,996,-300,1007,-296,1025,-292,1250,-292,1255,-290,1257,-278,1241,-258,1222,-254e" filled="t" fillcolor="#013A81" stroked="f">
                <v:path arrowok="t"/>
                <v:fill/>
              </v:shape>
              <v:shape style="position:absolute;left:728;top:-888;width:2588;height:732" coordorigin="728,-888" coordsize="2588,732" path="m1250,-292l1052,-292,1076,-294,1093,-298,1130,-354,1184,-464,1273,-650,1311,-728,1320,-748,1324,-756,1334,-774,1349,-792,1372,-800,1384,-792,1393,-778,1401,-764,1416,-738,1423,-724,1431,-712,1440,-696,1455,-672,1475,-640,1494,-606,1333,-606,1327,-604,1324,-596,1322,-592,1299,-538,1236,-394,1219,-354,1201,-300,1216,-296,1223,-294,1244,-294,1250,-292e" filled="t" fillcolor="#013A81" stroked="f">
                <v:path arrowok="t"/>
                <v:fill/>
              </v:shape>
              <v:shape style="position:absolute;left:728;top:-888;width:2588;height:732" coordorigin="728,-888" coordsize="2588,732" path="m1682,-434l1607,-434,1615,-452,1620,-464,1698,-640,1722,-696,1734,-734,1726,-746,1689,-750,1683,-752,1679,-756,1678,-772,1689,-782,1701,-786,1720,-790,2100,-790,2119,-788,2159,-788,2177,-784,2196,-782,2212,-776,2227,-770,2240,-762,2252,-750,1875,-750,1853,-746,1833,-736,1821,-720,1811,-700,1791,-658,1775,-624,1741,-556,1709,-490,1697,-464,1682,-434e" filled="t" fillcolor="#013A81" stroked="f">
                <v:path arrowok="t"/>
                <v:fill/>
              </v:shape>
              <v:shape style="position:absolute;left:728;top:-888;width:2588;height:732" coordorigin="728,-888" coordsize="2588,732" path="m2399,-296l2236,-296,2251,-308,2267,-332,2294,-386,2417,-650,2439,-696,2447,-714,2451,-734,2446,-746,2432,-750,2415,-752,2405,-764,2416,-778,2442,-790,2639,-790,2657,-784,2657,-768,2653,-760,2646,-754,2631,-750,2622,-748,2603,-748,2584,-736,2442,-442,2408,-368,2385,-308,2391,-298,2399,-296e" filled="t" fillcolor="#013A81" stroked="f">
                <v:path arrowok="t"/>
                <v:fill/>
              </v:shape>
              <v:shape style="position:absolute;left:728;top:-888;width:2588;height:732" coordorigin="728,-888" coordsize="2588,732" path="m2640,-294l2497,-294,2519,-300,2543,-312,2561,-326,2580,-342,2598,-356,2616,-372,2633,-386,2650,-400,2668,-416,2685,-430,2702,-446,2754,-494,2789,-530,2784,-562,2778,-592,2763,-688,2729,-748,2712,-750,2696,-752,2689,-764,2700,-778,2726,-790,2913,-790,2934,-788,2943,-780,2945,-770,2938,-760,2919,-750,2910,-750,2898,-748,2893,-746,2893,-738,2894,-728,2896,-714,2899,-698,2902,-678,2906,-658,2910,-640,2915,-624,2919,-610,3019,-610,2983,-580,2965,-564,2948,-550,2931,-536,2933,-524,2935,-512,2937,-498,2939,-484,2944,-452,2945,-442,2803,-442,2768,-412,2732,-380,2715,-366,2697,-350,2679,-334,2662,-318,2641,-300,2640,-294e" filled="t" fillcolor="#013A81" stroked="f">
                <v:path arrowok="t"/>
                <v:fill/>
              </v:shape>
              <v:shape style="position:absolute;left:728;top:-888;width:2588;height:732" coordorigin="728,-888" coordsize="2588,732" path="m3212,-748l3060,-748,3047,-750,3039,-754,3039,-766,3057,-786,3078,-790,3228,-790,3247,-786,3251,-772,3247,-760,3236,-752,3221,-750,3212,-748e" filled="t" fillcolor="#013A81" stroked="f">
                <v:path arrowok="t"/>
                <v:fill/>
              </v:shape>
              <v:shape style="position:absolute;left:728;top:-888;width:2588;height:732" coordorigin="728,-888" coordsize="2588,732" path="m1900,-292l1679,-292,1698,-294,1706,-296,1743,-346,1907,-696,1919,-732,1915,-744,1901,-748,1875,-750,2252,-750,2262,-736,2264,-730,2081,-730,2060,-728,2007,-658,1982,-598,1959,-526,1977,-522,2125,-522,2105,-510,2102,-508,2094,-504,2091,-500,2096,-490,2101,-476,2107,-464,1972,-464,1965,-462,1953,-462,1875,-374,1853,-318,1852,-302,1855,-296,1865,-296,1883,-294,1891,-294,1900,-292e" filled="t" fillcolor="#013A81" stroked="f">
                <v:path arrowok="t"/>
                <v:fill/>
              </v:shape>
              <v:shape style="position:absolute;left:728;top:-888;width:2588;height:732" coordorigin="728,-888" coordsize="2588,732" path="m3019,-610l2919,-610,2936,-624,2957,-642,2998,-678,3014,-692,3033,-708,3052,-726,3067,-740,3071,-744,3070,-748,3193,-748,3172,-738,3151,-722,3136,-710,3111,-688,3094,-674,3075,-658,3057,-642,3019,-610e" filled="t" fillcolor="#013A81" stroked="f">
                <v:path arrowok="t"/>
                <v:fill/>
              </v:shape>
              <v:shape style="position:absolute;left:728;top:-888;width:2588;height:732" coordorigin="728,-888" coordsize="2588,732" path="m2125,-522l1997,-522,2018,-524,2023,-524,2029,-526,2033,-526,2046,-532,2096,-578,2132,-640,2137,-676,2134,-692,2127,-706,2114,-716,2098,-726,2081,-730,2264,-730,2266,-724,2268,-710,2266,-692,2242,-628,2199,-578,2144,-534,2125,-522e" filled="t" fillcolor="#013A81" stroked="f">
                <v:path arrowok="t"/>
                <v:fill/>
              </v:shape>
              <v:shape style="position:absolute;left:728;top:-888;width:2588;height:732" coordorigin="728,-888" coordsize="2588,732" path="m1574,-246l1559,-246,1549,-256,1537,-270,1497,-332,1477,-364,1381,-518,1373,-530,1366,-544,1358,-556,1344,-584,1334,-600,1333,-606,1494,-606,1497,-602,1521,-564,1532,-544,1544,-526,1555,-508,1566,-492,1576,-476,1584,-462,1593,-452,1599,-442,1603,-436,1607,-434,1682,-434,1637,-342,1628,-324,1622,-310,1612,-290,1607,-278,1595,-260,1579,-248,1574,-246e" filled="t" fillcolor="#013A81" stroked="f">
                <v:path arrowok="t"/>
                <v:fill/>
              </v:shape>
              <v:shape style="position:absolute;left:728;top:-888;width:2588;height:732" coordorigin="728,-888" coordsize="2588,732" path="m2640,-254l2116,-254,2098,-258,2031,-314,2023,-328,2017,-342,2011,-356,2007,-372,2001,-386,1997,-402,1987,-430,1983,-446,1981,-450,1979,-462,1972,-464,2107,-464,2121,-432,2127,-420,2132,-406,2139,-392,2153,-364,2160,-350,2167,-336,2178,-324,2187,-312,2202,-302,2216,-296,2399,-296,2407,-294,2654,-294,2670,-290,2673,-282,2665,-266,2658,-260,2640,-254e" filled="t" fillcolor="#013A81" stroked="f">
                <v:path arrowok="t"/>
                <v:fill/>
              </v:shape>
              <v:shape style="position:absolute;left:728;top:-888;width:2588;height:732" coordorigin="728,-888" coordsize="2588,732" path="m3017,-156l2894,-156,742,-170,733,-170,728,-172,737,-192,745,-194,753,-194,2838,-220,2833,-250,2832,-268,2829,-284,2827,-302,2824,-320,2822,-340,2819,-356,2817,-374,2814,-390,2811,-406,2809,-420,2806,-432,2803,-442,2945,-442,2957,-366,2963,-330,2965,-312,2967,-294,2970,-278,2973,-262,2976,-248,2978,-232,2981,-220,2986,-206,3002,-198,3009,-196,3021,-196,3041,-194,3049,-190,3035,-160,3017,-156e" filled="t" fillcolor="#013A81" stroked="f">
                <v:path arrowok="t"/>
                <v:fill/>
              </v:shape>
              <v:shape style="position:absolute;left:728;top:-888;width:2588;height:732" coordorigin="728,-888" coordsize="2588,732" path="m1866,-254l1652,-254,1647,-256,1642,-268,1649,-282,1669,-294,1679,-292,1900,-292,1909,-290,1911,-282,1902,-264,1894,-258,1883,-256,1866,-254e" filled="t" fillcolor="#013A81" stroked="f">
                <v:path arrowok="t"/>
                <v:fill/>
              </v:shape>
            </v:group>
            <v:group style="position:absolute;left:3024;top:-262;width:67;height:52" coordorigin="3024,-262" coordsize="67,52">
              <v:shape style="position:absolute;left:3024;top:-262;width:67;height:52" coordorigin="3024,-262" coordsize="67,52" path="m3060,-210l3031,-210,3024,-221,3038,-251,3056,-262,3084,-262,3087,-258,3056,-258,3042,-248,3031,-223,3036,-214,3067,-214,3060,-210e" filled="t" fillcolor="#013A81" stroked="f">
                <v:path arrowok="t"/>
                <v:fill/>
              </v:shape>
              <v:shape style="position:absolute;left:3024;top:-262;width:67;height:52" coordorigin="3024,-262" coordsize="67,52" path="m3067,-214l3059,-214,3073,-223,3085,-248,3080,-258,3087,-258,3091,-251,3077,-221,3067,-214e" filled="t" fillcolor="#013A81" stroked="f">
                <v:path arrowok="t"/>
                <v:fill/>
              </v:shape>
              <v:shape style="position:absolute;left:3024;top:-262;width:67;height:52" coordorigin="3024,-262" coordsize="67,52" path="m3045,-221l3041,-221,3055,-251,3073,-251,3075,-248,3075,-247,3057,-247,3053,-238,3071,-238,3070,-237,3066,-235,3061,-234,3061,-234,3051,-234,3045,-221e" filled="t" fillcolor="#013A81" stroked="f">
                <v:path arrowok="t"/>
                <v:fill/>
              </v:shape>
              <v:shape style="position:absolute;left:3024;top:-262;width:67;height:52" coordorigin="3024,-262" coordsize="67,52" path="m3071,-238l3062,-238,3066,-238,3070,-246,3067,-247,3075,-247,3071,-238e" filled="t" fillcolor="#013A81" stroked="f">
                <v:path arrowok="t"/>
                <v:fill/>
              </v:shape>
              <v:shape style="position:absolute;left:3024;top:-262;width:67;height:52" coordorigin="3024,-262" coordsize="67,52" path="m3063,-221l3058,-221,3057,-234,3061,-234,3063,-221e" filled="t" fillcolor="#013A81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588.223877pt;margin-top:-135.462204pt;width:37.674pt;height:117.338pt;mso-position-horizontal-relative:page;mso-position-vertical-relative:paragraph;z-index:-761" coordorigin="11764,-2709" coordsize="753,2347">
            <v:group style="position:absolute;left:12481;top:-372;width:2;height:2" coordorigin="12481,-372" coordsize="2,2">
              <v:shape style="position:absolute;left:12481;top:-372;width:2;height:2" coordorigin="12481,-372" coordsize="0,0" path="m12482,-372l12482,-372,12481,-372,12482,-372xe" filled="t" fillcolor="#013A81" stroked="f">
                <v:path arrowok="t"/>
                <v:fill/>
              </v:shape>
            </v:group>
            <v:group style="position:absolute;left:11774;top:-2672;width:733;height:2300" coordorigin="11774,-2672" coordsize="733,2300">
              <v:shape style="position:absolute;left:11774;top:-2672;width:733;height:2300" coordorigin="11774,-2672" coordsize="733,2300" path="m11811,-2632l11792,-2632,11790,-2612,11774,-472,11775,-412,11775,-392,11776,-372,11806,-372,11815,-392,11815,-392,11816,-412,11820,-412,11834,-432,12410,-432,12410,-552,11853,-552,11839,-572,11830,-572,11827,-592,11813,-2612,11811,-26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10,-432l12357,-432,12367,-412,12370,-392,12379,-372,12406,-372,12410,-392,12410,-412,12410,-4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507,-2452l12446,-2452,12470,-372,12493,-372,12507,-245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374,-1112l12224,-1112,12215,-1092,12203,-1092,12174,-1052,12120,-992,12043,-912,11979,-832,11958,-812,11952,-812,11938,-792,11897,-752,11883,-732,11869,-732,11863,-712,11873,-692,12146,-692,12201,-672,12364,-672,12370,-652,12371,-632,12371,-612,12368,-592,12364,-572,12350,-552,12410,-552,12410,-752,12057,-752,12058,-772,12067,-772,12081,-792,12095,-792,12109,-812,12123,-832,12136,-852,12220,-932,12285,-1012,12333,-1052,12361,-1092,12374,-111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05,-832l12373,-832,12369,-812,12370,-812,12369,-792,12368,-792,12364,-772,12123,-772,12100,-752,12410,-752,12410,-772,12410,-792,12410,-812,12405,-8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1975,-1532l11878,-1532,11876,-1512,11875,-1492,11874,-1472,11874,-1112,11874,-1092,11874,-1072,11877,-1052,11881,-1032,11908,-1032,11912,-1052,11914,-1052,11915,-1072,11917,-1092,11932,-1112,12385,-1112,12395,-1132,12410,-1152,12417,-1152,12418,-1172,12416,-1172,12403,-1192,11950,-1192,11933,-1212,11919,-1212,11914,-1232,11915,-1272,11919,-1272,11934,-1292,12410,-1292,12410,-1312,12410,-1412,11939,-1412,11935,-1432,11934,-1452,11937,-1472,11947,-1492,11960,-1512,11975,-15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09,-1252l12369,-1252,12382,-1232,12407,-1232,12409,-125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10,-1292l12367,-1292,12369,-1272,12371,-1252,12410,-1252,12410,-1272,12410,-129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213,-1492l12140,-1492,12141,-1472,12141,-1452,12138,-1432,12118,-1432,12098,-1412,12204,-1412,12201,-1432,12201,-1452,12201,-1472,12202,-1472,12213,-149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05,-1492l12373,-1492,12369,-1472,12369,-1452,12368,-1432,12361,-1432,12354,-1412,12410,-1412,12410,-1432,12410,-1452,12408,-1472,12405,-149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265,-1532l12114,-1532,12129,-1512,12137,-1512,12138,-1492,12233,-1492,12265,-15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113,-1632l11925,-1632,11911,-1612,11900,-1592,11892,-1572,11885,-1552,11881,-1532,11992,-1532,12011,-1552,12297,-1552,12312,-1572,12154,-1572,12141,-1592,12127,-1612,12113,-16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297,-1552l12076,-1552,12096,-1532,12281,-1532,12297,-155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374,-1632l12224,-1632,12193,-1592,12173,-1592,12163,-1572,12327,-1572,12345,-1592,12361,-1612,12374,-16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076,-1652l11953,-1652,11938,-1632,12094,-1632,12076,-165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10,-1832l12354,-1832,12365,-1812,12368,-1812,12368,-1792,12360,-1772,12339,-1732,12325,-1732,12283,-1672,12267,-1672,12253,-1652,12239,-1632,12385,-1632,12405,-1692,12410,-1752,12410,-18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041,-1672l11994,-1672,11972,-1652,12059,-1652,12041,-167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294,-2272l12145,-2272,12178,-2232,12307,-2152,12329,-2132,12344,-2112,12355,-2112,12366,-2092,12370,-2072,12370,-2012,12369,-1992,12365,-1972,12356,-1952,11874,-1952,11874,-1832,11874,-1812,11874,-1792,11885,-1772,11911,-1772,11915,-1792,11918,-1812,11924,-1832,12410,-1832,12410,-2192,12410,-2212,12364,-2212,12345,-2232,12328,-2232,12294,-227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1909,-2012l11879,-2012,11874,-1992,11874,-1952,11925,-1952,11915,-1972,11915,-1992,11914,-1992,11909,-201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1914,-2292l11883,-2292,11876,-2272,11874,-2252,11874,-2232,11874,-2112,11874,-2092,11874,-2072,11885,-2052,11911,-2052,11914,-2072,11917,-2092,11920,-2112,11926,-2132,11943,-2132,11962,-2152,11976,-2152,12078,-2212,12112,-2252,11918,-2252,11915,-2272,11914,-2272,11914,-229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03,-2252l12373,-2252,12369,-2232,12369,-2212,12410,-2212,12409,-2232,12403,-225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145,-2272l11930,-2272,11918,-2252,12129,-2252,12145,-227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250,-2332l12024,-2332,12003,-2312,11981,-2292,11961,-2292,11944,-2272,12277,-2272,12260,-2292,12227,-2312,12238,-2312,12250,-23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281,-2352l12059,-2352,12043,-2332,12265,-2332,12281,-235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118,-2412l11975,-2412,11995,-2392,12016,-2372,12035,-2372,12050,-2352,12299,-2352,12317,-2372,12336,-2392,12134,-2392,12118,-241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1903,-2612l11892,-2612,11878,-2592,11874,-2572,11874,-2432,11878,-2412,11899,-2392,11911,-2412,11914,-2412,11915,-2432,12066,-2432,12032,-2472,12015,-2472,11998,-2492,11982,-2492,11967,-2512,11943,-2532,11936,-2532,11922,-2552,11915,-2572,11915,-2572,11914,-2592,11911,-2592,11903,-261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375,-2412l12147,-2412,12134,-2392,12356,-2392,12375,-241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083,-2432l11939,-2432,11957,-2412,12101,-2412,12083,-24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413,-2432l12176,-2432,12161,-2412,12394,-2412,12413,-2432e" filled="t" fillcolor="#013A81" stroked="f">
                <v:path arrowok="t"/>
                <v:fill/>
              </v:shape>
              <v:shape style="position:absolute;left:11774;top:-2672;width:733;height:2300" coordorigin="11774,-2672" coordsize="733,2300" path="m12503,-2672l12470,-2672,12467,-2652,12468,-2632,12465,-2632,12456,-2612,12442,-2592,12428,-2592,12413,-2572,12397,-2572,12379,-2552,12361,-2532,12343,-2532,12324,-2512,12285,-2492,12210,-2452,12193,-2432,12430,-2432,12446,-2452,12507,-2452,12507,-2532,12508,-2652,12503,-2672e" filled="t" fillcolor="#013A81" stroked="f">
                <v:path arrowok="t"/>
                <v:fill/>
              </v:shape>
            </v:group>
            <v:group style="position:absolute;left:12401;top:-2699;width:52;height:53" coordorigin="12401,-2699" coordsize="52,53">
              <v:shape style="position:absolute;left:12401;top:-2699;width:52;height:53" coordorigin="12401,-2699" coordsize="52,53" path="m12442,-2699l12412,-2699,12401,-2687,12401,-2659,12412,-2647,12442,-2647,12447,-2652,12415,-2652,12405,-2661,12405,-2685,12415,-2694,12447,-2694,12442,-2699e" filled="t" fillcolor="#013A81" stroked="f">
                <v:path arrowok="t"/>
                <v:fill/>
              </v:shape>
              <v:shape style="position:absolute;left:12401;top:-2699;width:52;height:53" coordorigin="12401,-2699" coordsize="52,53" path="m12447,-2694l12439,-2694,12448,-2685,12449,-2661,12439,-2652,12447,-2652,12453,-2659,12453,-2687,12447,-2694e" filled="t" fillcolor="#013A81" stroked="f">
                <v:path arrowok="t"/>
                <v:fill/>
              </v:shape>
              <v:shape style="position:absolute;left:12401;top:-2699;width:52;height:53" coordorigin="12401,-2699" coordsize="52,53" path="m12426,-2685l12415,-2685,12412,-2682,12412,-2663,12442,-2663,12442,-2668,12416,-2668,12416,-2677,12417,-2680,12428,-2680,12428,-2682,12426,-2685e" filled="t" fillcolor="#013A81" stroked="f">
                <v:path arrowok="t"/>
                <v:fill/>
              </v:shape>
              <v:shape style="position:absolute;left:12401;top:-2699;width:52;height:53" coordorigin="12401,-2699" coordsize="52,53" path="m12428,-2680l12425,-2680,12425,-2677,12425,-2668,12429,-2668,12429,-2673,12436,-2677,12429,-2677,12428,-2680e" filled="t" fillcolor="#013A81" stroked="f">
                <v:path arrowok="t"/>
                <v:fill/>
              </v:shape>
              <v:shape style="position:absolute;left:12401;top:-2699;width:52;height:53" coordorigin="12401,-2699" coordsize="52,53" path="m12442,-2686l12429,-2677,12436,-2677,12442,-2681,12442,-2686e" filled="t" fillcolor="#013A8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skew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or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sheer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6.672604pt;margin-top:47.835869pt;width:189.710798pt;height:36.781342pt;mso-position-horizontal-relative:page;mso-position-vertical-relative:paragraph;z-index:-763" coordorigin="733,957" coordsize="3794,736">
            <v:group style="position:absolute;left:737;top:960;width:3680;height:728" coordorigin="737,960" coordsize="3680,728">
              <v:shape style="position:absolute;left:737;top:960;width:3680;height:728" coordorigin="737,960" coordsize="3680,728" path="m1090,1551l803,1551,823,1545,841,1540,854,1476,855,1436,855,1402,854,1035,847,1018,830,1001,789,1001,772,995,746,989,738,978,742,966,760,960,914,960,4407,972,4418,978,4418,995,4393,995,1102,1012,1054,1064,1053,1092,1053,1138,1053,1431,1058,1517,1078,1545,1090,1551e" filled="t" fillcolor="#013A81" stroked="f">
                <v:path arrowok="t"/>
                <v:fill/>
              </v:shape>
              <v:shape style="position:absolute;left:737;top:960;width:3680;height:728" coordorigin="737,960" coordsize="3680,728" path="m1431,1551l1223,1551,1236,1545,1246,1540,1250,1534,1251,1522,1252,1517,1253,1505,1254,1494,1254,1476,1255,1454,1256,1436,1257,1413,1258,1385,1258,1362,1259,1333,1260,1304,1261,1276,1261,1247,1262,1224,1263,1196,1263,1173,1264,1150,1266,1075,1296,1046,1318,1046,1336,1052,1352,1064,1369,1075,1386,1087,1404,1092,1455,1127,1472,1132,1483,1144,1498,1150,1518,1161,1542,1178,1569,1190,1598,1207,1630,1224,1654,1241,1385,1241,1386,1253,1387,1264,1388,1287,1389,1310,1391,1333,1393,1390,1395,1413,1396,1442,1397,1465,1411,1540,1431,1551e" filled="t" fillcolor="#013A81" stroked="f">
                <v:path arrowok="t"/>
                <v:fill/>
              </v:shape>
              <v:shape style="position:absolute;left:737;top:960;width:3680;height:728" coordorigin="737,960" coordsize="3680,728" path="m2491,1551l2235,1551,2248,1540,2256,1522,2259,1459,2260,1333,2260,1155,2259,1132,2251,1115,2233,1104,2218,1098,1852,1098,1842,1092,1835,1075,1844,1064,1869,1058,2619,1058,2638,1064,2656,1064,2677,1069,2696,1069,2734,1081,2771,1092,2790,1104,2809,1110,2814,1115,2492,1115,2472,1121,2451,1121,2451,1144,2453,1218,2460,1282,2464,1299,2470,1322,2750,1322,2741,1327,2722,1339,2719,1339,2709,1345,2707,1345,2724,1356,2739,1368,2753,1379,2761,1385,2472,1385,2452,1390,2451,1408,2451,1431,2451,1448,2451,1471,2452,1488,2454,1511,2459,1528,2473,1545,2491,1551e" filled="t" fillcolor="#013A81" stroked="f">
                <v:path arrowok="t"/>
                <v:fill/>
              </v:shape>
              <v:shape style="position:absolute;left:737;top:960;width:3680;height:728" coordorigin="737,960" coordsize="3680,728" path="m3406,1098l3054,1098,3034,1092,3017,1081,3023,1069,3044,1058,3402,1058,3420,1064,3425,1081,3425,1087,3417,1092,3406,1098e" filled="t" fillcolor="#013A81" stroked="f">
                <v:path arrowok="t"/>
                <v:fill/>
              </v:shape>
              <v:shape style="position:absolute;left:737;top:960;width:3680;height:728" coordorigin="737,960" coordsize="3680,728" path="m3865,1098l3511,1098,3494,1092,3479,1081,3486,1069,3506,1058,3852,1058,3870,1064,3882,1064,3892,1075,3889,1087,3865,1098e" filled="t" fillcolor="#013A81" stroked="f">
                <v:path arrowok="t"/>
                <v:fill/>
              </v:shape>
              <v:shape style="position:absolute;left:737;top:960;width:3680;height:728" coordorigin="737,960" coordsize="3680,728" path="m4359,1098l4079,1098,4058,1092,4046,1081,4051,1064,4064,1058,4363,1058,4381,1064,4389,1075,4382,1087,4359,1098e" filled="t" fillcolor="#013A81" stroked="f">
                <v:path arrowok="t"/>
                <v:fill/>
              </v:shape>
              <v:shape style="position:absolute;left:737;top:960;width:3680;height:728" coordorigin="737,960" coordsize="3680,728" path="m2092,1413l1969,1413,1969,1402,1969,1390,1968,1368,1967,1345,1966,1322,1965,1293,1964,1264,1963,1236,1960,1190,1959,1167,1958,1150,1957,1138,1956,1127,1947,1110,1925,1098,2144,1098,2099,1144,2099,1167,2099,1184,2099,1207,2098,1224,2097,1241,2096,1282,2095,1304,2094,1322,2094,1345,2093,1368,2093,1385,2093,1402,2092,1413e" filled="t" fillcolor="#013A81" stroked="f">
                <v:path arrowok="t"/>
                <v:fill/>
              </v:shape>
              <v:shape style="position:absolute;left:737;top:960;width:3680;height:728" coordorigin="737,960" coordsize="3680,728" path="m3358,1551l3110,1551,3118,1540,3120,1522,3123,1505,3124,1482,3124,1459,3124,1207,3125,1173,3124,1150,3123,1127,3114,1110,3093,1098,3394,1098,3328,1115,3322,1276,3322,1333,3322,1425,3323,1494,3341,1545,3358,1551e" filled="t" fillcolor="#013A81" stroked="f">
                <v:path arrowok="t"/>
                <v:fill/>
              </v:shape>
              <v:shape style="position:absolute;left:737;top:960;width:3680;height:728" coordorigin="737,960" coordsize="3680,728" path="m3758,1551l3545,1551,3565,1545,3585,1534,3599,1522,3614,1511,3633,1499,3649,1482,3694,1448,3710,1431,3755,1396,3770,1379,3800,1356,3815,1339,3830,1327,3816,1310,3788,1287,3773,1270,3759,1259,3745,1241,3730,1230,3701,1201,3658,1161,3652,1155,3631,1132,3575,1104,3550,1098,3832,1098,3826,1104,3833,1110,3841,1115,3853,1127,3867,1144,3883,1161,3901,1178,3918,1196,3935,1213,3951,1230,3964,1241,4129,1241,4122,1247,4107,1259,4091,1276,4076,1287,4062,1299,4047,1310,4059,1322,4072,1333,4085,1350,4100,1362,4115,1379,4131,1396,4148,1408,3905,1408,3891,1419,3876,1436,3861,1448,3846,1459,3831,1476,3816,1488,3801,1505,3786,1517,3772,1528,3754,1545,3758,1551e" filled="t" fillcolor="#013A81" stroked="f">
                <v:path arrowok="t"/>
                <v:fill/>
              </v:shape>
              <v:shape style="position:absolute;left:737;top:960;width:3680;height:728" coordorigin="737,960" coordsize="3680,728" path="m4129,1241l3964,1241,3972,1236,3985,1224,4002,1213,4039,1178,4056,1161,4070,1150,4086,1132,4101,1121,4114,1104,4118,1104,4113,1098,4314,1098,4249,1138,4229,1155,4214,1167,4199,1178,4184,1190,4169,1207,4129,1241e" filled="t" fillcolor="#013A81" stroked="f">
                <v:path arrowok="t"/>
                <v:fill/>
              </v:shape>
              <v:shape style="position:absolute;left:737;top:960;width:3680;height:728" coordorigin="737,960" coordsize="3680,728" path="m2750,1322l2593,1322,2615,1310,2633,1299,2647,1287,2658,1270,2664,1247,2667,1230,2667,1207,2662,1190,2653,1178,2640,1161,2624,1150,2603,1138,2579,1127,2551,1121,2532,1121,2512,1115,2814,1115,2824,1127,2837,1138,2847,1155,2854,1178,2858,1201,2855,1218,2847,1241,2836,1253,2822,1270,2807,1282,2792,1299,2776,1304,2759,1316,2750,1322e" filled="t" fillcolor="#013A81" stroked="f">
                <v:path arrowok="t"/>
                <v:fill/>
              </v:shape>
              <v:shape style="position:absolute;left:737;top:960;width:3680;height:728" coordorigin="737,960" coordsize="3680,728" path="m2059,1603l2046,1603,2029,1597,2009,1591,1992,1585,1976,1574,1957,1562,1936,1551,1913,1540,1889,1528,1863,1511,1835,1494,1808,1482,1752,1448,1697,1419,1543,1333,1525,1322,1490,1299,1473,1293,1405,1247,1399,1247,1393,1241,1654,1241,1662,1247,1730,1282,1764,1304,1798,1322,1829,1339,1860,1356,1887,1373,1912,1385,1933,1396,1950,1408,1962,1413,2092,1413,2092,1419,2091,1442,2090,1459,2089,1482,2089,1499,2088,1522,2088,1545,2087,1568,2082,1585,2065,1597,2059,1603e" filled="t" fillcolor="#013A81" stroked="f">
                <v:path arrowok="t"/>
                <v:fill/>
              </v:shape>
              <v:shape style="position:absolute;left:737;top:960;width:3680;height:728" coordorigin="737,960" coordsize="3680,728" path="m3801,1591l2912,1591,2893,1585,2874,1585,2855,1580,2837,1580,2818,1568,2799,1562,2782,1551,2765,1545,2715,1511,2650,1465,2635,1448,2572,1402,2566,1396,2554,1385,2761,1385,2769,1390,2787,1402,2807,1413,2822,1425,2838,1436,2854,1448,2872,1459,2892,1471,2908,1482,2924,1488,2941,1499,2959,1511,2979,1522,2995,1528,3013,1534,3036,1545,3054,1551,3780,1551,3809,1557,3820,1562,3820,1580,3812,1585,3801,1591e" filled="t" fillcolor="#013A81" stroked="f">
                <v:path arrowok="t"/>
                <v:fill/>
              </v:shape>
              <v:shape style="position:absolute;left:737;top:960;width:3680;height:728" coordorigin="737,960" coordsize="3680,728" path="m4482,1689l3151,1689,2532,1683,762,1677,748,1677,737,1671,737,1654,762,1654,4138,1631,4126,1620,4112,1603,4098,1591,4084,1574,4068,1557,4053,1540,4037,1528,4004,1494,3989,1482,3973,1465,3958,1454,3943,1436,3930,1425,3917,1419,3905,1408,4148,1408,4199,1459,4217,1482,4234,1499,4252,1517,4269,1528,4285,1545,4301,1562,4317,1580,4331,1591,4345,1603,4358,1614,4370,1626,4382,1637,4401,1643,4431,1648,4451,1648,4474,1654,4494,1660,4500,1677,4482,1689e" filled="t" fillcolor="#013A81" stroked="f">
                <v:path arrowok="t"/>
                <v:fill/>
              </v:shape>
              <v:shape style="position:absolute;left:737;top:960;width:3680;height:728" coordorigin="737,960" coordsize="3680,728" path="m1506,1591l761,1591,743,1585,737,1574,745,1562,783,1551,1125,1551,1150,1557,1507,1557,1520,1568,1519,1580,1506,1591e" filled="t" fillcolor="#013A81" stroked="f">
                <v:path arrowok="t"/>
                <v:fill/>
              </v:shape>
              <v:shape style="position:absolute;left:737;top:960;width:3680;height:728" coordorigin="737,960" coordsize="3680,728" path="m1507,1557l1179,1557,1203,1551,1483,1551,1507,1557e" filled="t" fillcolor="#013A81" stroked="f">
                <v:path arrowok="t"/>
                <v:fill/>
              </v:shape>
              <v:shape style="position:absolute;left:737;top:960;width:3680;height:728" coordorigin="737,960" coordsize="3680,728" path="m2570,1591l2169,1591,2160,1585,2157,1568,2173,1557,2192,1551,2534,1551,2554,1557,2570,1557,2580,1562,2579,1585,2570,1591e" filled="t" fillcolor="#013A81" stroked="f">
                <v:path arrowok="t"/>
                <v:fill/>
              </v:shape>
            </v:group>
            <v:group style="position:absolute;left:4438;top:1588;width:86;height:49" coordorigin="4438,1588" coordsize="86,49">
              <v:shape style="position:absolute;left:4438;top:1588;width:86;height:49" coordorigin="4438,1588" coordsize="86,49" path="m4496,1637l4466,1635,4446,1628,4438,1615,4438,1613,4447,1597,4468,1588,4498,1591,4499,1591,4482,1591,4458,1597,4447,1612,4456,1628,4479,1635,4481,1635,4502,1635,4496,1637e" filled="t" fillcolor="#013A81" stroked="f">
                <v:path arrowok="t"/>
                <v:fill/>
              </v:shape>
              <v:shape style="position:absolute;left:4438;top:1588;width:86;height:49" coordorigin="4438,1588" coordsize="86,49" path="m4502,1635l4481,1635,4505,1629,4516,1613,4506,1598,4482,1591,4499,1591,4516,1599,4524,1611,4516,1628,4502,1635e" filled="t" fillcolor="#013A81" stroked="f">
                <v:path arrowok="t"/>
                <v:fill/>
              </v:shape>
              <v:shape style="position:absolute;left:4438;top:1588;width:86;height:49" coordorigin="4438,1588" coordsize="86,49" path="m4472,1628l4465,1628,4465,1598,4495,1598,4501,1601,4501,1602,4472,1602,4472,1611,4501,1611,4501,1612,4495,1614,4488,1615,4488,1615,4472,1615,4472,1628e" filled="t" fillcolor="#013A81" stroked="f">
                <v:path arrowok="t"/>
                <v:fill/>
              </v:shape>
              <v:shape style="position:absolute;left:4438;top:1588;width:86;height:49" coordorigin="4438,1588" coordsize="86,49" path="m4501,1611l4487,1611,4493,1611,4493,1603,4488,1602,4501,1602,4501,1611e" filled="t" fillcolor="#013A81" stroked="f">
                <v:path arrowok="t"/>
                <v:fill/>
              </v:shape>
              <v:shape style="position:absolute;left:4438;top:1588;width:86;height:49" coordorigin="4438,1588" coordsize="86,49" path="m4502,1628l4494,1628,4481,1615,4488,1615,4502,1628e" filled="t" fillcolor="#013A8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change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colors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stretch</w:t>
      </w:r>
      <w:r>
        <w:rPr>
          <w:rFonts w:ascii="Arial" w:hAnsi="Arial" w:cs="Arial" w:eastAsia="Arial"/>
          <w:sz w:val="18"/>
          <w:szCs w:val="18"/>
          <w:color w:val="808285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disproportionately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06.125pt;margin-top:32.642181pt;width:144.895pt;height:48.801pt;mso-position-horizontal-relative:page;mso-position-vertical-relative:paragraph;z-index:-767" coordorigin="6123,653" coordsize="2898,976">
            <v:group style="position:absolute;left:6133;top:663;width:2878;height:956" coordorigin="6133,663" coordsize="2878,956">
              <v:shape style="position:absolute;left:6133;top:663;width:2878;height:956" coordorigin="6133,663" coordsize="2878,956" path="m6133,1619l9010,1619,9010,663,6133,663,6133,1619e" filled="t" fillcolor="#2F578C" stroked="f">
                <v:path arrowok="t"/>
                <v:fill/>
              </v:shape>
            </v:group>
            <v:group style="position:absolute;left:6436;top:1488;width:2;height:2" coordorigin="6436,1488" coordsize="2,2">
              <v:shape style="position:absolute;left:6436;top:1488;width:2;height:2" coordorigin="6436,1488" coordsize="0,0" path="m6436,1488l6436,1488,6436,1488,6436,1488xe" filled="t" fillcolor="#013A81" stroked="f">
                <v:path arrowok="t"/>
                <v:fill/>
              </v:shape>
            </v:group>
            <v:group style="position:absolute;left:6436;top:783;width:2313;height:732" coordorigin="6436,783" coordsize="2313,732">
              <v:shape style="position:absolute;left:6436;top:783;width:2313;height:732" coordorigin="6436,783" coordsize="2313,732" path="m8531,1235l8381,1235,8390,1245,8400,1259,8411,1273,8423,1289,8435,1307,8447,1325,8459,1345,8471,1363,8483,1383,8494,1403,8505,1421,8515,1439,8525,1455,6451,1479,6443,1479,6436,1481,6436,1499,6443,1501,8610,1515,8733,1515,8749,1511,8749,1481,8740,1477,8718,1475,8706,1475,8698,1473,8678,1465,8667,1451,8657,1437,8647,1421,8637,1405,8626,1387,8614,1369,8603,1351,8591,1331,8567,1293,8531,1235e" filled="t" fillcolor="#013A81" stroked="f">
                <v:path arrowok="t"/>
                <v:fill/>
              </v:shape>
              <v:shape style="position:absolute;left:6436;top:783;width:2313;height:732" coordorigin="6436,783" coordsize="2313,732" path="m7000,1065l6834,1065,6839,1067,6843,1071,6861,1089,6889,1117,6918,1145,7009,1227,7080,1293,7133,1341,7164,1369,7178,1381,7191,1393,7202,1403,7220,1417,7235,1425,7240,1427,7248,1425,7252,1423,7263,1411,7266,1389,7266,1361,7266,1345,7266,1325,7269,1243,7193,1243,7189,1239,7181,1233,7171,1223,7067,1127,7000,1065e" filled="t" fillcolor="#013A81" stroked="f">
                <v:path arrowok="t"/>
                <v:fill/>
              </v:shape>
              <v:shape style="position:absolute;left:6436;top:783;width:2313;height:732" coordorigin="6436,783" coordsize="2313,732" path="m6544,783l6459,783,6453,785,6450,785,6437,797,6440,813,6459,823,6467,823,6483,825,6489,825,6495,829,6504,843,6508,865,6508,1043,6508,1287,6508,1301,6499,1365,6463,1377,6442,1387,6437,1401,6445,1413,6462,1417,6483,1419,6870,1419,6893,1417,6909,1413,6915,1393,6907,1381,6901,1379,6678,1379,6658,1377,6631,1311,6630,1175,6630,899,6648,837,6660,835,6675,835,8691,821,8698,819,8698,801,8691,797,8683,797,6544,783e" filled="t" fillcolor="#013A81" stroked="f">
                <v:path arrowok="t"/>
                <v:fill/>
              </v:shape>
              <v:shape style="position:absolute;left:6436;top:783;width:2313;height:732" coordorigin="6436,783" coordsize="2313,732" path="m7321,1377l7307,1391,7305,1403,7316,1415,7323,1417,7331,1419,7536,1419,7552,1417,7562,1413,7568,1407,7569,1391,7562,1381,7552,1379,7331,1379,7321,1377e" filled="t" fillcolor="#013A81" stroked="f">
                <v:path arrowok="t"/>
                <v:fill/>
              </v:shape>
              <v:shape style="position:absolute;left:6436;top:783;width:2313;height:732" coordorigin="6436,783" coordsize="2313,732" path="m7679,1207l7545,1207,7553,1211,7560,1221,7563,1225,7613,1289,7626,1305,7668,1353,7727,1403,8269,1419,8289,1419,8311,1417,8325,1411,8330,1405,8330,1389,8323,1381,8306,1377,7865,1377,7848,1369,7797,1333,7741,1275,7728,1261,7702,1233,7679,1207e" filled="t" fillcolor="#013A81" stroked="f">
                <v:path arrowok="t"/>
                <v:fill/>
              </v:shape>
              <v:shape style="position:absolute;left:6436;top:783;width:2313;height:732" coordorigin="6436,783" coordsize="2313,732" path="m6783,871l6766,881,6761,901,6758,1071,6756,1211,6754,1281,6752,1341,6704,1379,6901,1379,6895,1377,6867,1377,6850,1373,6842,1311,6835,1089,6835,1075,6834,1065,7000,1065,6984,1051,6916,987,6894,967,6888,961,6830,905,6816,891,6800,877,6783,871e" filled="t" fillcolor="#013A81" stroked="f">
                <v:path arrowok="t"/>
                <v:fill/>
              </v:shape>
              <v:shape style="position:absolute;left:6436;top:783;width:2313;height:732" coordorigin="6436,783" coordsize="2313,732" path="m7693,923l7339,923,7355,927,7367,941,7371,961,7371,971,7372,1175,7371,1285,7369,1347,7331,1379,7552,1379,7543,1377,7516,1377,7506,1375,7500,1369,7493,1363,7492,1347,7491,1333,7490,1313,7489,1293,7489,1279,7489,1239,7489,1231,7490,1213,7510,1209,7538,1209,7545,1207,7679,1207,7674,1201,7661,1187,7657,1181,7647,1171,7648,1167,7654,1163,7656,1163,7671,1149,7522,1149,7502,1147,7493,1085,7490,1023,7489,947,7509,943,7714,943,7705,933,7693,923e" filled="t" fillcolor="#013A81" stroked="f">
                <v:path arrowok="t"/>
                <v:fill/>
              </v:shape>
              <v:shape style="position:absolute;left:6436;top:783;width:2313;height:732" coordorigin="6436,783" coordsize="2313,732" path="m7883,881l7862,883,7841,893,7838,909,7854,919,7873,923,7888,925,7897,931,7902,945,7903,961,7903,971,7903,1005,7903,1017,7903,1039,7903,1291,7899,1361,7884,1377,8056,1377,8025,1313,8024,1207,8024,1083,8024,957,8031,933,8047,923,8070,923,8083,917,8087,911,8088,905,8080,887,8058,883,7904,883,7883,881e" filled="t" fillcolor="#013A81" stroked="f">
                <v:path arrowok="t"/>
                <v:fill/>
              </v:shape>
              <v:shape style="position:absolute;left:6436;top:783;width:2313;height:732" coordorigin="6436,783" coordsize="2313,732" path="m8167,881l8146,883,8125,893,8121,907,8135,919,8152,923,8172,925,8182,927,8196,935,8204,943,8209,951,8222,971,8274,1051,8295,1085,8317,1119,8327,1137,8338,1153,8204,1337,8145,1377,8292,1377,8290,1373,8303,1353,8314,1335,8325,1319,8336,1301,8359,1269,8381,1235,8531,1235,8521,1219,8511,1201,8501,1185,8491,1169,8482,1155,8474,1143,8484,1125,8494,1109,8505,1091,8516,1075,8521,1067,8419,1067,8409,1051,8397,1031,8384,1011,8371,989,8359,969,8349,951,8341,939,8334,927,8338,923,8348,923,8358,921,8373,913,8375,901,8368,891,8355,883,8188,883,8167,881e" filled="t" fillcolor="#013A81" stroked="f">
                <v:path arrowok="t"/>
                <v:fill/>
              </v:shape>
              <v:shape style="position:absolute;left:6436;top:783;width:2313;height:732" coordorigin="6436,783" coordsize="2313,732" path="m7162,881l7140,883,7123,885,7113,889,7107,901,7115,917,7121,921,7128,921,7168,925,7188,1019,7190,1095,7192,1175,7193,1243,7269,1243,7269,1209,7270,1163,7270,1143,7270,1125,7272,1049,7273,1031,7273,1019,7273,981,7274,957,7277,941,7293,927,7311,923,7693,923,7689,919,7596,885,7577,883,7183,883,7162,881e" filled="t" fillcolor="#013A81" stroked="f">
                <v:path arrowok="t"/>
                <v:fill/>
              </v:shape>
              <v:shape style="position:absolute;left:6436;top:783;width:2313;height:732" coordorigin="6436,783" coordsize="2313,732" path="m7714,943l7529,943,7549,945,7570,955,7613,1001,7622,1049,7622,1061,7603,1123,7573,1147,7567,1147,7563,1149,7671,1149,7686,1135,7723,1085,7739,1029,7736,1003,7731,979,7724,961,7715,945,7714,943e" filled="t" fillcolor="#013A81" stroked="f">
                <v:path arrowok="t"/>
                <v:fill/>
              </v:shape>
              <v:shape style="position:absolute;left:6436;top:783;width:2313;height:732" coordorigin="6436,783" coordsize="2313,732" path="m8640,923l8510,923,8513,927,8511,931,8501,947,8478,983,8465,1003,8450,1023,8437,1043,8426,1059,8419,1067,8521,1067,8527,1057,8539,1039,8562,1007,8573,991,8584,975,8601,951,8607,943,8620,931,8640,923e" filled="t" fillcolor="#013A81" stroked="f">
                <v:path arrowok="t"/>
                <v:fill/>
              </v:shape>
              <v:shape style="position:absolute;left:6436;top:783;width:2313;height:732" coordorigin="6436,783" coordsize="2313,732" path="m8648,883l8498,883,8479,885,8471,907,8477,919,8486,923,8652,923,8660,921,8674,919,8681,911,8680,901,8669,885,8648,883e" filled="t" fillcolor="#013A81" stroked="f">
                <v:path arrowok="t"/>
                <v:fill/>
              </v:shape>
            </v:group>
            <v:group style="position:absolute;left:8710;top:1408;width:53;height:52" coordorigin="8710,1408" coordsize="53,52">
              <v:shape style="position:absolute;left:8710;top:1408;width:53;height:52" coordorigin="8710,1408" coordsize="53,52" path="m8751,1408l8722,1408,8710,1419,8710,1449,8722,1460,8751,1460,8756,1455,8725,1455,8715,1446,8715,1421,8725,1412,8756,1412,8751,1408e" filled="t" fillcolor="#013A81" stroked="f">
                <v:path arrowok="t"/>
                <v:fill/>
              </v:shape>
              <v:shape style="position:absolute;left:8710;top:1408;width:53;height:52" coordorigin="8710,1408" coordsize="53,52" path="m8756,1412l8748,1412,8758,1421,8758,1446,8748,1455,8756,1455,8763,1449,8763,1419,8756,1412e" filled="t" fillcolor="#013A81" stroked="f">
                <v:path arrowok="t"/>
                <v:fill/>
              </v:shape>
              <v:shape style="position:absolute;left:8710;top:1408;width:53;height:52" coordorigin="8710,1408" coordsize="53,52" path="m8745,1419l8727,1419,8727,1449,8731,1449,8731,1436,8741,1436,8741,1436,8745,1435,8749,1433,8749,1432,8731,1432,8731,1423,8749,1423,8749,1421,8745,1419e" filled="t" fillcolor="#013A81" stroked="f">
                <v:path arrowok="t"/>
                <v:fill/>
              </v:shape>
              <v:shape style="position:absolute;left:8710;top:1408;width:53;height:52" coordorigin="8710,1408" coordsize="53,52" path="m8741,1436l8736,1436,8744,1449,8749,1449,8741,1436e" filled="t" fillcolor="#013A81" stroked="f">
                <v:path arrowok="t"/>
                <v:fill/>
              </v:shape>
              <v:shape style="position:absolute;left:8710;top:1408;width:53;height:52" coordorigin="8710,1408" coordsize="53,52" path="m8749,1423l8740,1423,8744,1423,8744,1432,8740,1432,8749,1432,8749,1423e" filled="t" fillcolor="#013A8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place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on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visually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busy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photo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8" w:lineRule="auto"/>
        <w:ind w:right="19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06.125pt;margin-top:45.142185pt;width:144.895pt;height:48.801pt;mso-position-horizontal-relative:page;mso-position-vertical-relative:paragraph;z-index:-770" coordorigin="6123,903" coordsize="2898,976">
            <v:group style="position:absolute;left:6133;top:913;width:2878;height:956" coordorigin="6133,913" coordsize="2878,956">
              <v:shape style="position:absolute;left:6133;top:913;width:2878;height:956" coordorigin="6133,913" coordsize="2878,956" path="m6133,1869l9010,1869,9010,913,6133,913,6133,1869e" filled="t" fillcolor="#E6E7E8" stroked="f">
                <v:path arrowok="t"/>
                <v:fill/>
              </v:shape>
            </v:group>
            <v:group style="position:absolute;left:6436;top:1738;width:2;height:2" coordorigin="6436,1738" coordsize="2,2">
              <v:shape style="position:absolute;left:6436;top:1738;width:2;height:2" coordorigin="6436,1738" coordsize="0,0" path="m6436,1738l6436,1738,6436,1738,6436,1738xe" filled="t" fillcolor="#000000" stroked="f">
                <v:path arrowok="t"/>
                <v:fill/>
              </v:shape>
            </v:group>
            <v:group style="position:absolute;left:6436;top:1033;width:2313;height:732" coordorigin="6436,1033" coordsize="2313,732">
              <v:shape style="position:absolute;left:6436;top:1033;width:2313;height:732" coordorigin="6436,1033" coordsize="2313,732" path="m8531,1485l8381,1485,8390,1495,8400,1509,8411,1523,8423,1539,8435,1557,8447,1575,8459,1595,8471,1613,8483,1633,8494,1653,8505,1671,8515,1689,8525,1705,6451,1729,6443,1729,6436,1731,6436,1749,6443,1751,8610,1765,8733,1765,8749,1761,8749,1731,8740,1727,8718,1725,8706,1725,8698,1723,8678,1715,8667,1701,8657,1687,8647,1671,8637,1655,8626,1637,8614,1619,8603,1601,8591,1581,8567,1543,8531,1485e" filled="t" fillcolor="#FFFFFF" stroked="f">
                <v:path arrowok="t"/>
                <v:fill/>
              </v:shape>
              <v:shape style="position:absolute;left:6436;top:1033;width:2313;height:732" coordorigin="6436,1033" coordsize="2313,732" path="m7000,1315l6834,1315,6839,1317,6843,1321,6861,1339,6889,1367,6918,1395,7009,1477,7080,1543,7133,1591,7164,1619,7178,1631,7191,1643,7202,1653,7220,1667,7235,1675,7240,1677,7248,1675,7252,1673,7263,1661,7266,1639,7266,1611,7266,1595,7266,1575,7269,1493,7193,1493,7189,1489,7181,1483,7171,1473,7067,1377,7000,1315e" filled="t" fillcolor="#FFFFFF" stroked="f">
                <v:path arrowok="t"/>
                <v:fill/>
              </v:shape>
              <v:shape style="position:absolute;left:6436;top:1033;width:2313;height:732" coordorigin="6436,1033" coordsize="2313,732" path="m6544,1033l6459,1033,6453,1035,6450,1035,6437,1047,6440,1063,6459,1073,6467,1073,6483,1075,6489,1075,6495,1079,6504,1093,6508,1115,6508,1293,6508,1537,6508,1551,6499,1615,6463,1627,6442,1637,6437,1651,6445,1663,6462,1667,6483,1669,6870,1669,6893,1667,6909,1663,6915,1643,6907,1631,6901,1629,6678,1629,6658,1627,6631,1561,6630,1419,6630,1149,6648,1087,6660,1085,6675,1085,8691,1071,8698,1069,8698,1051,8691,1047,8683,1047,6544,1033e" filled="t" fillcolor="#FFFFFF" stroked="f">
                <v:path arrowok="t"/>
                <v:fill/>
              </v:shape>
              <v:shape style="position:absolute;left:6436;top:1033;width:2313;height:732" coordorigin="6436,1033" coordsize="2313,732" path="m7321,1627l7307,1641,7305,1653,7316,1665,7323,1667,7331,1669,7536,1669,7552,1667,7562,1663,7568,1657,7569,1641,7562,1631,7552,1629,7331,1629,7321,1627e" filled="t" fillcolor="#FFFFFF" stroked="f">
                <v:path arrowok="t"/>
                <v:fill/>
              </v:shape>
              <v:shape style="position:absolute;left:6436;top:1033;width:2313;height:732" coordorigin="6436,1033" coordsize="2313,732" path="m7679,1457l7545,1457,7553,1461,7560,1471,7563,1475,7613,1539,7626,1555,7668,1603,7727,1653,8269,1669,8289,1669,8311,1667,8325,1661,8330,1655,8330,1639,8323,1631,8306,1627,7865,1627,7848,1619,7797,1583,7741,1525,7728,1511,7702,1483,7679,1457e" filled="t" fillcolor="#FFFFFF" stroked="f">
                <v:path arrowok="t"/>
                <v:fill/>
              </v:shape>
              <v:shape style="position:absolute;left:6436;top:1033;width:2313;height:732" coordorigin="6436,1033" coordsize="2313,732" path="m6783,1121l6766,1131,6761,1151,6758,1321,6756,1461,6754,1531,6752,1591,6704,1629,6901,1629,6895,1627,6867,1627,6850,1623,6842,1561,6835,1339,6835,1325,6834,1315,7000,1315,6984,1301,6916,1237,6894,1217,6888,1211,6830,1155,6816,1141,6800,1127,6783,1121e" filled="t" fillcolor="#FFFFFF" stroked="f">
                <v:path arrowok="t"/>
                <v:fill/>
              </v:shape>
              <v:shape style="position:absolute;left:6436;top:1033;width:2313;height:732" coordorigin="6436,1033" coordsize="2313,732" path="m7693,1173l7339,1173,7355,1177,7367,1191,7371,1211,7371,1221,7372,1425,7371,1535,7369,1597,7331,1629,7552,1629,7543,1627,7516,1627,7506,1625,7490,1563,7489,1529,7489,1489,7489,1481,7490,1463,7510,1459,7538,1459,7545,1457,7679,1457,7674,1451,7661,1437,7657,1431,7647,1421,7648,1417,7654,1413,7656,1413,7671,1399,7522,1399,7502,1397,7493,1335,7490,1273,7489,1197,7509,1193,7714,1193,7705,1183,7693,1173e" filled="t" fillcolor="#FFFFFF" stroked="f">
                <v:path arrowok="t"/>
                <v:fill/>
              </v:shape>
              <v:shape style="position:absolute;left:6436;top:1033;width:2313;height:732" coordorigin="6436,1033" coordsize="2313,732" path="m7883,1131l7862,1133,7841,1143,7838,1159,7854,1169,7873,1173,7888,1175,7897,1181,7902,1195,7903,1211,7903,1221,7903,1255,7903,1267,7903,1289,7903,1541,7899,1611,7884,1627,8056,1627,8025,1563,8024,1457,8024,1315,8024,1207,8031,1183,8047,1173,8070,1173,8083,1167,8087,1161,8088,1155,8080,1137,8058,1133,7904,1133,7883,1131e" filled="t" fillcolor="#FFFFFF" stroked="f">
                <v:path arrowok="t"/>
                <v:fill/>
              </v:shape>
              <v:shape style="position:absolute;left:6436;top:1033;width:2313;height:732" coordorigin="6436,1033" coordsize="2313,732" path="m8167,1131l8146,1133,8125,1143,8121,1157,8135,1169,8152,1173,8172,1175,8182,1177,8196,1185,8204,1193,8209,1201,8222,1221,8274,1301,8295,1335,8317,1369,8327,1387,8338,1403,8204,1587,8145,1627,8292,1627,8290,1623,8303,1603,8314,1585,8325,1569,8336,1551,8359,1519,8381,1485,8531,1485,8521,1469,8511,1451,8501,1435,8491,1419,8482,1405,8474,1393,8484,1375,8494,1359,8505,1341,8516,1325,8521,1317,8419,1317,8409,1301,8397,1281,8384,1261,8371,1239,8359,1219,8349,1201,8341,1189,8334,1177,8338,1173,8348,1173,8358,1171,8373,1163,8375,1151,8368,1141,8355,1133,8188,1133,8167,1131e" filled="t" fillcolor="#FFFFFF" stroked="f">
                <v:path arrowok="t"/>
                <v:fill/>
              </v:shape>
              <v:shape style="position:absolute;left:6436;top:1033;width:2313;height:732" coordorigin="6436,1033" coordsize="2313,732" path="m7162,1131l7140,1133,7123,1135,7113,1139,7107,1151,7115,1167,7121,1171,7128,1171,7168,1175,7188,1269,7190,1345,7192,1425,7193,1493,7269,1493,7269,1459,7270,1413,7270,1393,7270,1375,7272,1299,7273,1281,7273,1269,7273,1231,7274,1207,7277,1191,7293,1177,7311,1173,7693,1173,7689,1169,7596,1135,7577,1133,7183,1133,7162,1131e" filled="t" fillcolor="#FFFFFF" stroked="f">
                <v:path arrowok="t"/>
                <v:fill/>
              </v:shape>
              <v:shape style="position:absolute;left:6436;top:1033;width:2313;height:732" coordorigin="6436,1033" coordsize="2313,732" path="m7714,1193l7529,1193,7549,1195,7570,1205,7613,1251,7622,1299,7622,1311,7603,1373,7573,1397,7567,1397,7563,1399,7671,1399,7686,1385,7722,1335,7739,1279,7736,1253,7731,1229,7724,1211,7715,1195,7714,1193e" filled="t" fillcolor="#FFFFFF" stroked="f">
                <v:path arrowok="t"/>
                <v:fill/>
              </v:shape>
              <v:shape style="position:absolute;left:6436;top:1033;width:2313;height:732" coordorigin="6436,1033" coordsize="2313,732" path="m8640,1173l8510,1173,8513,1177,8511,1181,8501,1197,8478,1233,8465,1253,8450,1273,8437,1293,8426,1309,8419,1317,8521,1317,8527,1307,8539,1289,8562,1257,8573,1241,8584,1225,8601,1201,8607,1193,8620,1181,8640,1173e" filled="t" fillcolor="#FFFFFF" stroked="f">
                <v:path arrowok="t"/>
                <v:fill/>
              </v:shape>
              <v:shape style="position:absolute;left:6436;top:1033;width:2313;height:732" coordorigin="6436,1033" coordsize="2313,732" path="m8648,1133l8498,1133,8479,1135,8471,1157,8477,1169,8486,1173,8652,1173,8660,1171,8674,1169,8681,1161,8680,1151,8669,1135,8648,1133e" filled="t" fillcolor="#FFFFFF" stroked="f">
                <v:path arrowok="t"/>
                <v:fill/>
              </v:shape>
            </v:group>
            <v:group style="position:absolute;left:8710;top:1658;width:53;height:52" coordorigin="8710,1658" coordsize="53,52">
              <v:shape style="position:absolute;left:8710;top:1658;width:53;height:52" coordorigin="8710,1658" coordsize="53,52" path="m8751,1658l8722,1658,8710,1669,8710,1699,8722,1710,8751,1710,8756,1705,8725,1705,8715,1696,8715,1671,8725,1662,8756,1662,8751,1658e" filled="t" fillcolor="#FFFFFF" stroked="f">
                <v:path arrowok="t"/>
                <v:fill/>
              </v:shape>
              <v:shape style="position:absolute;left:8710;top:1658;width:53;height:52" coordorigin="8710,1658" coordsize="53,52" path="m8756,1662l8748,1662,8758,1671,8758,1696,8748,1705,8756,1705,8763,1699,8763,1669,8756,1662e" filled="t" fillcolor="#FFFFFF" stroked="f">
                <v:path arrowok="t"/>
                <v:fill/>
              </v:shape>
              <v:shape style="position:absolute;left:8710;top:1658;width:53;height:52" coordorigin="8710,1658" coordsize="53,52" path="m8745,1669l8727,1669,8727,1699,8731,1699,8731,1686,8741,1686,8741,1686,8745,1685,8749,1683,8749,1682,8731,1682,8731,1673,8749,1673,8749,1671,8745,1669e" filled="t" fillcolor="#FFFFFF" stroked="f">
                <v:path arrowok="t"/>
                <v:fill/>
              </v:shape>
              <v:shape style="position:absolute;left:8710;top:1658;width:53;height:52" coordorigin="8710,1658" coordsize="53,52" path="m8741,1686l8736,1686,8744,1699,8749,1699,8741,1686e" filled="t" fillcolor="#FFFFFF" stroked="f">
                <v:path arrowok="t"/>
                <v:fill/>
              </v:shape>
              <v:shape style="position:absolute;left:8710;top:1658;width:53;height:52" coordorigin="8710,1658" coordsize="53,52" path="m8749,1673l8740,1673,8744,1673,8744,1682,8740,1682,8749,1682,8749,1673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place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positive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on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dark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background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where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contrast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is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approximately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less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than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40%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tLeast"/>
        <w:ind w:right="-5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place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reversed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on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light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background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where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contrast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is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approximately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less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than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40%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use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vertically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3" w:equalWidth="0">
            <w:col w:w="2992" w:space="2540"/>
            <w:col w:w="4503" w:space="1145"/>
            <w:col w:w="346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7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4.223pt;margin-top:-48.255802pt;width:124.2pt;height:45.0pt;mso-position-horizontal-relative:page;mso-position-vertical-relative:paragraph;z-index:-764" coordorigin="684,-965" coordsize="2484,900">
            <v:group style="position:absolute;left:688;top:-962;width:2477;height:893" coordorigin="688,-962" coordsize="2477,893">
              <v:shape style="position:absolute;left:688;top:-962;width:2477;height:893" coordorigin="688,-962" coordsize="2477,893" path="m688,-962l3165,-962,3165,-69,688,-69,688,-962e" filled="t" fillcolor="#000000" stroked="f">
                <v:path arrowok="t"/>
                <v:fill/>
              </v:shape>
            </v:group>
            <v:group style="position:absolute;left:733;top:-206;width:2;height:2" coordorigin="733,-206" coordsize="2,2">
              <v:shape style="position:absolute;left:733;top:-206;width:2;height:2" coordorigin="733,-206" coordsize="0,0" path="m733,-206l733,-206,733,-206,733,-206xe" filled="t" fillcolor="#013A81" stroked="f">
                <v:path arrowok="t"/>
                <v:fill/>
              </v:shape>
            </v:group>
            <v:group style="position:absolute;left:734;top:-912;width:2313;height:732" coordorigin="734,-912" coordsize="2313,732">
              <v:shape style="position:absolute;left:734;top:-912;width:2313;height:732" coordorigin="734,-912" coordsize="2313,732" path="m2829,-460l2678,-460,2688,-450,2698,-436,2709,-422,2720,-406,2732,-388,2744,-370,2756,-350,2768,-332,2780,-312,2792,-292,2803,-274,2813,-256,2822,-240,749,-216,740,-216,734,-214,734,-196,740,-194,2907,-180,3030,-180,3047,-184,3047,-214,3037,-218,3015,-220,3003,-220,2995,-222,2975,-230,2964,-244,2955,-258,2945,-274,2934,-290,2923,-308,2912,-326,2900,-344,2888,-364,2865,-402,2829,-460e" filled="t" fillcolor="#013A81" stroked="f">
                <v:path arrowok="t"/>
                <v:fill/>
              </v:shape>
              <v:shape style="position:absolute;left:734;top:-912;width:2313;height:732" coordorigin="734,-912" coordsize="2313,732" path="m1297,-630l1132,-630,1137,-628,1140,-624,1158,-606,1187,-578,1215,-550,1306,-468,1377,-402,1430,-354,1461,-326,1476,-314,1488,-302,1499,-292,1517,-278,1533,-270,1538,-268,1545,-270,1549,-272,1560,-284,1563,-306,1563,-334,1564,-350,1564,-370,1566,-452,1490,-452,1486,-456,1478,-462,1468,-472,1365,-568,1297,-630e" filled="t" fillcolor="#013A81" stroked="f">
                <v:path arrowok="t"/>
                <v:fill/>
              </v:shape>
              <v:shape style="position:absolute;left:734;top:-912;width:2313;height:732" coordorigin="734,-912" coordsize="2313,732" path="m842,-912l756,-912,750,-910,748,-910,734,-898,737,-882,757,-872,764,-872,780,-870,787,-870,792,-866,802,-852,805,-830,805,-652,806,-408,805,-394,797,-330,760,-318,740,-308,734,-294,743,-282,759,-278,780,-276,1168,-276,1190,-278,1207,-282,1213,-302,1205,-314,1199,-316,975,-316,955,-318,929,-384,928,-526,928,-796,945,-858,957,-860,972,-860,2988,-874,2995,-876,2995,-894,2988,-898,2980,-898,842,-912e" filled="t" fillcolor="#013A81" stroked="f">
                <v:path arrowok="t"/>
                <v:fill/>
              </v:shape>
              <v:shape style="position:absolute;left:734;top:-912;width:2313;height:732" coordorigin="734,-912" coordsize="2313,732" path="m1618,-318l1604,-304,1603,-292,1613,-280,1620,-278,1628,-276,1833,-276,1850,-278,1860,-282,1865,-288,1866,-304,1860,-314,1850,-316,1629,-316,1618,-318e" filled="t" fillcolor="#013A81" stroked="f">
                <v:path arrowok="t"/>
                <v:fill/>
              </v:shape>
              <v:shape style="position:absolute;left:734;top:-912;width:2313;height:732" coordorigin="734,-912" coordsize="2313,732" path="m1977,-488l1842,-488,1850,-484,1857,-474,1861,-470,1910,-406,1923,-390,1966,-342,2025,-292,2566,-276,2587,-276,2608,-278,2623,-284,2627,-290,2628,-306,2621,-314,2603,-318,2163,-318,2145,-326,2095,-362,2039,-420,2025,-434,1999,-462,1977,-488e" filled="t" fillcolor="#013A81" stroked="f">
                <v:path arrowok="t"/>
                <v:fill/>
              </v:shape>
              <v:shape style="position:absolute;left:734;top:-912;width:2313;height:732" coordorigin="734,-912" coordsize="2313,732" path="m1080,-824l1064,-814,1058,-794,1056,-624,1053,-484,1052,-414,1050,-354,1002,-316,1199,-316,1193,-318,1164,-318,1147,-322,1140,-384,1133,-606,1132,-620,1132,-630,1297,-630,1282,-644,1213,-708,1192,-728,1185,-734,1128,-790,1113,-804,1098,-818,1080,-824e" filled="t" fillcolor="#013A81" stroked="f">
                <v:path arrowok="t"/>
                <v:fill/>
              </v:shape>
              <v:shape style="position:absolute;left:734;top:-912;width:2313;height:732" coordorigin="734,-912" coordsize="2313,732" path="m1991,-772l1637,-772,1653,-768,1664,-754,1668,-734,1669,-724,1669,-520,1669,-410,1666,-348,1629,-316,1850,-316,1840,-318,1813,-318,1803,-320,1787,-382,1786,-416,1786,-456,1787,-464,1787,-482,1807,-486,1836,-486,1842,-488,1977,-488,1972,-494,1959,-508,1954,-514,1944,-524,1945,-528,1951,-532,1953,-532,1969,-546,1819,-546,1800,-548,1791,-610,1787,-672,1787,-748,1807,-752,2011,-752,2002,-762,1991,-772e" filled="t" fillcolor="#013A81" stroked="f">
                <v:path arrowok="t"/>
                <v:fill/>
              </v:shape>
              <v:shape style="position:absolute;left:734;top:-912;width:2313;height:732" coordorigin="734,-912" coordsize="2313,732" path="m2180,-814l2159,-812,2139,-802,2135,-786,2151,-776,2170,-772,2186,-770,2195,-764,2199,-750,2200,-734,2200,-724,2201,-690,2200,-678,2200,-656,2200,-404,2196,-334,2182,-318,2354,-318,2322,-382,2322,-488,2322,-612,2322,-738,2328,-762,2344,-772,2368,-772,2380,-778,2385,-784,2385,-790,2377,-808,2355,-812,2201,-812,2180,-814e" filled="t" fillcolor="#013A81" stroked="f">
                <v:path arrowok="t"/>
                <v:fill/>
              </v:shape>
              <v:shape style="position:absolute;left:734;top:-912;width:2313;height:732" coordorigin="734,-912" coordsize="2313,732" path="m2464,-814l2443,-812,2423,-802,2419,-788,2433,-776,2450,-772,2469,-770,2480,-768,2494,-760,2501,-752,2506,-744,2519,-724,2571,-644,2593,-610,2614,-576,2625,-558,2635,-542,2501,-358,2442,-318,2589,-318,2587,-322,2600,-342,2611,-360,2622,-376,2634,-394,2656,-426,2678,-460,2829,-460,2819,-476,2808,-494,2798,-510,2788,-526,2780,-540,2771,-552,2781,-570,2792,-586,2802,-604,2813,-620,2818,-628,2717,-628,2707,-644,2695,-664,2682,-684,2669,-706,2656,-726,2646,-744,2638,-756,2631,-768,2635,-772,2646,-772,2655,-774,2670,-782,2672,-794,2666,-804,2652,-812,2485,-812,2464,-814e" filled="t" fillcolor="#013A81" stroked="f">
                <v:path arrowok="t"/>
                <v:fill/>
              </v:shape>
              <v:shape style="position:absolute;left:734;top:-912;width:2313;height:732" coordorigin="734,-912" coordsize="2313,732" path="m1459,-814l1438,-812,1420,-810,1410,-806,1404,-794,1412,-778,1418,-774,1426,-774,1465,-770,1485,-676,1488,-600,1489,-520,1490,-452,1566,-452,1567,-486,1567,-532,1567,-552,1568,-570,1570,-646,1570,-664,1570,-676,1570,-714,1571,-738,1574,-754,1590,-768,1609,-772,1991,-772,1986,-776,1894,-810,1875,-812,1480,-812,1459,-814e" filled="t" fillcolor="#013A81" stroked="f">
                <v:path arrowok="t"/>
                <v:fill/>
              </v:shape>
              <v:shape style="position:absolute;left:734;top:-912;width:2313;height:732" coordorigin="734,-912" coordsize="2313,732" path="m2011,-752l1827,-752,1846,-750,1868,-740,1910,-694,1920,-646,1920,-634,1900,-572,1870,-548,1865,-548,1860,-546,1969,-546,1983,-560,2020,-610,2036,-666,2034,-692,2029,-716,2022,-734,2013,-750,2011,-752e" filled="t" fillcolor="#013A81" stroked="f">
                <v:path arrowok="t"/>
                <v:fill/>
              </v:shape>
              <v:shape style="position:absolute;left:734;top:-912;width:2313;height:732" coordorigin="734,-912" coordsize="2313,732" path="m2938,-772l2808,-772,2811,-768,2808,-764,2798,-748,2776,-712,2762,-692,2748,-672,2734,-652,2723,-636,2717,-628,2818,-628,2825,-638,2836,-656,2859,-688,2871,-704,2882,-720,2899,-744,2905,-752,2917,-764,2938,-772e" filled="t" fillcolor="#013A81" stroked="f">
                <v:path arrowok="t"/>
                <v:fill/>
              </v:shape>
              <v:shape style="position:absolute;left:734;top:-912;width:2313;height:732" coordorigin="734,-912" coordsize="2313,732" path="m2945,-812l2795,-812,2776,-810,2768,-788,2775,-776,2784,-772,2950,-772,2957,-774,2971,-776,2979,-784,2978,-794,2967,-810,2945,-812e" filled="t" fillcolor="#013A81" stroked="f">
                <v:path arrowok="t"/>
                <v:fill/>
              </v:shape>
            </v:group>
            <v:group style="position:absolute;left:3008;top:-287;width:53;height:52" coordorigin="3008,-287" coordsize="53,52">
              <v:shape style="position:absolute;left:3008;top:-287;width:53;height:52" coordorigin="3008,-287" coordsize="53,52" path="m3048,-287l3020,-287,3008,-276,3008,-246,3020,-235,3048,-235,3053,-239,3022,-239,3013,-248,3013,-273,3022,-282,3053,-282,3048,-287e" filled="t" fillcolor="#013A81" stroked="f">
                <v:path arrowok="t"/>
                <v:fill/>
              </v:shape>
              <v:shape style="position:absolute;left:3008;top:-287;width:53;height:52" coordorigin="3008,-287" coordsize="53,52" path="m3053,-282l3046,-282,3055,-273,3055,-248,3046,-239,3053,-239,3060,-246,3060,-276,3053,-282e" filled="t" fillcolor="#013A81" stroked="f">
                <v:path arrowok="t"/>
                <v:fill/>
              </v:shape>
              <v:shape style="position:absolute;left:3008;top:-287;width:53;height:52" coordorigin="3008,-287" coordsize="53,52" path="m3042,-276l3024,-276,3024,-246,3029,-246,3029,-259,3038,-259,3038,-259,3043,-259,3046,-262,3046,-262,3029,-262,3029,-272,3046,-272,3046,-273,3042,-276e" filled="t" fillcolor="#013A81" stroked="f">
                <v:path arrowok="t"/>
                <v:fill/>
              </v:shape>
              <v:shape style="position:absolute;left:3008;top:-287;width:53;height:52" coordorigin="3008,-287" coordsize="53,52" path="m3038,-259l3034,-259,3042,-246,3047,-246,3038,-259e" filled="t" fillcolor="#013A81" stroked="f">
                <v:path arrowok="t"/>
                <v:fill/>
              </v:shape>
              <v:shape style="position:absolute;left:3008;top:-287;width:53;height:52" coordorigin="3008,-287" coordsize="53,52" path="m3046,-272l3038,-272,3041,-271,3041,-263,3038,-262,3046,-262,3046,-272e" filled="t" fillcolor="#013A8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add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drop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shadow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28.281855pt;height:50.625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7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Don’t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change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the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“Powered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by”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808285"/>
          <w:spacing w:val="0"/>
          <w:w w:val="100"/>
        </w:rPr>
        <w:t>type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1120" w:bottom="280" w:left="600" w:right="600"/>
          <w:cols w:num="2" w:equalWidth="0">
            <w:col w:w="2129" w:space="3397"/>
            <w:col w:w="9114"/>
          </w:cols>
        </w:sectPr>
      </w:pPr>
      <w:rPr/>
    </w:p>
    <w:p>
      <w:pPr>
        <w:spacing w:before="61" w:after="0" w:line="240" w:lineRule="auto"/>
        <w:ind w:left="12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File</w:t>
      </w:r>
      <w:r>
        <w:rPr>
          <w:rFonts w:ascii="Arial" w:hAnsi="Arial" w:cs="Arial" w:eastAsia="Arial"/>
          <w:sz w:val="28"/>
          <w:szCs w:val="28"/>
          <w:color w:val="808285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808285"/>
          <w:spacing w:val="0"/>
          <w:w w:val="100"/>
          <w:b/>
          <w:bCs/>
        </w:rPr>
        <w:t>Naming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14" w:lineRule="exact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following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naming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convention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has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been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used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for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files: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0" w:footer="670" w:top="600" w:bottom="860" w:left="600" w:right="600"/>
          <w:headerReference w:type="default" r:id="rId11"/>
          <w:pgSz w:w="15840" w:h="12240" w:orient="landscape"/>
        </w:sectPr>
      </w:pPr>
      <w:rPr/>
    </w:p>
    <w:p>
      <w:pPr>
        <w:spacing w:before="34" w:after="0" w:line="240" w:lineRule="auto"/>
        <w:ind w:left="1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b/>
          <w:bCs/>
        </w:rPr>
        <w:t>FI</w:t>
      </w:r>
      <w:r>
        <w:rPr>
          <w:rFonts w:ascii="Arial" w:hAnsi="Arial" w:cs="Arial" w:eastAsia="Arial"/>
          <w:sz w:val="20"/>
          <w:szCs w:val="20"/>
          <w:w w:val="153"/>
          <w:b/>
          <w:bCs/>
        </w:rPr>
        <w:t>le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w w:val="129"/>
          <w:b/>
          <w:bCs/>
        </w:rPr>
        <w:t>a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MIN</w:t>
      </w:r>
      <w:r>
        <w:rPr>
          <w:rFonts w:ascii="Arial" w:hAnsi="Arial" w:cs="Arial" w:eastAsia="Arial"/>
          <w:sz w:val="20"/>
          <w:szCs w:val="20"/>
          <w:w w:val="127"/>
          <w:b/>
          <w:bCs/>
        </w:rPr>
        <w:t>g</w:t>
      </w:r>
      <w:r>
        <w:rPr>
          <w:rFonts w:ascii="Arial" w:hAnsi="Arial" w:cs="Arial" w:eastAsia="Arial"/>
          <w:sz w:val="20"/>
          <w:szCs w:val="2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following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naming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convention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has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been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used</w:t>
      </w:r>
    </w:p>
    <w:p>
      <w:pPr>
        <w:spacing w:before="21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for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files: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0" w:lineRule="auto"/>
        <w:ind w:left="120" w:right="583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=</w:t>
      </w:r>
      <w:r>
        <w:rPr>
          <w:rFonts w:ascii="Arial" w:hAnsi="Arial" w:cs="Arial" w:eastAsia="Arial"/>
          <w:sz w:val="19"/>
          <w:szCs w:val="19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print,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signage,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product,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and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professional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design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applications.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60" w:lineRule="auto"/>
        <w:ind w:left="120" w:right="474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7"/>
          <w:b/>
          <w:bCs/>
        </w:rPr>
        <w:t>JP</w:t>
      </w:r>
      <w:r>
        <w:rPr>
          <w:rFonts w:ascii="Arial" w:hAnsi="Arial" w:cs="Arial" w:eastAsia="Arial"/>
          <w:sz w:val="20"/>
          <w:szCs w:val="20"/>
          <w:spacing w:val="0"/>
          <w:w w:val="107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7"/>
          <w:b/>
          <w:bCs/>
        </w:rPr>
        <w:t>/PN</w:t>
      </w:r>
      <w:r>
        <w:rPr>
          <w:rFonts w:ascii="Arial" w:hAnsi="Arial" w:cs="Arial" w:eastAsia="Arial"/>
          <w:sz w:val="20"/>
          <w:szCs w:val="20"/>
          <w:spacing w:val="0"/>
          <w:w w:val="107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51"/>
          <w:w w:val="107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=</w:t>
      </w:r>
      <w:r>
        <w:rPr>
          <w:rFonts w:ascii="Arial" w:hAnsi="Arial" w:cs="Arial" w:eastAsia="Arial"/>
          <w:sz w:val="19"/>
          <w:szCs w:val="19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on-screen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applications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(powerpoint,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web,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mobile,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etc.).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Color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modes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and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abbreviations: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pms</w:t>
      </w:r>
      <w:r>
        <w:rPr>
          <w:rFonts w:ascii="Arial" w:hAnsi="Arial" w:cs="Arial" w:eastAsia="Arial"/>
          <w:sz w:val="19"/>
          <w:szCs w:val="19"/>
          <w:spacing w:val="-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Pantone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Matching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System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395" w:lineRule="auto"/>
        <w:ind w:left="120" w:right="2218"/>
        <w:jc w:val="left"/>
        <w:tabs>
          <w:tab w:pos="52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4cp</w:t>
      </w:r>
      <w:r>
        <w:rPr>
          <w:rFonts w:ascii="Arial" w:hAnsi="Arial" w:cs="Arial" w:eastAsia="Arial"/>
          <w:sz w:val="19"/>
          <w:szCs w:val="19"/>
          <w:spacing w:val="4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4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color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process,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full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color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k</w:t>
        <w:tab/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black</w:t>
      </w:r>
    </w:p>
    <w:p>
      <w:pPr>
        <w:spacing w:before="4" w:after="0" w:line="240" w:lineRule="auto"/>
        <w:ind w:left="120" w:right="-20"/>
        <w:jc w:val="left"/>
        <w:tabs>
          <w:tab w:pos="52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  <w:tab/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reversed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out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(white)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rgb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on-screen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color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version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abbreviations: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inset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indicates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“inset”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version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(see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pg.4)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0" w:right="-73"/>
        <w:jc w:val="left"/>
        <w:tabs>
          <w:tab w:pos="66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3p</w:t>
        <w:tab/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this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represents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third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party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version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(Powered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by)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small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=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smaller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with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larger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circle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(see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pg.1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use)</w:t>
      </w:r>
    </w:p>
    <w:p>
      <w:pPr>
        <w:spacing w:before="34" w:after="0" w:line="393" w:lineRule="auto"/>
        <w:ind w:right="5455"/>
        <w:jc w:val="left"/>
        <w:rPr>
          <w:rFonts w:ascii="Arial" w:hAnsi="Arial" w:cs="Arial" w:eastAsia="Arial"/>
          <w:sz w:val="19"/>
          <w:szCs w:val="19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w w:val="113"/>
          <w:b/>
          <w:bCs/>
        </w:rPr>
        <w:t>Sa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MP</w:t>
      </w:r>
      <w:r>
        <w:rPr>
          <w:rFonts w:ascii="Arial" w:hAnsi="Arial" w:cs="Arial" w:eastAsia="Arial"/>
          <w:sz w:val="20"/>
          <w:szCs w:val="20"/>
          <w:w w:val="153"/>
          <w:b/>
          <w:bCs/>
        </w:rPr>
        <w:t>le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w w:val="99"/>
          <w:b/>
          <w:bCs/>
        </w:rPr>
        <w:t>FI</w:t>
      </w:r>
      <w:r>
        <w:rPr>
          <w:rFonts w:ascii="Arial" w:hAnsi="Arial" w:cs="Arial" w:eastAsia="Arial"/>
          <w:sz w:val="20"/>
          <w:szCs w:val="20"/>
          <w:w w:val="153"/>
          <w:b/>
          <w:bCs/>
        </w:rPr>
        <w:t>le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w w:val="113"/>
          <w:b/>
          <w:bCs/>
        </w:rPr>
        <w:t>Na</w:t>
      </w:r>
      <w:r>
        <w:rPr>
          <w:rFonts w:ascii="Arial" w:hAnsi="Arial" w:cs="Arial" w:eastAsia="Arial"/>
          <w:sz w:val="20"/>
          <w:szCs w:val="2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w w:val="119"/>
          <w:b/>
          <w:bCs/>
        </w:rPr>
        <w:t>e</w:t>
      </w:r>
      <w:r>
        <w:rPr>
          <w:rFonts w:ascii="Arial" w:hAnsi="Arial" w:cs="Arial" w:eastAsia="Arial"/>
          <w:sz w:val="20"/>
          <w:szCs w:val="20"/>
          <w:w w:val="99"/>
          <w:b/>
          <w:bCs/>
        </w:rPr>
        <w:t>S</w:t>
      </w:r>
      <w:r>
        <w:rPr>
          <w:rFonts w:ascii="Arial" w:hAnsi="Arial" w:cs="Arial" w:eastAsia="Arial"/>
          <w:sz w:val="20"/>
          <w:szCs w:val="20"/>
          <w:w w:val="99"/>
          <w:b/>
          <w:bCs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(Standard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Logo)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INRIX_pms2758.eps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INRIX_pmsCG9.eps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INRIX_4cp.eps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INRIX_k.eps</w:t>
      </w:r>
    </w:p>
    <w:p>
      <w:pPr>
        <w:spacing w:before="5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INRIX_</w:t>
      </w:r>
      <w:r>
        <w:rPr>
          <w:rFonts w:ascii="Arial" w:hAnsi="Arial" w:cs="Arial" w:eastAsia="Arial"/>
          <w:sz w:val="19"/>
          <w:szCs w:val="19"/>
          <w:spacing w:val="-1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.eps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INRIX_rgb.eps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95" w:lineRule="auto"/>
        <w:ind w:right="19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(Samples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of</w:t>
      </w:r>
      <w:r>
        <w:rPr>
          <w:rFonts w:ascii="Arial" w:hAnsi="Arial" w:cs="Arial" w:eastAsia="Arial"/>
          <w:sz w:val="19"/>
          <w:szCs w:val="19"/>
          <w:color w:val="808285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various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logo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versions)</w:t>
      </w:r>
      <w:r>
        <w:rPr>
          <w:rFonts w:ascii="Arial" w:hAnsi="Arial" w:cs="Arial" w:eastAsia="Arial"/>
          <w:sz w:val="19"/>
          <w:szCs w:val="19"/>
          <w:color w:val="80828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INRIX_pms2758_small.eps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(standard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small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use)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INRIX_pms2758_3p.eps</w:t>
      </w:r>
      <w:r>
        <w:rPr>
          <w:rFonts w:ascii="Arial" w:hAnsi="Arial" w:cs="Arial" w:eastAsia="Arial"/>
          <w:sz w:val="19"/>
          <w:szCs w:val="19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(standard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third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party)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INRIX_pms2758_3p_small.eps</w:t>
      </w:r>
      <w:r>
        <w:rPr>
          <w:rFonts w:ascii="Arial" w:hAnsi="Arial" w:cs="Arial" w:eastAsia="Arial"/>
          <w:sz w:val="19"/>
          <w:szCs w:val="19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(standard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third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part</w:t>
      </w:r>
      <w:r>
        <w:rPr>
          <w:rFonts w:ascii="Arial" w:hAnsi="Arial" w:cs="Arial" w:eastAsia="Arial"/>
          <w:sz w:val="16"/>
          <w:szCs w:val="16"/>
          <w:color w:val="000000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small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use)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INRIX_pms2758_inset.eps</w:t>
      </w:r>
      <w:r>
        <w:rPr>
          <w:rFonts w:ascii="Arial" w:hAnsi="Arial" w:cs="Arial" w:eastAsia="Arial"/>
          <w:sz w:val="19"/>
          <w:szCs w:val="19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(inset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INRIX_pms2758_inset_small.eps</w:t>
      </w:r>
      <w:r>
        <w:rPr>
          <w:rFonts w:ascii="Arial" w:hAnsi="Arial" w:cs="Arial" w:eastAsia="Arial"/>
          <w:sz w:val="19"/>
          <w:szCs w:val="19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(inset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small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use)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INRIX_pms2758_inset_3p.eps</w:t>
      </w:r>
      <w:r>
        <w:rPr>
          <w:rFonts w:ascii="Arial" w:hAnsi="Arial" w:cs="Arial" w:eastAsia="Arial"/>
          <w:sz w:val="19"/>
          <w:szCs w:val="19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(inset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third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party)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INRIX_pms2758_inset_3p_small.eps</w:t>
      </w:r>
      <w:r>
        <w:rPr>
          <w:rFonts w:ascii="Arial" w:hAnsi="Arial" w:cs="Arial" w:eastAsia="Arial"/>
          <w:sz w:val="19"/>
          <w:szCs w:val="19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(inset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logo,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third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part</w:t>
      </w:r>
      <w:r>
        <w:rPr>
          <w:rFonts w:ascii="Arial" w:hAnsi="Arial" w:cs="Arial" w:eastAsia="Arial"/>
          <w:sz w:val="16"/>
          <w:szCs w:val="16"/>
          <w:color w:val="000000"/>
          <w:spacing w:val="-12"/>
          <w:w w:val="100"/>
        </w:rPr>
        <w:t>y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small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use)</w:t>
      </w:r>
    </w:p>
    <w:sectPr>
      <w:type w:val="continuous"/>
      <w:pgSz w:w="15840" w:h="12240" w:orient="landscape"/>
      <w:pgMar w:top="1120" w:bottom="280" w:left="600" w:right="600"/>
      <w:cols w:num="2" w:equalWidth="0">
        <w:col w:w="5133" w:space="1899"/>
        <w:col w:w="76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36pt;margin-top:558.25pt;width:720pt;height:.1pt;mso-position-horizontal-relative:page;mso-position-vertical-relative:page;z-index:-886" coordorigin="720,11165" coordsize="14400,2">
          <v:shape style="position:absolute;left:720;top:11165;width:14400;height:2" coordorigin="720,11165" coordsize="14400,0" path="m720,11165l15120,11165e" filled="f" stroked="t" strokeweight=".5pt" strokecolor="#808285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45.011780pt;margin-top:565.341675pt;width:112.992001pt;height:10pt;mso-position-horizontal-relative:page;mso-position-vertical-relative:page;z-index:-885" type="#_x0000_t202" filled="f" stroked="f">
          <v:textbox inset="0,0,0,0">
            <w:txbxContent>
              <w:p>
                <w:pPr>
                  <w:spacing w:before="0" w:after="0" w:line="184" w:lineRule="exact"/>
                  <w:ind w:left="20" w:right="-2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0"/>
                    <w:w w:val="100"/>
                  </w:rPr>
                  <w:t>INRIX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4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0"/>
                    <w:w w:val="100"/>
                  </w:rPr>
                  <w:t>|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4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  <w:t>Logo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  <w:t>Guidelines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  <w:t> 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0"/>
                    <w:w w:val="100"/>
                  </w:rPr>
                  <w:t>|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08285"/>
                    <w:spacing w:val="4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44"/>
                    <w:w w:val="100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565.506287pt;width:121.816749pt;height:8pt;mso-position-horizontal-relative:page;mso-position-vertical-relative:page;z-index:-884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©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-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2012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Hornall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Anderson.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All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rights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808285"/>
                    <w:spacing w:val="0"/>
                    <w:w w:val="100"/>
                  </w:rPr>
                  <w:t>reserved.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3.847996pt;width:124.921922pt;height:16pt;mso-position-horizontal-relative:page;mso-position-vertical-relative:page;z-index:-883" type="#_x0000_t202" filled="f" stroked="f">
          <v:textbox inset="0,0,0,0">
            <w:txbxContent>
              <w:p>
                <w:pPr>
                  <w:spacing w:before="0" w:after="0" w:line="306" w:lineRule="exact"/>
                  <w:ind w:left="20" w:right="-62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Pr/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Proper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logo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usage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3.847996pt;width:261.057929pt;height:16pt;mso-position-horizontal-relative:page;mso-position-vertical-relative:page;z-index:-882" type="#_x0000_t202" filled="f" stroked="f">
          <v:textbox inset="0,0,0,0">
            <w:txbxContent>
              <w:p>
                <w:pPr>
                  <w:spacing w:before="0" w:after="0" w:line="306" w:lineRule="exact"/>
                  <w:ind w:left="20" w:right="-62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Pr/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Proper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logo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usage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(third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party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spacing w:val="0"/>
                    <w:w w:val="100"/>
                    <w:b/>
                    <w:bCs/>
                  </w:rPr>
                  <w:t>version)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3.847996pt;width:83.657412pt;height:16pt;mso-position-horizontal-relative:page;mso-position-vertical-relative:page;z-index:-881" type="#_x0000_t202" filled="f" stroked="f">
          <v:textbox inset="0,0,0,0">
            <w:txbxContent>
              <w:p>
                <w:pPr>
                  <w:spacing w:before="0" w:after="0" w:line="306" w:lineRule="exact"/>
                  <w:ind w:left="20" w:right="-62"/>
                  <w:jc w:val="left"/>
                  <w:rPr>
                    <w:rFonts w:ascii="Arial" w:hAnsi="Arial" w:cs="Arial" w:eastAsia="Arial"/>
                    <w:sz w:val="28"/>
                    <w:szCs w:val="28"/>
                  </w:rPr>
                </w:pPr>
                <w:rPr/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w w:val="219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w w:val="99"/>
                    <w:b/>
                    <w:bCs/>
                  </w:rPr>
                  <w:t>ogo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w w:val="118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808285"/>
                    <w:w w:val="99"/>
                    <w:b/>
                    <w:bCs/>
                  </w:rPr>
                  <w:t>on’ts</w:t>
                </w:r>
                <w:r>
                  <w:rPr>
                    <w:rFonts w:ascii="Arial" w:hAnsi="Arial" w:cs="Arial" w:eastAsia="Arial"/>
                    <w:sz w:val="28"/>
                    <w:szCs w:val="28"/>
                    <w:color w:val="00000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jpg"/><Relationship Id="rId10" Type="http://schemas.openxmlformats.org/officeDocument/2006/relationships/image" Target="media/image2.png"/><Relationship Id="rId11" Type="http://schemas.openxmlformats.org/officeDocument/2006/relationships/header" Target="head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2012-11-05T16:38:49Z</dcterms:created>
  <dcterms:modified xsi:type="dcterms:W3CDTF">2012-11-05T16:38:49Z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2012-11-06T00:00:00Z</vt:filetime>
  </property>
</Properties>
</file>